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2E9" w:rsidRDefault="00F932E9" w:rsidP="00F932E9">
      <w:pPr>
        <w:pStyle w:val="ConsTitle"/>
        <w:widowControl/>
        <w:ind w:right="0"/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Дума Упоровского муниципального района</w:t>
      </w:r>
    </w:p>
    <w:p w:rsidR="00F932E9" w:rsidRDefault="00F932E9" w:rsidP="00F932E9">
      <w:pPr>
        <w:pStyle w:val="ConsTitle"/>
        <w:widowControl/>
        <w:pBdr>
          <w:top w:val="thinThickSmallGap" w:sz="24" w:space="1" w:color="auto"/>
        </w:pBdr>
        <w:ind w:right="0"/>
        <w:jc w:val="center"/>
        <w:rPr>
          <w:rFonts w:ascii="Times New Roman" w:hAnsi="Times New Roman" w:cs="Times New Roman"/>
          <w:b w:val="0"/>
          <w:bCs w:val="0"/>
          <w:sz w:val="32"/>
        </w:rPr>
      </w:pPr>
    </w:p>
    <w:p w:rsidR="00F932E9" w:rsidRPr="00E015D5" w:rsidRDefault="00F932E9" w:rsidP="00F932E9">
      <w:pPr>
        <w:pStyle w:val="ConsNormal"/>
        <w:ind w:right="0" w:firstLine="0"/>
        <w:jc w:val="center"/>
        <w:rPr>
          <w:rFonts w:ascii="Times New Roman" w:hAnsi="Times New Roman" w:cs="Times New Roman"/>
          <w:spacing w:val="40"/>
          <w:sz w:val="28"/>
          <w:szCs w:val="28"/>
        </w:rPr>
      </w:pPr>
      <w:r w:rsidRPr="00E015D5">
        <w:rPr>
          <w:rFonts w:ascii="Times New Roman" w:hAnsi="Times New Roman" w:cs="Times New Roman"/>
          <w:spacing w:val="40"/>
          <w:sz w:val="28"/>
          <w:szCs w:val="28"/>
        </w:rPr>
        <w:t>РЕШЕНИЕ</w:t>
      </w:r>
    </w:p>
    <w:p w:rsidR="00F932E9" w:rsidRDefault="00F932E9" w:rsidP="00F932E9"/>
    <w:p w:rsidR="00F932E9" w:rsidRDefault="00F932E9" w:rsidP="00F932E9"/>
    <w:p w:rsidR="0072021B" w:rsidRPr="003D311C" w:rsidRDefault="0072021B" w:rsidP="0072021B">
      <w:pPr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«18» октября </w:t>
      </w:r>
      <w:r w:rsidRPr="003D311C">
        <w:rPr>
          <w:rFonts w:cs="Arial"/>
          <w:sz w:val="26"/>
          <w:szCs w:val="26"/>
        </w:rPr>
        <w:t>201</w:t>
      </w:r>
      <w:r>
        <w:rPr>
          <w:rFonts w:cs="Arial"/>
          <w:sz w:val="26"/>
          <w:szCs w:val="26"/>
        </w:rPr>
        <w:t>9</w:t>
      </w:r>
      <w:r w:rsidRPr="003D311C">
        <w:rPr>
          <w:rFonts w:cs="Arial"/>
          <w:sz w:val="26"/>
          <w:szCs w:val="26"/>
        </w:rPr>
        <w:t xml:space="preserve"> г.      </w:t>
      </w:r>
      <w:r>
        <w:rPr>
          <w:rFonts w:cs="Arial"/>
          <w:sz w:val="26"/>
          <w:szCs w:val="26"/>
        </w:rPr>
        <w:t xml:space="preserve">    </w:t>
      </w:r>
      <w:r w:rsidRPr="003D311C">
        <w:rPr>
          <w:rFonts w:cs="Arial"/>
          <w:sz w:val="26"/>
          <w:szCs w:val="26"/>
        </w:rPr>
        <w:t xml:space="preserve">  </w:t>
      </w:r>
      <w:r>
        <w:rPr>
          <w:rFonts w:cs="Arial"/>
          <w:sz w:val="26"/>
          <w:szCs w:val="26"/>
        </w:rPr>
        <w:t xml:space="preserve">         </w:t>
      </w:r>
      <w:r w:rsidRPr="003D311C">
        <w:rPr>
          <w:rFonts w:cs="Arial"/>
          <w:sz w:val="26"/>
          <w:szCs w:val="26"/>
        </w:rPr>
        <w:t xml:space="preserve"> </w:t>
      </w:r>
      <w:r>
        <w:rPr>
          <w:rFonts w:cs="Arial"/>
          <w:sz w:val="26"/>
          <w:szCs w:val="26"/>
        </w:rPr>
        <w:t xml:space="preserve"> </w:t>
      </w:r>
      <w:r w:rsidRPr="003D311C">
        <w:rPr>
          <w:rFonts w:cs="Arial"/>
          <w:sz w:val="26"/>
          <w:szCs w:val="26"/>
        </w:rPr>
        <w:t xml:space="preserve">     с. Упорово                        </w:t>
      </w:r>
      <w:r>
        <w:rPr>
          <w:rFonts w:cs="Arial"/>
          <w:sz w:val="26"/>
          <w:szCs w:val="26"/>
        </w:rPr>
        <w:t xml:space="preserve">                      №250</w:t>
      </w:r>
    </w:p>
    <w:p w:rsidR="00841375" w:rsidRPr="00FE2CA3" w:rsidRDefault="00841375" w:rsidP="00841375">
      <w:pPr>
        <w:widowControl w:val="0"/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  <w:sz w:val="28"/>
          <w:szCs w:val="28"/>
        </w:rPr>
      </w:pPr>
    </w:p>
    <w:p w:rsidR="00F932E9" w:rsidRDefault="00F932E9" w:rsidP="00F932E9">
      <w:pPr>
        <w:widowControl w:val="0"/>
        <w:autoSpaceDE w:val="0"/>
        <w:autoSpaceDN w:val="0"/>
        <w:adjustRightInd w:val="0"/>
        <w:rPr>
          <w:rFonts w:cs="Arial"/>
          <w:sz w:val="26"/>
          <w:szCs w:val="26"/>
        </w:rPr>
      </w:pPr>
    </w:p>
    <w:p w:rsidR="00F932E9" w:rsidRPr="00CB3EB1" w:rsidRDefault="00F932E9" w:rsidP="00CB3EB1">
      <w:pPr>
        <w:widowControl w:val="0"/>
        <w:autoSpaceDE w:val="0"/>
        <w:autoSpaceDN w:val="0"/>
        <w:adjustRightInd w:val="0"/>
        <w:jc w:val="center"/>
        <w:rPr>
          <w:rFonts w:cs="Arial"/>
          <w:b/>
          <w:bCs/>
          <w:kern w:val="28"/>
          <w:sz w:val="32"/>
          <w:szCs w:val="32"/>
        </w:rPr>
      </w:pPr>
      <w:r w:rsidRPr="00CB3EB1">
        <w:rPr>
          <w:rFonts w:cs="Arial"/>
          <w:b/>
          <w:bCs/>
          <w:kern w:val="28"/>
          <w:sz w:val="32"/>
          <w:szCs w:val="32"/>
        </w:rPr>
        <w:t>О внесении изменений и дополнений</w:t>
      </w:r>
    </w:p>
    <w:p w:rsidR="00F932E9" w:rsidRPr="00CB3EB1" w:rsidRDefault="00F932E9" w:rsidP="00CB3EB1">
      <w:pPr>
        <w:widowControl w:val="0"/>
        <w:autoSpaceDE w:val="0"/>
        <w:autoSpaceDN w:val="0"/>
        <w:adjustRightInd w:val="0"/>
        <w:jc w:val="center"/>
        <w:rPr>
          <w:rFonts w:cs="Arial"/>
          <w:b/>
          <w:bCs/>
          <w:kern w:val="28"/>
          <w:sz w:val="32"/>
          <w:szCs w:val="32"/>
        </w:rPr>
      </w:pPr>
      <w:r w:rsidRPr="00CB3EB1">
        <w:rPr>
          <w:rFonts w:cs="Arial"/>
          <w:b/>
          <w:bCs/>
          <w:kern w:val="28"/>
          <w:sz w:val="32"/>
          <w:szCs w:val="32"/>
        </w:rPr>
        <w:t>в решение Думы Упоровского</w:t>
      </w:r>
      <w:r w:rsidR="00AD4B4C" w:rsidRPr="00CB3EB1">
        <w:rPr>
          <w:rFonts w:cs="Arial"/>
          <w:b/>
          <w:bCs/>
          <w:kern w:val="28"/>
          <w:sz w:val="32"/>
          <w:szCs w:val="32"/>
        </w:rPr>
        <w:t xml:space="preserve"> </w:t>
      </w:r>
      <w:proofErr w:type="gramStart"/>
      <w:r w:rsidRPr="00CB3EB1">
        <w:rPr>
          <w:rFonts w:cs="Arial"/>
          <w:b/>
          <w:bCs/>
          <w:kern w:val="28"/>
          <w:sz w:val="32"/>
          <w:szCs w:val="32"/>
        </w:rPr>
        <w:t>муниципального</w:t>
      </w:r>
      <w:proofErr w:type="gramEnd"/>
    </w:p>
    <w:p w:rsidR="00F932E9" w:rsidRPr="00CB3EB1" w:rsidRDefault="00F932E9" w:rsidP="00CB3EB1">
      <w:pPr>
        <w:widowControl w:val="0"/>
        <w:autoSpaceDE w:val="0"/>
        <w:autoSpaceDN w:val="0"/>
        <w:adjustRightInd w:val="0"/>
        <w:jc w:val="center"/>
        <w:rPr>
          <w:rFonts w:cs="Arial"/>
          <w:b/>
          <w:bCs/>
          <w:kern w:val="28"/>
          <w:sz w:val="32"/>
          <w:szCs w:val="32"/>
        </w:rPr>
      </w:pPr>
      <w:r w:rsidRPr="00CB3EB1">
        <w:rPr>
          <w:rFonts w:cs="Arial"/>
          <w:b/>
          <w:bCs/>
          <w:kern w:val="28"/>
          <w:sz w:val="32"/>
          <w:szCs w:val="32"/>
        </w:rPr>
        <w:t>района «О бюджете Упоровского муниципального</w:t>
      </w:r>
    </w:p>
    <w:p w:rsidR="00F932E9" w:rsidRPr="00CB3EB1" w:rsidRDefault="00F932E9" w:rsidP="00CB3EB1">
      <w:pPr>
        <w:widowControl w:val="0"/>
        <w:autoSpaceDE w:val="0"/>
        <w:autoSpaceDN w:val="0"/>
        <w:adjustRightInd w:val="0"/>
        <w:jc w:val="center"/>
        <w:rPr>
          <w:rFonts w:cs="Arial"/>
          <w:b/>
          <w:bCs/>
          <w:kern w:val="28"/>
          <w:sz w:val="32"/>
          <w:szCs w:val="32"/>
        </w:rPr>
      </w:pPr>
      <w:r w:rsidRPr="00CB3EB1">
        <w:rPr>
          <w:rFonts w:cs="Arial"/>
          <w:b/>
          <w:bCs/>
          <w:kern w:val="28"/>
          <w:sz w:val="32"/>
          <w:szCs w:val="32"/>
        </w:rPr>
        <w:t>района на 201</w:t>
      </w:r>
      <w:r w:rsidR="007F4CBF" w:rsidRPr="00CB3EB1">
        <w:rPr>
          <w:rFonts w:cs="Arial"/>
          <w:b/>
          <w:bCs/>
          <w:kern w:val="28"/>
          <w:sz w:val="32"/>
          <w:szCs w:val="32"/>
        </w:rPr>
        <w:t>9</w:t>
      </w:r>
      <w:r w:rsidR="00841375" w:rsidRPr="00CB3EB1">
        <w:rPr>
          <w:rFonts w:cs="Arial"/>
          <w:b/>
          <w:bCs/>
          <w:kern w:val="28"/>
          <w:sz w:val="32"/>
          <w:szCs w:val="32"/>
        </w:rPr>
        <w:t xml:space="preserve"> год и на плановый период 20</w:t>
      </w:r>
      <w:r w:rsidR="007F4CBF" w:rsidRPr="00CB3EB1">
        <w:rPr>
          <w:rFonts w:cs="Arial"/>
          <w:b/>
          <w:bCs/>
          <w:kern w:val="28"/>
          <w:sz w:val="32"/>
          <w:szCs w:val="32"/>
        </w:rPr>
        <w:t>20</w:t>
      </w:r>
      <w:r w:rsidRPr="00CB3EB1">
        <w:rPr>
          <w:rFonts w:cs="Arial"/>
          <w:b/>
          <w:bCs/>
          <w:kern w:val="28"/>
          <w:sz w:val="32"/>
          <w:szCs w:val="32"/>
        </w:rPr>
        <w:t xml:space="preserve">  </w:t>
      </w:r>
    </w:p>
    <w:p w:rsidR="00F932E9" w:rsidRPr="00CB3EB1" w:rsidRDefault="00841375" w:rsidP="00CB3EB1">
      <w:pPr>
        <w:widowControl w:val="0"/>
        <w:autoSpaceDE w:val="0"/>
        <w:autoSpaceDN w:val="0"/>
        <w:adjustRightInd w:val="0"/>
        <w:jc w:val="center"/>
        <w:rPr>
          <w:rFonts w:cs="Arial"/>
          <w:b/>
          <w:bCs/>
          <w:kern w:val="28"/>
          <w:sz w:val="32"/>
          <w:szCs w:val="32"/>
        </w:rPr>
      </w:pPr>
      <w:r w:rsidRPr="00CB3EB1">
        <w:rPr>
          <w:rFonts w:cs="Arial"/>
          <w:b/>
          <w:bCs/>
          <w:kern w:val="28"/>
          <w:sz w:val="32"/>
          <w:szCs w:val="32"/>
        </w:rPr>
        <w:t>и 202</w:t>
      </w:r>
      <w:r w:rsidR="007F4CBF" w:rsidRPr="00CB3EB1">
        <w:rPr>
          <w:rFonts w:cs="Arial"/>
          <w:b/>
          <w:bCs/>
          <w:kern w:val="28"/>
          <w:sz w:val="32"/>
          <w:szCs w:val="32"/>
        </w:rPr>
        <w:t>1</w:t>
      </w:r>
      <w:r w:rsidRPr="00CB3EB1">
        <w:rPr>
          <w:rFonts w:cs="Arial"/>
          <w:b/>
          <w:bCs/>
          <w:kern w:val="28"/>
          <w:sz w:val="32"/>
          <w:szCs w:val="32"/>
        </w:rPr>
        <w:t xml:space="preserve"> годов» от </w:t>
      </w:r>
      <w:r w:rsidR="007F4CBF" w:rsidRPr="00CB3EB1">
        <w:rPr>
          <w:rFonts w:cs="Arial"/>
          <w:b/>
          <w:bCs/>
          <w:kern w:val="28"/>
          <w:sz w:val="32"/>
          <w:szCs w:val="32"/>
        </w:rPr>
        <w:t>30</w:t>
      </w:r>
      <w:r w:rsidRPr="00CB3EB1">
        <w:rPr>
          <w:rFonts w:cs="Arial"/>
          <w:b/>
          <w:bCs/>
          <w:kern w:val="28"/>
          <w:sz w:val="32"/>
          <w:szCs w:val="32"/>
        </w:rPr>
        <w:t>.1</w:t>
      </w:r>
      <w:r w:rsidR="007F4CBF" w:rsidRPr="00CB3EB1">
        <w:rPr>
          <w:rFonts w:cs="Arial"/>
          <w:b/>
          <w:bCs/>
          <w:kern w:val="28"/>
          <w:sz w:val="32"/>
          <w:szCs w:val="32"/>
        </w:rPr>
        <w:t>1</w:t>
      </w:r>
      <w:r w:rsidR="00F932E9" w:rsidRPr="00CB3EB1">
        <w:rPr>
          <w:rFonts w:cs="Arial"/>
          <w:b/>
          <w:bCs/>
          <w:kern w:val="28"/>
          <w:sz w:val="32"/>
          <w:szCs w:val="32"/>
        </w:rPr>
        <w:t>.201</w:t>
      </w:r>
      <w:r w:rsidR="007F4CBF" w:rsidRPr="00CB3EB1">
        <w:rPr>
          <w:rFonts w:cs="Arial"/>
          <w:b/>
          <w:bCs/>
          <w:kern w:val="28"/>
          <w:sz w:val="32"/>
          <w:szCs w:val="32"/>
        </w:rPr>
        <w:t>8</w:t>
      </w:r>
      <w:r w:rsidR="00F932E9" w:rsidRPr="00CB3EB1">
        <w:rPr>
          <w:rFonts w:cs="Arial"/>
          <w:b/>
          <w:bCs/>
          <w:kern w:val="28"/>
          <w:sz w:val="32"/>
          <w:szCs w:val="32"/>
        </w:rPr>
        <w:t xml:space="preserve"> года  № </w:t>
      </w:r>
      <w:r w:rsidR="007F4CBF" w:rsidRPr="00CB3EB1">
        <w:rPr>
          <w:rFonts w:cs="Arial"/>
          <w:b/>
          <w:bCs/>
          <w:kern w:val="28"/>
          <w:sz w:val="32"/>
          <w:szCs w:val="32"/>
        </w:rPr>
        <w:t>201</w:t>
      </w:r>
    </w:p>
    <w:p w:rsidR="00F932E9" w:rsidRPr="00CB3EB1" w:rsidRDefault="00F932E9" w:rsidP="00CB3EB1">
      <w:pPr>
        <w:widowControl w:val="0"/>
        <w:autoSpaceDE w:val="0"/>
        <w:autoSpaceDN w:val="0"/>
        <w:adjustRightInd w:val="0"/>
      </w:pPr>
    </w:p>
    <w:p w:rsidR="00F932E9" w:rsidRPr="00CB3EB1" w:rsidRDefault="00F932E9" w:rsidP="00CB3EB1">
      <w:pPr>
        <w:widowControl w:val="0"/>
        <w:autoSpaceDE w:val="0"/>
        <w:autoSpaceDN w:val="0"/>
        <w:adjustRightInd w:val="0"/>
      </w:pPr>
    </w:p>
    <w:p w:rsidR="00F932E9" w:rsidRPr="00CB3EB1" w:rsidRDefault="00F932E9" w:rsidP="00CB3EB1">
      <w:pPr>
        <w:widowControl w:val="0"/>
        <w:autoSpaceDE w:val="0"/>
        <w:autoSpaceDN w:val="0"/>
        <w:adjustRightInd w:val="0"/>
      </w:pPr>
      <w:bookmarkStart w:id="0" w:name="_GoBack"/>
      <w:bookmarkEnd w:id="0"/>
      <w:proofErr w:type="gramStart"/>
      <w:r w:rsidRPr="00CB3EB1">
        <w:t xml:space="preserve">Рассмотрев представленные предложения о внесении изменений и дополнений в решение Думы Упоровского муниципального района № </w:t>
      </w:r>
      <w:r w:rsidR="007F4CBF" w:rsidRPr="00CB3EB1">
        <w:t>201 от 30</w:t>
      </w:r>
      <w:r w:rsidRPr="00CB3EB1">
        <w:t xml:space="preserve"> </w:t>
      </w:r>
      <w:r w:rsidR="007F4CBF" w:rsidRPr="00CB3EB1">
        <w:t>ноября</w:t>
      </w:r>
      <w:r w:rsidRPr="00CB3EB1">
        <w:t xml:space="preserve"> 201</w:t>
      </w:r>
      <w:r w:rsidR="007F4CBF" w:rsidRPr="00CB3EB1">
        <w:t>8</w:t>
      </w:r>
      <w:r w:rsidRPr="00CB3EB1">
        <w:t xml:space="preserve"> года  «О бюджете Упоровского муниципального района на 201</w:t>
      </w:r>
      <w:r w:rsidR="007F4CBF" w:rsidRPr="00CB3EB1">
        <w:t>9 год и на плановый период 2020 и 2021</w:t>
      </w:r>
      <w:r w:rsidRPr="00CB3EB1">
        <w:t xml:space="preserve"> годов», </w:t>
      </w:r>
      <w:r w:rsidR="00E57F70" w:rsidRPr="00CB3EB1">
        <w:t>с учетом внесенных изменений и дополнений решени</w:t>
      </w:r>
      <w:r w:rsidR="002C105A" w:rsidRPr="00CB3EB1">
        <w:t>ями</w:t>
      </w:r>
      <w:r w:rsidR="00E57F70" w:rsidRPr="00CB3EB1">
        <w:t xml:space="preserve"> Думы Упоровского муниципального района № 222 от 01 марта 2019 года,</w:t>
      </w:r>
      <w:r w:rsidR="002C105A" w:rsidRPr="00CB3EB1">
        <w:t xml:space="preserve"> № 231 от 29 апреля 2019 года,</w:t>
      </w:r>
      <w:r w:rsidR="00E57F70" w:rsidRPr="00CB3EB1">
        <w:t xml:space="preserve"> </w:t>
      </w:r>
      <w:r w:rsidR="000E7082" w:rsidRPr="00CB3EB1">
        <w:t>№ 237</w:t>
      </w:r>
      <w:proofErr w:type="gramEnd"/>
      <w:r w:rsidR="000E7082" w:rsidRPr="00CB3EB1">
        <w:t xml:space="preserve"> от 10 июня 2019 года,</w:t>
      </w:r>
      <w:r w:rsidR="004A02CE" w:rsidRPr="00CB3EB1">
        <w:t xml:space="preserve"> № 242 от 24 июля 2019 года,</w:t>
      </w:r>
      <w:r w:rsidR="000E7082" w:rsidRPr="00CB3EB1">
        <w:t xml:space="preserve"> </w:t>
      </w:r>
      <w:r w:rsidRPr="00CB3EB1">
        <w:t>Дума Упоровского муниципального района решила:</w:t>
      </w:r>
    </w:p>
    <w:p w:rsidR="00F932E9" w:rsidRPr="00CB3EB1" w:rsidRDefault="00F932E9" w:rsidP="00CB3EB1">
      <w:pPr>
        <w:widowControl w:val="0"/>
        <w:autoSpaceDE w:val="0"/>
        <w:autoSpaceDN w:val="0"/>
        <w:adjustRightInd w:val="0"/>
      </w:pPr>
    </w:p>
    <w:p w:rsidR="00F932E9" w:rsidRPr="00CB3EB1" w:rsidRDefault="00F932E9" w:rsidP="00CB3EB1">
      <w:pPr>
        <w:widowControl w:val="0"/>
        <w:autoSpaceDE w:val="0"/>
        <w:autoSpaceDN w:val="0"/>
        <w:adjustRightInd w:val="0"/>
        <w:ind w:firstLine="708"/>
      </w:pPr>
      <w:r w:rsidRPr="00CB3EB1">
        <w:t xml:space="preserve">1. </w:t>
      </w:r>
      <w:proofErr w:type="gramStart"/>
      <w:r w:rsidRPr="00CB3EB1">
        <w:t>Утвердить внесенные изменения и дополнения в решение Думы Упоро</w:t>
      </w:r>
      <w:r w:rsidR="00841375" w:rsidRPr="00CB3EB1">
        <w:t xml:space="preserve">вского муниципального района № </w:t>
      </w:r>
      <w:r w:rsidR="007F4CBF" w:rsidRPr="00CB3EB1">
        <w:t>201</w:t>
      </w:r>
      <w:r w:rsidR="00841375" w:rsidRPr="00CB3EB1">
        <w:t xml:space="preserve"> от </w:t>
      </w:r>
      <w:r w:rsidR="007F4CBF" w:rsidRPr="00CB3EB1">
        <w:t>30</w:t>
      </w:r>
      <w:r w:rsidRPr="00CB3EB1">
        <w:t xml:space="preserve"> </w:t>
      </w:r>
      <w:r w:rsidR="007F4CBF" w:rsidRPr="00CB3EB1">
        <w:t>ноября</w:t>
      </w:r>
      <w:r w:rsidRPr="00CB3EB1">
        <w:t xml:space="preserve"> 201</w:t>
      </w:r>
      <w:r w:rsidR="007F4CBF" w:rsidRPr="00CB3EB1">
        <w:t>8</w:t>
      </w:r>
      <w:r w:rsidRPr="00CB3EB1">
        <w:t xml:space="preserve"> года «О бюджете Упоровского муниципального района на 201</w:t>
      </w:r>
      <w:r w:rsidR="007F4CBF" w:rsidRPr="00CB3EB1">
        <w:t>9</w:t>
      </w:r>
      <w:r w:rsidRPr="00CB3EB1">
        <w:t xml:space="preserve"> год и на пла</w:t>
      </w:r>
      <w:r w:rsidR="00760A06" w:rsidRPr="00CB3EB1">
        <w:t>новый период 20</w:t>
      </w:r>
      <w:r w:rsidR="007F4CBF" w:rsidRPr="00CB3EB1">
        <w:t>20</w:t>
      </w:r>
      <w:r w:rsidR="00760A06" w:rsidRPr="00CB3EB1">
        <w:t xml:space="preserve"> и 20</w:t>
      </w:r>
      <w:r w:rsidR="00841375" w:rsidRPr="00CB3EB1">
        <w:t>2</w:t>
      </w:r>
      <w:r w:rsidR="007F4CBF" w:rsidRPr="00CB3EB1">
        <w:t>1</w:t>
      </w:r>
      <w:r w:rsidR="00760A06" w:rsidRPr="00CB3EB1">
        <w:t xml:space="preserve"> годов»</w:t>
      </w:r>
      <w:r w:rsidR="00B41F88" w:rsidRPr="00CB3EB1">
        <w:t xml:space="preserve">, </w:t>
      </w:r>
      <w:r w:rsidR="00E57F70" w:rsidRPr="00CB3EB1">
        <w:t>с учетом внесенны</w:t>
      </w:r>
      <w:r w:rsidR="002C105A" w:rsidRPr="00CB3EB1">
        <w:t>х изменений и дополнений решениями</w:t>
      </w:r>
      <w:r w:rsidR="00E57F70" w:rsidRPr="00CB3EB1">
        <w:t xml:space="preserve"> Думы Упоровского муниципального района № 222 от 01 марта 2019 года, </w:t>
      </w:r>
      <w:r w:rsidR="002C105A" w:rsidRPr="00CB3EB1">
        <w:t xml:space="preserve">№ 231 от 29 апреля 2019 года, </w:t>
      </w:r>
      <w:r w:rsidR="00B4241D" w:rsidRPr="00CB3EB1">
        <w:t>№ 237 от 10 июня</w:t>
      </w:r>
      <w:proofErr w:type="gramEnd"/>
      <w:r w:rsidR="00B4241D" w:rsidRPr="00CB3EB1">
        <w:t xml:space="preserve"> 2019 года, </w:t>
      </w:r>
      <w:r w:rsidR="004A02CE" w:rsidRPr="00CB3EB1">
        <w:t xml:space="preserve">№ 242 от 24 июля 2019 года, </w:t>
      </w:r>
      <w:r w:rsidRPr="00CB3EB1">
        <w:t>согласно приложению № 1.</w:t>
      </w:r>
    </w:p>
    <w:p w:rsidR="00F932E9" w:rsidRPr="00CB3EB1" w:rsidRDefault="00F932E9" w:rsidP="00CB3EB1">
      <w:pPr>
        <w:widowControl w:val="0"/>
        <w:autoSpaceDE w:val="0"/>
        <w:autoSpaceDN w:val="0"/>
        <w:adjustRightInd w:val="0"/>
        <w:ind w:firstLine="708"/>
      </w:pPr>
      <w:r w:rsidRPr="00CB3EB1">
        <w:t>2. Опубликовать данное решение в газете «Знамя правды».</w:t>
      </w:r>
    </w:p>
    <w:p w:rsidR="00F932E9" w:rsidRPr="00CB3EB1" w:rsidRDefault="00F932E9" w:rsidP="00CB3EB1">
      <w:pPr>
        <w:widowControl w:val="0"/>
        <w:autoSpaceDE w:val="0"/>
        <w:autoSpaceDN w:val="0"/>
        <w:adjustRightInd w:val="0"/>
        <w:ind w:firstLine="708"/>
      </w:pPr>
    </w:p>
    <w:p w:rsidR="00F932E9" w:rsidRPr="00CB3EB1" w:rsidRDefault="00F932E9" w:rsidP="00CB3EB1">
      <w:pPr>
        <w:widowControl w:val="0"/>
        <w:autoSpaceDE w:val="0"/>
        <w:autoSpaceDN w:val="0"/>
        <w:adjustRightInd w:val="0"/>
      </w:pPr>
    </w:p>
    <w:p w:rsidR="00F932E9" w:rsidRPr="00CB3EB1" w:rsidRDefault="00F932E9" w:rsidP="00CB3EB1">
      <w:pPr>
        <w:ind w:firstLine="540"/>
      </w:pPr>
      <w:r w:rsidRPr="00CB3EB1">
        <w:t>Председатель Думы                                                                           Н.А. Ершова</w:t>
      </w:r>
    </w:p>
    <w:p w:rsidR="00F932E9" w:rsidRPr="00CB3EB1" w:rsidRDefault="00F932E9" w:rsidP="00CB3EB1"/>
    <w:p w:rsidR="00F932E9" w:rsidRPr="00CB3EB1" w:rsidRDefault="00F932E9" w:rsidP="00CB3EB1"/>
    <w:p w:rsidR="00F932E9" w:rsidRPr="00CB3EB1" w:rsidRDefault="00F932E9" w:rsidP="00CB3EB1">
      <w:pPr>
        <w:ind w:firstLine="540"/>
      </w:pPr>
      <w:r w:rsidRPr="00CB3EB1">
        <w:t>Согласовано:</w:t>
      </w:r>
    </w:p>
    <w:p w:rsidR="00F932E9" w:rsidRPr="00CB3EB1" w:rsidRDefault="00F932E9" w:rsidP="00CB3EB1">
      <w:pPr>
        <w:ind w:firstLine="540"/>
      </w:pPr>
      <w:r w:rsidRPr="00CB3EB1">
        <w:t>Глава Упоровского</w:t>
      </w:r>
      <w:r w:rsidR="00D57A94" w:rsidRPr="00CB3EB1">
        <w:t xml:space="preserve"> </w:t>
      </w:r>
      <w:proofErr w:type="gramStart"/>
      <w:r w:rsidRPr="00CB3EB1">
        <w:t>муниципального</w:t>
      </w:r>
      <w:proofErr w:type="gramEnd"/>
    </w:p>
    <w:p w:rsidR="00F932E9" w:rsidRPr="00CB3EB1" w:rsidRDefault="00F932E9" w:rsidP="00CB3EB1">
      <w:pPr>
        <w:ind w:firstLine="540"/>
      </w:pPr>
      <w:r w:rsidRPr="00CB3EB1">
        <w:t>района</w:t>
      </w:r>
    </w:p>
    <w:p w:rsidR="00F932E9" w:rsidRPr="00CB3EB1" w:rsidRDefault="00F932E9" w:rsidP="00CB3EB1">
      <w:pPr>
        <w:ind w:firstLine="540"/>
      </w:pPr>
      <w:r w:rsidRPr="00CB3EB1">
        <w:t>_______________ Л.Н. Сауков</w:t>
      </w:r>
    </w:p>
    <w:p w:rsidR="00F932E9" w:rsidRPr="00CB3EB1" w:rsidRDefault="00F932E9" w:rsidP="00CB3EB1">
      <w:pPr>
        <w:widowControl w:val="0"/>
        <w:autoSpaceDE w:val="0"/>
        <w:autoSpaceDN w:val="0"/>
        <w:adjustRightInd w:val="0"/>
        <w:ind w:firstLine="539"/>
      </w:pPr>
    </w:p>
    <w:p w:rsidR="004A02CE" w:rsidRPr="00CB3EB1" w:rsidRDefault="004A02CE" w:rsidP="00CB3EB1">
      <w:pPr>
        <w:widowControl w:val="0"/>
        <w:autoSpaceDE w:val="0"/>
        <w:autoSpaceDN w:val="0"/>
        <w:adjustRightInd w:val="0"/>
        <w:ind w:firstLine="539"/>
      </w:pPr>
    </w:p>
    <w:p w:rsidR="00F932E9" w:rsidRPr="00CB3EB1" w:rsidRDefault="00F932E9" w:rsidP="00CB3EB1">
      <w:pPr>
        <w:widowControl w:val="0"/>
        <w:autoSpaceDE w:val="0"/>
        <w:autoSpaceDN w:val="0"/>
        <w:adjustRightInd w:val="0"/>
        <w:ind w:firstLine="539"/>
        <w:jc w:val="right"/>
      </w:pPr>
      <w:r w:rsidRPr="00CB3EB1">
        <w:t xml:space="preserve">Приложение № 1 </w:t>
      </w:r>
    </w:p>
    <w:p w:rsidR="00F932E9" w:rsidRPr="00CB3EB1" w:rsidRDefault="00F932E9" w:rsidP="00CB3EB1">
      <w:pPr>
        <w:widowControl w:val="0"/>
        <w:autoSpaceDE w:val="0"/>
        <w:autoSpaceDN w:val="0"/>
        <w:adjustRightInd w:val="0"/>
        <w:ind w:firstLine="539"/>
        <w:jc w:val="right"/>
      </w:pPr>
      <w:r w:rsidRPr="00CB3EB1">
        <w:t>к решению Думы Упоровского</w:t>
      </w:r>
    </w:p>
    <w:p w:rsidR="00F932E9" w:rsidRPr="00CB3EB1" w:rsidRDefault="00F932E9" w:rsidP="00CB3EB1">
      <w:pPr>
        <w:widowControl w:val="0"/>
        <w:autoSpaceDE w:val="0"/>
        <w:autoSpaceDN w:val="0"/>
        <w:adjustRightInd w:val="0"/>
        <w:ind w:firstLine="539"/>
        <w:jc w:val="right"/>
      </w:pPr>
      <w:r w:rsidRPr="00CB3EB1">
        <w:t xml:space="preserve">муниципального района «О внесении </w:t>
      </w:r>
    </w:p>
    <w:p w:rsidR="00F932E9" w:rsidRPr="00CB3EB1" w:rsidRDefault="00F932E9" w:rsidP="00CB3EB1">
      <w:pPr>
        <w:widowControl w:val="0"/>
        <w:autoSpaceDE w:val="0"/>
        <w:autoSpaceDN w:val="0"/>
        <w:adjustRightInd w:val="0"/>
        <w:ind w:firstLine="539"/>
        <w:jc w:val="right"/>
      </w:pPr>
      <w:r w:rsidRPr="00CB3EB1">
        <w:t xml:space="preserve">изменений и дополнений в решение </w:t>
      </w:r>
    </w:p>
    <w:p w:rsidR="00F932E9" w:rsidRPr="00CB3EB1" w:rsidRDefault="00F932E9" w:rsidP="00CB3EB1">
      <w:pPr>
        <w:widowControl w:val="0"/>
        <w:autoSpaceDE w:val="0"/>
        <w:autoSpaceDN w:val="0"/>
        <w:adjustRightInd w:val="0"/>
        <w:ind w:firstLine="539"/>
        <w:jc w:val="right"/>
      </w:pPr>
      <w:r w:rsidRPr="00CB3EB1">
        <w:t>Думы Упоровского</w:t>
      </w:r>
      <w:r w:rsidR="008942F8" w:rsidRPr="00CB3EB1">
        <w:t xml:space="preserve"> </w:t>
      </w:r>
      <w:proofErr w:type="gramStart"/>
      <w:r w:rsidRPr="00CB3EB1">
        <w:t>муниципального</w:t>
      </w:r>
      <w:proofErr w:type="gramEnd"/>
    </w:p>
    <w:p w:rsidR="00F932E9" w:rsidRPr="00CB3EB1" w:rsidRDefault="00F932E9" w:rsidP="00CB3EB1">
      <w:pPr>
        <w:widowControl w:val="0"/>
        <w:autoSpaceDE w:val="0"/>
        <w:autoSpaceDN w:val="0"/>
        <w:adjustRightInd w:val="0"/>
        <w:ind w:firstLine="539"/>
        <w:jc w:val="right"/>
      </w:pPr>
      <w:r w:rsidRPr="00CB3EB1">
        <w:t xml:space="preserve"> района «О бюджете  Упоровского</w:t>
      </w:r>
    </w:p>
    <w:p w:rsidR="00F932E9" w:rsidRPr="00CB3EB1" w:rsidRDefault="00F932E9" w:rsidP="00CB3EB1">
      <w:pPr>
        <w:widowControl w:val="0"/>
        <w:autoSpaceDE w:val="0"/>
        <w:autoSpaceDN w:val="0"/>
        <w:adjustRightInd w:val="0"/>
        <w:ind w:firstLine="539"/>
        <w:jc w:val="right"/>
      </w:pPr>
      <w:r w:rsidRPr="00CB3EB1">
        <w:t xml:space="preserve"> муниципального района на 201</w:t>
      </w:r>
      <w:r w:rsidR="007E46BE" w:rsidRPr="00CB3EB1">
        <w:t>9</w:t>
      </w:r>
      <w:r w:rsidRPr="00CB3EB1">
        <w:t xml:space="preserve"> год </w:t>
      </w:r>
    </w:p>
    <w:p w:rsidR="00F932E9" w:rsidRPr="00CB3EB1" w:rsidRDefault="007E46BE" w:rsidP="00CB3EB1">
      <w:pPr>
        <w:widowControl w:val="0"/>
        <w:autoSpaceDE w:val="0"/>
        <w:autoSpaceDN w:val="0"/>
        <w:adjustRightInd w:val="0"/>
        <w:ind w:firstLine="539"/>
        <w:jc w:val="right"/>
      </w:pPr>
      <w:r w:rsidRPr="00CB3EB1">
        <w:t>и на плановый период 2020</w:t>
      </w:r>
      <w:r w:rsidR="00841375" w:rsidRPr="00CB3EB1">
        <w:t xml:space="preserve"> и 202</w:t>
      </w:r>
      <w:r w:rsidRPr="00CB3EB1">
        <w:t>1</w:t>
      </w:r>
      <w:r w:rsidR="00F932E9" w:rsidRPr="00CB3EB1">
        <w:t xml:space="preserve"> годов»</w:t>
      </w:r>
    </w:p>
    <w:p w:rsidR="00F932E9" w:rsidRPr="00CB3EB1" w:rsidRDefault="007E46BE" w:rsidP="00CB3EB1">
      <w:pPr>
        <w:widowControl w:val="0"/>
        <w:autoSpaceDE w:val="0"/>
        <w:autoSpaceDN w:val="0"/>
        <w:adjustRightInd w:val="0"/>
        <w:ind w:firstLine="539"/>
        <w:jc w:val="right"/>
      </w:pPr>
      <w:r w:rsidRPr="00CB3EB1">
        <w:t>от 30</w:t>
      </w:r>
      <w:r w:rsidR="00F932E9" w:rsidRPr="00CB3EB1">
        <w:t>.1</w:t>
      </w:r>
      <w:r w:rsidRPr="00CB3EB1">
        <w:t>1</w:t>
      </w:r>
      <w:r w:rsidR="00F932E9" w:rsidRPr="00CB3EB1">
        <w:t>.201</w:t>
      </w:r>
      <w:r w:rsidRPr="00CB3EB1">
        <w:t>8</w:t>
      </w:r>
      <w:r w:rsidR="00F932E9" w:rsidRPr="00CB3EB1">
        <w:t xml:space="preserve"> г. № </w:t>
      </w:r>
      <w:r w:rsidRPr="00CB3EB1">
        <w:t>201</w:t>
      </w:r>
      <w:r w:rsidR="00A27AA8" w:rsidRPr="00CB3EB1">
        <w:t>»</w:t>
      </w:r>
    </w:p>
    <w:p w:rsidR="00F932E9" w:rsidRPr="00CB3EB1" w:rsidRDefault="00F932E9" w:rsidP="00CB3EB1">
      <w:pPr>
        <w:widowControl w:val="0"/>
        <w:tabs>
          <w:tab w:val="left" w:pos="0"/>
          <w:tab w:val="left" w:pos="5840"/>
        </w:tabs>
        <w:autoSpaceDE w:val="0"/>
        <w:autoSpaceDN w:val="0"/>
        <w:adjustRightInd w:val="0"/>
      </w:pPr>
    </w:p>
    <w:p w:rsidR="00F932E9" w:rsidRPr="00CB3EB1" w:rsidRDefault="00F932E9" w:rsidP="00CB3EB1">
      <w:pPr>
        <w:widowControl w:val="0"/>
        <w:tabs>
          <w:tab w:val="left" w:pos="0"/>
          <w:tab w:val="left" w:pos="5840"/>
        </w:tabs>
        <w:autoSpaceDE w:val="0"/>
        <w:autoSpaceDN w:val="0"/>
        <w:adjustRightInd w:val="0"/>
        <w:spacing w:line="360" w:lineRule="auto"/>
      </w:pPr>
      <w:proofErr w:type="gramStart"/>
      <w:r w:rsidRPr="00CB3EB1">
        <w:lastRenderedPageBreak/>
        <w:t xml:space="preserve">Внести в решение Думы Упоровского муниципального района № </w:t>
      </w:r>
      <w:r w:rsidR="007E46BE" w:rsidRPr="00CB3EB1">
        <w:t>201</w:t>
      </w:r>
      <w:r w:rsidRPr="00CB3EB1">
        <w:t xml:space="preserve"> от </w:t>
      </w:r>
      <w:r w:rsidR="007E46BE" w:rsidRPr="00CB3EB1">
        <w:t>30</w:t>
      </w:r>
      <w:r w:rsidR="00841375" w:rsidRPr="00CB3EB1">
        <w:t xml:space="preserve"> </w:t>
      </w:r>
      <w:r w:rsidR="007E46BE" w:rsidRPr="00CB3EB1">
        <w:t>ноября</w:t>
      </w:r>
      <w:r w:rsidRPr="00CB3EB1">
        <w:t xml:space="preserve"> 201</w:t>
      </w:r>
      <w:r w:rsidR="007E46BE" w:rsidRPr="00CB3EB1">
        <w:t>8</w:t>
      </w:r>
      <w:r w:rsidRPr="00CB3EB1">
        <w:t xml:space="preserve"> года «О бюджете Упоровского муниципального района на 201</w:t>
      </w:r>
      <w:r w:rsidR="007E46BE" w:rsidRPr="00CB3EB1">
        <w:t>9 год и на плановый период 2020</w:t>
      </w:r>
      <w:r w:rsidR="00841375" w:rsidRPr="00CB3EB1">
        <w:t xml:space="preserve"> и 202</w:t>
      </w:r>
      <w:r w:rsidR="007E46BE" w:rsidRPr="00CB3EB1">
        <w:t>1</w:t>
      </w:r>
      <w:r w:rsidR="00760A06" w:rsidRPr="00CB3EB1">
        <w:t xml:space="preserve"> годов»</w:t>
      </w:r>
      <w:r w:rsidR="00B41F88" w:rsidRPr="00CB3EB1">
        <w:t xml:space="preserve">, </w:t>
      </w:r>
      <w:r w:rsidR="00D23BAA" w:rsidRPr="00CB3EB1">
        <w:t>с учетом внесенны</w:t>
      </w:r>
      <w:r w:rsidR="002C105A" w:rsidRPr="00CB3EB1">
        <w:t>х изменений и дополнений решениями</w:t>
      </w:r>
      <w:r w:rsidR="00D23BAA" w:rsidRPr="00CB3EB1">
        <w:t xml:space="preserve"> Думы Упоровского муниципального района № </w:t>
      </w:r>
      <w:r w:rsidR="002C105A" w:rsidRPr="00CB3EB1">
        <w:t>2</w:t>
      </w:r>
      <w:r w:rsidR="00D23BAA" w:rsidRPr="00CB3EB1">
        <w:t xml:space="preserve">22 от 01 марта 2019 года, </w:t>
      </w:r>
      <w:r w:rsidR="002C105A" w:rsidRPr="00CB3EB1">
        <w:t xml:space="preserve">№ 231 от 29 апреля 2019 года, </w:t>
      </w:r>
      <w:r w:rsidR="00B4241D" w:rsidRPr="00CB3EB1">
        <w:t xml:space="preserve">№ 237 от 10 июня 2019 года, </w:t>
      </w:r>
      <w:r w:rsidR="0085111D" w:rsidRPr="00CB3EB1">
        <w:t>№ 242 от</w:t>
      </w:r>
      <w:proofErr w:type="gramEnd"/>
      <w:r w:rsidR="0085111D" w:rsidRPr="00CB3EB1">
        <w:t xml:space="preserve"> 24 июля 2019 года, </w:t>
      </w:r>
      <w:r w:rsidRPr="00CB3EB1">
        <w:t>следующие изменения и дополнения:</w:t>
      </w:r>
    </w:p>
    <w:p w:rsidR="006573A9" w:rsidRPr="00CB3EB1" w:rsidRDefault="00F932E9" w:rsidP="00CB3EB1">
      <w:pPr>
        <w:widowControl w:val="0"/>
        <w:tabs>
          <w:tab w:val="left" w:pos="0"/>
          <w:tab w:val="left" w:pos="5840"/>
        </w:tabs>
        <w:autoSpaceDE w:val="0"/>
        <w:autoSpaceDN w:val="0"/>
        <w:adjustRightInd w:val="0"/>
        <w:spacing w:line="360" w:lineRule="auto"/>
      </w:pPr>
      <w:r w:rsidRPr="00CB3EB1">
        <w:t xml:space="preserve">1. </w:t>
      </w:r>
      <w:r w:rsidR="006573A9" w:rsidRPr="00CB3EB1">
        <w:t>В пункте 1 статьи 1:</w:t>
      </w:r>
    </w:p>
    <w:p w:rsidR="006573A9" w:rsidRPr="00CB3EB1" w:rsidRDefault="006573A9" w:rsidP="00CB3EB1">
      <w:pPr>
        <w:widowControl w:val="0"/>
        <w:tabs>
          <w:tab w:val="left" w:pos="0"/>
          <w:tab w:val="left" w:pos="5840"/>
        </w:tabs>
        <w:autoSpaceDE w:val="0"/>
        <w:autoSpaceDN w:val="0"/>
        <w:adjustRightInd w:val="0"/>
        <w:spacing w:line="360" w:lineRule="auto"/>
      </w:pPr>
      <w:r w:rsidRPr="00CB3EB1">
        <w:t xml:space="preserve">    а) в подпункте 1 цифры «</w:t>
      </w:r>
      <w:r w:rsidR="00E05CDE" w:rsidRPr="00CB3EB1">
        <w:t>8</w:t>
      </w:r>
      <w:r w:rsidR="00303715" w:rsidRPr="00CB3EB1">
        <w:t>62879</w:t>
      </w:r>
      <w:r w:rsidR="00BD2440" w:rsidRPr="00CB3EB1">
        <w:t>» заменить цифрами «</w:t>
      </w:r>
      <w:r w:rsidR="00303715" w:rsidRPr="00CB3EB1">
        <w:t>906558</w:t>
      </w:r>
      <w:r w:rsidR="00D36821" w:rsidRPr="00CB3EB1">
        <w:t>»;</w:t>
      </w:r>
    </w:p>
    <w:p w:rsidR="00D36821" w:rsidRPr="00CB3EB1" w:rsidRDefault="00D36821" w:rsidP="00CB3EB1">
      <w:pPr>
        <w:widowControl w:val="0"/>
        <w:tabs>
          <w:tab w:val="left" w:pos="0"/>
          <w:tab w:val="left" w:pos="5840"/>
        </w:tabs>
        <w:autoSpaceDE w:val="0"/>
        <w:autoSpaceDN w:val="0"/>
        <w:adjustRightInd w:val="0"/>
        <w:spacing w:line="360" w:lineRule="auto"/>
      </w:pPr>
      <w:r w:rsidRPr="00CB3EB1">
        <w:t xml:space="preserve">    б) в подпункте 2 цифры «</w:t>
      </w:r>
      <w:r w:rsidR="00303715" w:rsidRPr="00CB3EB1">
        <w:t>911908</w:t>
      </w:r>
      <w:r w:rsidRPr="00CB3EB1">
        <w:t>» заменить цифрами «</w:t>
      </w:r>
      <w:r w:rsidR="005B7DD4" w:rsidRPr="00CB3EB1">
        <w:t>955993</w:t>
      </w:r>
      <w:r w:rsidR="009F2E14" w:rsidRPr="00CB3EB1">
        <w:t>»</w:t>
      </w:r>
      <w:r w:rsidR="000C64C7" w:rsidRPr="00CB3EB1">
        <w:t>;</w:t>
      </w:r>
    </w:p>
    <w:p w:rsidR="000C64C7" w:rsidRPr="00CB3EB1" w:rsidRDefault="00CA647A" w:rsidP="00CB3EB1">
      <w:pPr>
        <w:widowControl w:val="0"/>
        <w:tabs>
          <w:tab w:val="left" w:pos="0"/>
          <w:tab w:val="left" w:pos="5840"/>
        </w:tabs>
        <w:autoSpaceDE w:val="0"/>
        <w:autoSpaceDN w:val="0"/>
        <w:adjustRightInd w:val="0"/>
        <w:spacing w:line="360" w:lineRule="auto"/>
      </w:pPr>
      <w:r w:rsidRPr="00CB3EB1">
        <w:t xml:space="preserve">    в) в подпункте 5 цифр</w:t>
      </w:r>
      <w:r w:rsidR="003A002B" w:rsidRPr="00CB3EB1">
        <w:t>ы</w:t>
      </w:r>
      <w:r w:rsidRPr="00CB3EB1">
        <w:t xml:space="preserve"> «</w:t>
      </w:r>
      <w:r w:rsidR="00D25023" w:rsidRPr="00CB3EB1">
        <w:t>4</w:t>
      </w:r>
      <w:r w:rsidR="005B7DD4" w:rsidRPr="00CB3EB1">
        <w:t>9029</w:t>
      </w:r>
      <w:r w:rsidRPr="00CB3EB1">
        <w:t>» заменить цифр</w:t>
      </w:r>
      <w:r w:rsidR="004940FB" w:rsidRPr="00CB3EB1">
        <w:t>ами</w:t>
      </w:r>
      <w:r w:rsidRPr="00CB3EB1">
        <w:t xml:space="preserve"> «</w:t>
      </w:r>
      <w:r w:rsidR="00487054" w:rsidRPr="00CB3EB1">
        <w:t>4</w:t>
      </w:r>
      <w:r w:rsidR="00B84AFD" w:rsidRPr="00CB3EB1">
        <w:t>9</w:t>
      </w:r>
      <w:r w:rsidR="005B7DD4" w:rsidRPr="00CB3EB1">
        <w:t>435</w:t>
      </w:r>
      <w:r w:rsidRPr="00CB3EB1">
        <w:t>».</w:t>
      </w:r>
    </w:p>
    <w:p w:rsidR="002E6373" w:rsidRPr="00CB3EB1" w:rsidRDefault="002E6373" w:rsidP="00CB3EB1">
      <w:pPr>
        <w:widowControl w:val="0"/>
        <w:tabs>
          <w:tab w:val="left" w:pos="0"/>
          <w:tab w:val="left" w:pos="5840"/>
        </w:tabs>
        <w:autoSpaceDE w:val="0"/>
        <w:autoSpaceDN w:val="0"/>
        <w:adjustRightInd w:val="0"/>
        <w:spacing w:line="360" w:lineRule="auto"/>
      </w:pPr>
      <w:r w:rsidRPr="00CB3EB1">
        <w:t xml:space="preserve">2. В пункте 2 статьи 1: </w:t>
      </w:r>
    </w:p>
    <w:p w:rsidR="002E6373" w:rsidRPr="00CB3EB1" w:rsidRDefault="002E6373" w:rsidP="00CB3EB1">
      <w:pPr>
        <w:widowControl w:val="0"/>
        <w:tabs>
          <w:tab w:val="left" w:pos="0"/>
          <w:tab w:val="left" w:pos="5840"/>
        </w:tabs>
        <w:autoSpaceDE w:val="0"/>
        <w:autoSpaceDN w:val="0"/>
        <w:adjustRightInd w:val="0"/>
        <w:spacing w:line="360" w:lineRule="auto"/>
        <w:ind w:firstLine="851"/>
      </w:pPr>
      <w:r w:rsidRPr="00CB3EB1">
        <w:t>а) в подпункте 1:</w:t>
      </w:r>
    </w:p>
    <w:p w:rsidR="002E6373" w:rsidRPr="00CB3EB1" w:rsidRDefault="002E6373" w:rsidP="00CB3EB1">
      <w:pPr>
        <w:widowControl w:val="0"/>
        <w:tabs>
          <w:tab w:val="left" w:pos="0"/>
          <w:tab w:val="left" w:pos="5840"/>
        </w:tabs>
        <w:autoSpaceDE w:val="0"/>
        <w:autoSpaceDN w:val="0"/>
        <w:adjustRightInd w:val="0"/>
        <w:spacing w:line="360" w:lineRule="auto"/>
        <w:ind w:firstLine="851"/>
      </w:pPr>
      <w:r w:rsidRPr="00CB3EB1">
        <w:t>- после слов «на 2020 год в сумме» цифры «815207» заменить цифрами «810117»;</w:t>
      </w:r>
    </w:p>
    <w:p w:rsidR="002E6373" w:rsidRPr="00CB3EB1" w:rsidRDefault="002E6373" w:rsidP="00CB3EB1">
      <w:pPr>
        <w:widowControl w:val="0"/>
        <w:tabs>
          <w:tab w:val="left" w:pos="0"/>
          <w:tab w:val="left" w:pos="5840"/>
        </w:tabs>
        <w:autoSpaceDE w:val="0"/>
        <w:autoSpaceDN w:val="0"/>
        <w:adjustRightInd w:val="0"/>
        <w:spacing w:line="360" w:lineRule="auto"/>
        <w:ind w:firstLine="851"/>
      </w:pPr>
      <w:r w:rsidRPr="00CB3EB1">
        <w:t>- после слов «на 2021 год в сумме» цифры «83</w:t>
      </w:r>
      <w:r w:rsidR="0062281F" w:rsidRPr="00CB3EB1">
        <w:t>7867</w:t>
      </w:r>
      <w:r w:rsidRPr="00CB3EB1">
        <w:t>» заменить цифрами «83</w:t>
      </w:r>
      <w:r w:rsidR="0062281F" w:rsidRPr="00CB3EB1">
        <w:t>2777</w:t>
      </w:r>
      <w:r w:rsidRPr="00CB3EB1">
        <w:t>»;</w:t>
      </w:r>
    </w:p>
    <w:p w:rsidR="002E6373" w:rsidRPr="00CB3EB1" w:rsidRDefault="002E6373" w:rsidP="00CB3EB1">
      <w:pPr>
        <w:widowControl w:val="0"/>
        <w:tabs>
          <w:tab w:val="left" w:pos="0"/>
          <w:tab w:val="left" w:pos="5840"/>
        </w:tabs>
        <w:autoSpaceDE w:val="0"/>
        <w:autoSpaceDN w:val="0"/>
        <w:adjustRightInd w:val="0"/>
        <w:spacing w:line="360" w:lineRule="auto"/>
        <w:ind w:firstLine="851"/>
      </w:pPr>
      <w:r w:rsidRPr="00CB3EB1">
        <w:t>б) в подпункте 2:</w:t>
      </w:r>
    </w:p>
    <w:p w:rsidR="002E6373" w:rsidRPr="00CB3EB1" w:rsidRDefault="002E6373" w:rsidP="00CB3EB1">
      <w:pPr>
        <w:widowControl w:val="0"/>
        <w:tabs>
          <w:tab w:val="left" w:pos="0"/>
          <w:tab w:val="left" w:pos="5840"/>
        </w:tabs>
        <w:autoSpaceDE w:val="0"/>
        <w:autoSpaceDN w:val="0"/>
        <w:adjustRightInd w:val="0"/>
        <w:spacing w:line="360" w:lineRule="auto"/>
        <w:ind w:firstLine="851"/>
      </w:pPr>
      <w:r w:rsidRPr="00CB3EB1">
        <w:t>- после слов «на 2020 год в сумме» цифры «81</w:t>
      </w:r>
      <w:r w:rsidR="0062281F" w:rsidRPr="00CB3EB1">
        <w:t>5207</w:t>
      </w:r>
      <w:r w:rsidRPr="00CB3EB1">
        <w:t>» заменить цифрами «81</w:t>
      </w:r>
      <w:r w:rsidR="0062281F" w:rsidRPr="00CB3EB1">
        <w:t>0117</w:t>
      </w:r>
      <w:r w:rsidRPr="00CB3EB1">
        <w:t>»;</w:t>
      </w:r>
    </w:p>
    <w:p w:rsidR="002E6373" w:rsidRPr="00CB3EB1" w:rsidRDefault="002E6373" w:rsidP="00CB3EB1">
      <w:pPr>
        <w:widowControl w:val="0"/>
        <w:tabs>
          <w:tab w:val="left" w:pos="0"/>
          <w:tab w:val="left" w:pos="5840"/>
        </w:tabs>
        <w:autoSpaceDE w:val="0"/>
        <w:autoSpaceDN w:val="0"/>
        <w:adjustRightInd w:val="0"/>
        <w:spacing w:line="360" w:lineRule="auto"/>
        <w:ind w:firstLine="851"/>
      </w:pPr>
      <w:r w:rsidRPr="00CB3EB1">
        <w:t>- после слов «на 2021 год в сумме» цифры «83</w:t>
      </w:r>
      <w:r w:rsidR="0062281F" w:rsidRPr="00CB3EB1">
        <w:t>7867</w:t>
      </w:r>
      <w:r w:rsidRPr="00CB3EB1">
        <w:t>» заменить цифрами «83</w:t>
      </w:r>
      <w:r w:rsidR="0062281F" w:rsidRPr="00CB3EB1">
        <w:t>2777</w:t>
      </w:r>
      <w:r w:rsidRPr="00CB3EB1">
        <w:t>».</w:t>
      </w:r>
    </w:p>
    <w:p w:rsidR="00E96268" w:rsidRPr="00CB3EB1" w:rsidRDefault="0062281F" w:rsidP="00CB3EB1">
      <w:pPr>
        <w:widowControl w:val="0"/>
        <w:tabs>
          <w:tab w:val="left" w:pos="0"/>
          <w:tab w:val="left" w:pos="5840"/>
        </w:tabs>
        <w:autoSpaceDE w:val="0"/>
        <w:autoSpaceDN w:val="0"/>
        <w:adjustRightInd w:val="0"/>
        <w:spacing w:line="360" w:lineRule="auto"/>
      </w:pPr>
      <w:r w:rsidRPr="00CB3EB1">
        <w:t>3</w:t>
      </w:r>
      <w:r w:rsidR="00063D0D" w:rsidRPr="00CB3EB1">
        <w:t>.</w:t>
      </w:r>
      <w:r w:rsidR="002C4211" w:rsidRPr="00CB3EB1">
        <w:t xml:space="preserve"> </w:t>
      </w:r>
      <w:r w:rsidR="00E96268" w:rsidRPr="00CB3EB1">
        <w:t>Приложение № 1 изложить в следующей редакции:</w:t>
      </w:r>
    </w:p>
    <w:tbl>
      <w:tblPr>
        <w:tblW w:w="10280" w:type="dxa"/>
        <w:tblInd w:w="93" w:type="dxa"/>
        <w:tblLook w:val="04A0" w:firstRow="1" w:lastRow="0" w:firstColumn="1" w:lastColumn="0" w:noHBand="0" w:noVBand="1"/>
      </w:tblPr>
      <w:tblGrid>
        <w:gridCol w:w="5000"/>
        <w:gridCol w:w="3380"/>
        <w:gridCol w:w="1900"/>
      </w:tblGrid>
      <w:tr w:rsidR="0062281F" w:rsidRPr="0062281F" w:rsidTr="0062281F">
        <w:trPr>
          <w:trHeight w:val="660"/>
        </w:trPr>
        <w:tc>
          <w:tcPr>
            <w:tcW w:w="10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281F" w:rsidRPr="0062281F" w:rsidRDefault="0062281F" w:rsidP="00CB3EB1">
            <w:pPr>
              <w:pStyle w:val="Table0"/>
            </w:pPr>
            <w:r w:rsidRPr="0062281F">
              <w:t>Источники финансирования дефицита бюджета Упоровского муниципального района на 2019 год</w:t>
            </w:r>
          </w:p>
        </w:tc>
      </w:tr>
      <w:tr w:rsidR="0062281F" w:rsidRPr="0062281F" w:rsidTr="0062281F">
        <w:trPr>
          <w:trHeight w:val="225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281F" w:rsidRPr="0062281F" w:rsidRDefault="0062281F" w:rsidP="00CB3EB1">
            <w:pPr>
              <w:pStyle w:val="Table0"/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281F" w:rsidRPr="0062281F" w:rsidRDefault="0062281F" w:rsidP="00CB3EB1">
            <w:pPr>
              <w:pStyle w:val="Table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281F" w:rsidRPr="0062281F" w:rsidRDefault="0062281F" w:rsidP="00CB3EB1">
            <w:pPr>
              <w:pStyle w:val="Table"/>
            </w:pPr>
          </w:p>
        </w:tc>
      </w:tr>
      <w:tr w:rsidR="0062281F" w:rsidRPr="0062281F" w:rsidTr="004F19F3">
        <w:trPr>
          <w:trHeight w:val="428"/>
        </w:trPr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81F" w:rsidRPr="0062281F" w:rsidRDefault="0062281F" w:rsidP="00CB3EB1">
            <w:pPr>
              <w:pStyle w:val="Table"/>
            </w:pPr>
            <w:r w:rsidRPr="0062281F">
              <w:t>Наименование источника</w:t>
            </w: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81F" w:rsidRPr="0062281F" w:rsidRDefault="0062281F" w:rsidP="00CB3EB1">
            <w:pPr>
              <w:pStyle w:val="Table"/>
            </w:pPr>
            <w:r w:rsidRPr="0062281F">
              <w:t>Код бюджетной классификации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81F" w:rsidRPr="0062281F" w:rsidRDefault="0062281F" w:rsidP="00CB3EB1">
            <w:pPr>
              <w:pStyle w:val="Table"/>
            </w:pPr>
            <w:r w:rsidRPr="0062281F">
              <w:t>Сумма,         тыс. руб.</w:t>
            </w:r>
          </w:p>
        </w:tc>
      </w:tr>
      <w:tr w:rsidR="0062281F" w:rsidRPr="0062281F" w:rsidTr="004F19F3">
        <w:trPr>
          <w:trHeight w:val="72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81F" w:rsidRPr="0062281F" w:rsidRDefault="0062281F" w:rsidP="00CB3EB1">
            <w:pPr>
              <w:pStyle w:val="Table"/>
            </w:pPr>
            <w:r w:rsidRPr="0062281F">
              <w:t>Источники  внутреннего финансирования  дефицитов  бюджетов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81F" w:rsidRPr="0062281F" w:rsidRDefault="0062281F" w:rsidP="00CB3EB1">
            <w:pPr>
              <w:pStyle w:val="Table"/>
            </w:pPr>
            <w:r w:rsidRPr="0062281F">
              <w:t>000 01 00 00 00 00 0000 000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81F" w:rsidRPr="0062281F" w:rsidRDefault="0062281F" w:rsidP="00CB3EB1">
            <w:pPr>
              <w:pStyle w:val="Table"/>
            </w:pPr>
            <w:r w:rsidRPr="0062281F">
              <w:t>49 435</w:t>
            </w:r>
          </w:p>
        </w:tc>
      </w:tr>
      <w:tr w:rsidR="0062281F" w:rsidRPr="0062281F" w:rsidTr="004F19F3">
        <w:trPr>
          <w:trHeight w:val="276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81F" w:rsidRPr="0062281F" w:rsidRDefault="0062281F" w:rsidP="00CB3EB1">
            <w:pPr>
              <w:pStyle w:val="Table"/>
            </w:pPr>
            <w:r w:rsidRPr="0062281F">
              <w:t>Изменение остатков средств на счетах по учету средств  бюджетов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81F" w:rsidRPr="0062281F" w:rsidRDefault="0062281F" w:rsidP="00CB3EB1">
            <w:pPr>
              <w:pStyle w:val="Table"/>
            </w:pPr>
            <w:r w:rsidRPr="0062281F">
              <w:t>288 01 05 00 00 00 0000 000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81F" w:rsidRPr="0062281F" w:rsidRDefault="0062281F" w:rsidP="00CB3EB1">
            <w:pPr>
              <w:pStyle w:val="Table"/>
            </w:pPr>
            <w:r w:rsidRPr="0062281F">
              <w:t>49 435</w:t>
            </w:r>
          </w:p>
        </w:tc>
      </w:tr>
      <w:tr w:rsidR="0062281F" w:rsidRPr="0062281F" w:rsidTr="0062281F">
        <w:trPr>
          <w:trHeight w:val="375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81F" w:rsidRPr="0062281F" w:rsidRDefault="0062281F" w:rsidP="00CB3EB1">
            <w:pPr>
              <w:pStyle w:val="Table"/>
            </w:pPr>
            <w:r w:rsidRPr="0062281F">
              <w:t>Увеличение остатков средств бюджетов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81F" w:rsidRPr="0062281F" w:rsidRDefault="0062281F" w:rsidP="00CB3EB1">
            <w:pPr>
              <w:pStyle w:val="Table"/>
            </w:pPr>
            <w:r w:rsidRPr="0062281F">
              <w:t>288 01 05 00 00 00 0000 500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81F" w:rsidRPr="0062281F" w:rsidRDefault="0062281F" w:rsidP="00CB3EB1">
            <w:pPr>
              <w:pStyle w:val="Table"/>
            </w:pPr>
            <w:r w:rsidRPr="0062281F">
              <w:t>-906 558</w:t>
            </w:r>
          </w:p>
        </w:tc>
      </w:tr>
      <w:tr w:rsidR="0062281F" w:rsidRPr="0062281F" w:rsidTr="0062281F">
        <w:trPr>
          <w:trHeight w:val="720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81F" w:rsidRPr="0062281F" w:rsidRDefault="0062281F" w:rsidP="00CB3EB1">
            <w:pPr>
              <w:pStyle w:val="Table"/>
            </w:pPr>
            <w:r w:rsidRPr="0062281F">
              <w:t>Увеличение прочих остатков денежных  средств бюджетов муниципальных районов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81F" w:rsidRPr="0062281F" w:rsidRDefault="0062281F" w:rsidP="00CB3EB1">
            <w:pPr>
              <w:pStyle w:val="Table"/>
            </w:pPr>
            <w:r w:rsidRPr="0062281F">
              <w:t>288 01 05 02 01 05 0000 510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81F" w:rsidRPr="0062281F" w:rsidRDefault="0062281F" w:rsidP="00CB3EB1">
            <w:pPr>
              <w:pStyle w:val="Table"/>
            </w:pPr>
            <w:r w:rsidRPr="0062281F">
              <w:t>-906 558</w:t>
            </w:r>
          </w:p>
        </w:tc>
      </w:tr>
      <w:tr w:rsidR="0062281F" w:rsidRPr="0062281F" w:rsidTr="004F19F3">
        <w:trPr>
          <w:trHeight w:val="201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81F" w:rsidRPr="0062281F" w:rsidRDefault="0062281F" w:rsidP="00CB3EB1">
            <w:pPr>
              <w:pStyle w:val="Table"/>
            </w:pPr>
            <w:r w:rsidRPr="0062281F">
              <w:t>Уменьшение остатков средств бюджетов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81F" w:rsidRPr="0062281F" w:rsidRDefault="0062281F" w:rsidP="00CB3EB1">
            <w:pPr>
              <w:pStyle w:val="Table"/>
            </w:pPr>
            <w:r w:rsidRPr="0062281F">
              <w:t>288 01 05 00 00 00 0000 600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81F" w:rsidRPr="0062281F" w:rsidRDefault="0062281F" w:rsidP="00CB3EB1">
            <w:pPr>
              <w:pStyle w:val="Table"/>
            </w:pPr>
            <w:r w:rsidRPr="0062281F">
              <w:t xml:space="preserve">          955 993   </w:t>
            </w:r>
          </w:p>
        </w:tc>
      </w:tr>
      <w:tr w:rsidR="0062281F" w:rsidRPr="0062281F" w:rsidTr="0062281F">
        <w:trPr>
          <w:trHeight w:val="648"/>
        </w:trPr>
        <w:tc>
          <w:tcPr>
            <w:tcW w:w="5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81F" w:rsidRPr="0062281F" w:rsidRDefault="0062281F" w:rsidP="00CB3EB1">
            <w:pPr>
              <w:pStyle w:val="Table"/>
            </w:pPr>
            <w:r w:rsidRPr="0062281F">
              <w:t>Уменьшение  прочих  остатков  денежных средств бюджетов муниципальных районов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81F" w:rsidRPr="0062281F" w:rsidRDefault="0062281F" w:rsidP="00CB3EB1">
            <w:pPr>
              <w:pStyle w:val="Table"/>
            </w:pPr>
            <w:r w:rsidRPr="0062281F">
              <w:t>288 01 05 02 01 05 0000 610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81F" w:rsidRPr="0062281F" w:rsidRDefault="0062281F" w:rsidP="00CB3EB1">
            <w:pPr>
              <w:pStyle w:val="Table"/>
            </w:pPr>
            <w:r w:rsidRPr="0062281F">
              <w:t>955 993</w:t>
            </w:r>
          </w:p>
        </w:tc>
      </w:tr>
    </w:tbl>
    <w:p w:rsidR="0062281F" w:rsidRPr="00CB3EB1" w:rsidRDefault="0062281F" w:rsidP="00CB3EB1">
      <w:pPr>
        <w:widowControl w:val="0"/>
        <w:tabs>
          <w:tab w:val="left" w:pos="0"/>
          <w:tab w:val="left" w:pos="5840"/>
        </w:tabs>
        <w:autoSpaceDE w:val="0"/>
        <w:autoSpaceDN w:val="0"/>
        <w:adjustRightInd w:val="0"/>
        <w:spacing w:line="360" w:lineRule="auto"/>
      </w:pPr>
      <w:r w:rsidRPr="00CB3EB1">
        <w:t>4. Приложение № 2 изложить в следующей редакции:</w:t>
      </w: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4551"/>
        <w:gridCol w:w="3380"/>
        <w:gridCol w:w="1298"/>
        <w:gridCol w:w="1418"/>
      </w:tblGrid>
      <w:tr w:rsidR="0062281F" w:rsidRPr="0062281F" w:rsidTr="004F19F3">
        <w:trPr>
          <w:trHeight w:val="333"/>
        </w:trPr>
        <w:tc>
          <w:tcPr>
            <w:tcW w:w="10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281F" w:rsidRPr="0062281F" w:rsidRDefault="0062281F" w:rsidP="00CB3EB1">
            <w:pPr>
              <w:pStyle w:val="Table0"/>
            </w:pPr>
            <w:r w:rsidRPr="0062281F">
              <w:t xml:space="preserve">Источники финансирования дефицита бюджета Упоровского муниципального района </w:t>
            </w:r>
          </w:p>
        </w:tc>
      </w:tr>
      <w:tr w:rsidR="0062281F" w:rsidRPr="0062281F" w:rsidTr="0062281F">
        <w:trPr>
          <w:trHeight w:val="248"/>
        </w:trPr>
        <w:tc>
          <w:tcPr>
            <w:tcW w:w="10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281F" w:rsidRPr="0062281F" w:rsidRDefault="0062281F" w:rsidP="00CB3EB1">
            <w:pPr>
              <w:pStyle w:val="Table0"/>
            </w:pPr>
            <w:r w:rsidRPr="0062281F">
              <w:t>на плановый период 2020 и 2021 годов</w:t>
            </w:r>
          </w:p>
        </w:tc>
      </w:tr>
      <w:tr w:rsidR="0062281F" w:rsidRPr="0062281F" w:rsidTr="0062281F">
        <w:trPr>
          <w:trHeight w:val="39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281F" w:rsidRPr="0062281F" w:rsidRDefault="0062281F" w:rsidP="00CB3EB1">
            <w:pPr>
              <w:pStyle w:val="Table"/>
            </w:pPr>
          </w:p>
        </w:tc>
        <w:tc>
          <w:tcPr>
            <w:tcW w:w="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281F" w:rsidRPr="0062281F" w:rsidRDefault="0062281F" w:rsidP="00CB3EB1">
            <w:pPr>
              <w:pStyle w:val="Table"/>
            </w:pPr>
          </w:p>
        </w:tc>
        <w:tc>
          <w:tcPr>
            <w:tcW w:w="27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2281F" w:rsidRPr="0062281F" w:rsidRDefault="0062281F" w:rsidP="00CB3EB1">
            <w:pPr>
              <w:pStyle w:val="Table"/>
            </w:pPr>
            <w:r w:rsidRPr="0062281F">
              <w:t xml:space="preserve">           (тыс. руб.)</w:t>
            </w:r>
          </w:p>
        </w:tc>
      </w:tr>
      <w:tr w:rsidR="0062281F" w:rsidRPr="0062281F" w:rsidTr="0062281F">
        <w:trPr>
          <w:trHeight w:val="420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81F" w:rsidRPr="0062281F" w:rsidRDefault="0062281F" w:rsidP="00CB3EB1">
            <w:pPr>
              <w:pStyle w:val="Table"/>
            </w:pPr>
            <w:r w:rsidRPr="0062281F">
              <w:t>Наименование источника</w:t>
            </w:r>
          </w:p>
        </w:tc>
        <w:tc>
          <w:tcPr>
            <w:tcW w:w="3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81F" w:rsidRPr="0062281F" w:rsidRDefault="0062281F" w:rsidP="00CB3EB1">
            <w:pPr>
              <w:pStyle w:val="Table"/>
            </w:pPr>
            <w:r w:rsidRPr="0062281F">
              <w:t>Код бюджетной классификации</w:t>
            </w:r>
          </w:p>
        </w:tc>
        <w:tc>
          <w:tcPr>
            <w:tcW w:w="2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81F" w:rsidRPr="0062281F" w:rsidRDefault="0062281F" w:rsidP="00CB3EB1">
            <w:pPr>
              <w:pStyle w:val="Table"/>
            </w:pPr>
            <w:r w:rsidRPr="0062281F">
              <w:t>Плановый период</w:t>
            </w:r>
          </w:p>
        </w:tc>
      </w:tr>
      <w:tr w:rsidR="0062281F" w:rsidRPr="0062281F" w:rsidTr="004F19F3">
        <w:trPr>
          <w:trHeight w:val="314"/>
        </w:trPr>
        <w:tc>
          <w:tcPr>
            <w:tcW w:w="4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281F" w:rsidRPr="0062281F" w:rsidRDefault="0062281F" w:rsidP="00CB3EB1">
            <w:pPr>
              <w:pStyle w:val="Table"/>
            </w:pPr>
          </w:p>
        </w:tc>
        <w:tc>
          <w:tcPr>
            <w:tcW w:w="3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281F" w:rsidRPr="0062281F" w:rsidRDefault="0062281F" w:rsidP="00CB3EB1">
            <w:pPr>
              <w:pStyle w:val="Table"/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81F" w:rsidRPr="0062281F" w:rsidRDefault="0062281F" w:rsidP="00CB3EB1">
            <w:pPr>
              <w:pStyle w:val="Table"/>
            </w:pPr>
            <w:r w:rsidRPr="0062281F">
              <w:t>2020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81F" w:rsidRPr="0062281F" w:rsidRDefault="0062281F" w:rsidP="00CB3EB1">
            <w:pPr>
              <w:pStyle w:val="Table"/>
            </w:pPr>
            <w:r w:rsidRPr="0062281F">
              <w:t>2021 год</w:t>
            </w:r>
          </w:p>
        </w:tc>
      </w:tr>
      <w:tr w:rsidR="0062281F" w:rsidRPr="0062281F" w:rsidTr="004F19F3">
        <w:trPr>
          <w:trHeight w:val="83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81F" w:rsidRPr="0062281F" w:rsidRDefault="0062281F" w:rsidP="00CB3EB1">
            <w:pPr>
              <w:pStyle w:val="Table"/>
            </w:pPr>
            <w:r w:rsidRPr="0062281F">
              <w:lastRenderedPageBreak/>
              <w:t>Источники  внутреннего финансирования  дефицитов  бюджетов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81F" w:rsidRPr="0062281F" w:rsidRDefault="0062281F" w:rsidP="00CB3EB1">
            <w:pPr>
              <w:pStyle w:val="Table"/>
            </w:pPr>
            <w:r w:rsidRPr="0062281F">
              <w:t>000 01 00 00 00 00 0000 000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81F" w:rsidRPr="0062281F" w:rsidRDefault="0062281F" w:rsidP="00CB3EB1">
            <w:pPr>
              <w:pStyle w:val="Table"/>
            </w:pPr>
            <w:r w:rsidRPr="0062281F"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81F" w:rsidRPr="0062281F" w:rsidRDefault="0062281F" w:rsidP="00CB3EB1">
            <w:pPr>
              <w:pStyle w:val="Table"/>
            </w:pPr>
            <w:r w:rsidRPr="0062281F">
              <w:t>0</w:t>
            </w:r>
          </w:p>
        </w:tc>
      </w:tr>
      <w:tr w:rsidR="0062281F" w:rsidRPr="0062281F" w:rsidTr="004F19F3">
        <w:trPr>
          <w:trHeight w:val="41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81F" w:rsidRPr="0062281F" w:rsidRDefault="0062281F" w:rsidP="00CB3EB1">
            <w:pPr>
              <w:pStyle w:val="Table"/>
            </w:pPr>
            <w:r w:rsidRPr="0062281F">
              <w:t>Изменение остатков средств на счетах по учету средств  бюджетов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81F" w:rsidRPr="0062281F" w:rsidRDefault="0062281F" w:rsidP="00CB3EB1">
            <w:pPr>
              <w:pStyle w:val="Table"/>
            </w:pPr>
            <w:r w:rsidRPr="0062281F">
              <w:t>288 01 05 00 00 00 0000 000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81F" w:rsidRPr="0062281F" w:rsidRDefault="0062281F" w:rsidP="00CB3EB1">
            <w:pPr>
              <w:pStyle w:val="Table"/>
            </w:pPr>
            <w:r w:rsidRPr="0062281F"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81F" w:rsidRPr="0062281F" w:rsidRDefault="0062281F" w:rsidP="00CB3EB1">
            <w:pPr>
              <w:pStyle w:val="Table"/>
            </w:pPr>
            <w:r w:rsidRPr="0062281F">
              <w:t>0</w:t>
            </w:r>
          </w:p>
        </w:tc>
      </w:tr>
      <w:tr w:rsidR="0062281F" w:rsidRPr="0062281F" w:rsidTr="0062281F">
        <w:trPr>
          <w:trHeight w:val="40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81F" w:rsidRPr="0062281F" w:rsidRDefault="0062281F" w:rsidP="00CB3EB1">
            <w:pPr>
              <w:pStyle w:val="Table"/>
            </w:pPr>
            <w:r w:rsidRPr="0062281F">
              <w:t>Увеличение остатков средств бюджетов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81F" w:rsidRPr="0062281F" w:rsidRDefault="0062281F" w:rsidP="00CB3EB1">
            <w:pPr>
              <w:pStyle w:val="Table"/>
            </w:pPr>
            <w:r w:rsidRPr="0062281F">
              <w:t>288 01 05 00 00 00 0000 500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81F" w:rsidRPr="0062281F" w:rsidRDefault="0062281F" w:rsidP="00CB3EB1">
            <w:pPr>
              <w:pStyle w:val="Table"/>
            </w:pPr>
            <w:r w:rsidRPr="0062281F">
              <w:t>-810 117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81F" w:rsidRPr="0062281F" w:rsidRDefault="0062281F" w:rsidP="00CB3EB1">
            <w:pPr>
              <w:pStyle w:val="Table"/>
            </w:pPr>
            <w:r w:rsidRPr="0062281F">
              <w:t>-832 777</w:t>
            </w:r>
          </w:p>
        </w:tc>
      </w:tr>
      <w:tr w:rsidR="0062281F" w:rsidRPr="0062281F" w:rsidTr="004F19F3">
        <w:trPr>
          <w:trHeight w:val="858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81F" w:rsidRPr="0062281F" w:rsidRDefault="0062281F" w:rsidP="00CB3EB1">
            <w:pPr>
              <w:pStyle w:val="Table"/>
            </w:pPr>
            <w:r w:rsidRPr="0062281F">
              <w:t>Увеличение  прочих  остатков денежных  средств  бюджетов муниципальных районов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81F" w:rsidRPr="0062281F" w:rsidRDefault="0062281F" w:rsidP="00CB3EB1">
            <w:pPr>
              <w:pStyle w:val="Table"/>
            </w:pPr>
            <w:r w:rsidRPr="0062281F">
              <w:t>288 01 05 02 01 05 0000 510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81F" w:rsidRPr="0062281F" w:rsidRDefault="0062281F" w:rsidP="00CB3EB1">
            <w:pPr>
              <w:pStyle w:val="Table"/>
            </w:pPr>
            <w:r w:rsidRPr="0062281F">
              <w:t>-810 117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81F" w:rsidRPr="0062281F" w:rsidRDefault="0062281F" w:rsidP="00CB3EB1">
            <w:pPr>
              <w:pStyle w:val="Table"/>
            </w:pPr>
            <w:r w:rsidRPr="0062281F">
              <w:t>-832 777</w:t>
            </w:r>
          </w:p>
        </w:tc>
      </w:tr>
      <w:tr w:rsidR="0062281F" w:rsidRPr="0062281F" w:rsidTr="0062281F">
        <w:trPr>
          <w:trHeight w:val="3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81F" w:rsidRPr="0062281F" w:rsidRDefault="0062281F" w:rsidP="00CB3EB1">
            <w:pPr>
              <w:pStyle w:val="Table"/>
            </w:pPr>
            <w:r w:rsidRPr="0062281F">
              <w:t>Уменьшение остатков средств бюджетов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81F" w:rsidRPr="0062281F" w:rsidRDefault="0062281F" w:rsidP="00CB3EB1">
            <w:pPr>
              <w:pStyle w:val="Table"/>
            </w:pPr>
            <w:r w:rsidRPr="0062281F">
              <w:t>288 01 05 00 00 00 0000 600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81F" w:rsidRPr="0062281F" w:rsidRDefault="0062281F" w:rsidP="00CB3EB1">
            <w:pPr>
              <w:pStyle w:val="Table"/>
            </w:pPr>
            <w:r w:rsidRPr="0062281F">
              <w:t>810 117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81F" w:rsidRPr="0062281F" w:rsidRDefault="0062281F" w:rsidP="00CB3EB1">
            <w:pPr>
              <w:pStyle w:val="Table"/>
            </w:pPr>
            <w:r w:rsidRPr="0062281F">
              <w:t>832 777</w:t>
            </w:r>
          </w:p>
        </w:tc>
      </w:tr>
      <w:tr w:rsidR="0062281F" w:rsidRPr="0062281F" w:rsidTr="004F19F3">
        <w:trPr>
          <w:trHeight w:val="694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81F" w:rsidRPr="0062281F" w:rsidRDefault="0062281F" w:rsidP="00CB3EB1">
            <w:pPr>
              <w:pStyle w:val="Table"/>
            </w:pPr>
            <w:r w:rsidRPr="0062281F">
              <w:t>Уменьшение  прочих  остатков  денежных средств бюджетов муниципальных районов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81F" w:rsidRPr="0062281F" w:rsidRDefault="0062281F" w:rsidP="00CB3EB1">
            <w:pPr>
              <w:pStyle w:val="Table"/>
            </w:pPr>
            <w:r w:rsidRPr="0062281F">
              <w:t>288 01 05 02 01 05 0000 610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81F" w:rsidRPr="0062281F" w:rsidRDefault="0062281F" w:rsidP="00CB3EB1">
            <w:pPr>
              <w:pStyle w:val="Table"/>
            </w:pPr>
            <w:r w:rsidRPr="0062281F">
              <w:t>810 117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281F" w:rsidRPr="0062281F" w:rsidRDefault="0062281F" w:rsidP="00CB3EB1">
            <w:pPr>
              <w:pStyle w:val="Table"/>
            </w:pPr>
            <w:r w:rsidRPr="0062281F">
              <w:t>832 777</w:t>
            </w:r>
          </w:p>
        </w:tc>
      </w:tr>
    </w:tbl>
    <w:p w:rsidR="0022496C" w:rsidRPr="00CB3EB1" w:rsidRDefault="0062281F" w:rsidP="00CB3EB1">
      <w:pPr>
        <w:widowControl w:val="0"/>
        <w:autoSpaceDE w:val="0"/>
        <w:autoSpaceDN w:val="0"/>
        <w:adjustRightInd w:val="0"/>
        <w:spacing w:line="360" w:lineRule="auto"/>
      </w:pPr>
      <w:r w:rsidRPr="00CB3EB1">
        <w:t>5</w:t>
      </w:r>
      <w:r w:rsidR="008870CF" w:rsidRPr="00CB3EB1">
        <w:t xml:space="preserve">. </w:t>
      </w:r>
      <w:r w:rsidR="0022496C" w:rsidRPr="00CB3EB1">
        <w:t>Приложение № 3 изложить в следующей редакции:</w:t>
      </w:r>
    </w:p>
    <w:tbl>
      <w:tblPr>
        <w:tblW w:w="106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44"/>
        <w:gridCol w:w="350"/>
        <w:gridCol w:w="483"/>
        <w:gridCol w:w="884"/>
        <w:gridCol w:w="483"/>
        <w:gridCol w:w="750"/>
        <w:gridCol w:w="657"/>
        <w:gridCol w:w="1496"/>
      </w:tblGrid>
      <w:tr w:rsidR="00C76574" w:rsidRPr="00C76574" w:rsidTr="00C76574">
        <w:trPr>
          <w:trHeight w:val="690"/>
        </w:trPr>
        <w:tc>
          <w:tcPr>
            <w:tcW w:w="106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574" w:rsidRPr="00C76574" w:rsidRDefault="00C76574" w:rsidP="00CB3EB1">
            <w:pPr>
              <w:pStyle w:val="Table0"/>
            </w:pPr>
            <w:r w:rsidRPr="00C76574">
              <w:t xml:space="preserve">Безвозмездные поступления в бюджет Упоровского муниципального района на 2019 год по группам, подгруппам и статьям бюджетной классификации </w:t>
            </w:r>
          </w:p>
        </w:tc>
      </w:tr>
      <w:tr w:rsidR="00C76574" w:rsidRPr="00C76574" w:rsidTr="004F19F3">
        <w:trPr>
          <w:trHeight w:val="138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574" w:rsidRPr="00C76574" w:rsidRDefault="00C76574" w:rsidP="00CB3EB1">
            <w:pPr>
              <w:pStyle w:val="Table0"/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574" w:rsidRPr="00C76574" w:rsidRDefault="00C76574" w:rsidP="00CB3EB1">
            <w:pPr>
              <w:pStyle w:val="Table0"/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574" w:rsidRPr="00C76574" w:rsidRDefault="00C76574" w:rsidP="00CB3EB1">
            <w:pPr>
              <w:pStyle w:val="Table0"/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574" w:rsidRPr="00C76574" w:rsidRDefault="00C76574" w:rsidP="00CB3EB1">
            <w:pPr>
              <w:pStyle w:val="Table0"/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574" w:rsidRPr="00C76574" w:rsidRDefault="00C76574" w:rsidP="00CB3EB1">
            <w:pPr>
              <w:pStyle w:val="Table0"/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574" w:rsidRPr="00C76574" w:rsidRDefault="00C76574" w:rsidP="00CB3EB1">
            <w:pPr>
              <w:pStyle w:val="Table0"/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574" w:rsidRPr="00C76574" w:rsidRDefault="00C76574" w:rsidP="00CB3EB1">
            <w:pPr>
              <w:pStyle w:val="Table"/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6574" w:rsidRPr="00C76574" w:rsidRDefault="00C76574" w:rsidP="00CB3EB1">
            <w:pPr>
              <w:pStyle w:val="Table"/>
            </w:pPr>
          </w:p>
        </w:tc>
      </w:tr>
      <w:tr w:rsidR="00C76574" w:rsidRPr="00C76574" w:rsidTr="00C76574">
        <w:trPr>
          <w:trHeight w:val="285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Наименование поступлений</w:t>
            </w:r>
          </w:p>
        </w:tc>
        <w:tc>
          <w:tcPr>
            <w:tcW w:w="360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Код бюджетной                 классификации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Сумма,</w:t>
            </w:r>
            <w:r w:rsidRPr="00C76574">
              <w:br/>
            </w:r>
            <w:proofErr w:type="spellStart"/>
            <w:r w:rsidRPr="00C76574">
              <w:t>тыс</w:t>
            </w:r>
            <w:proofErr w:type="gramStart"/>
            <w:r w:rsidRPr="00C76574">
              <w:t>.р</w:t>
            </w:r>
            <w:proofErr w:type="gramEnd"/>
            <w:r w:rsidRPr="00C76574">
              <w:t>уб</w:t>
            </w:r>
            <w:proofErr w:type="spellEnd"/>
            <w:r w:rsidRPr="00C76574">
              <w:t>.</w:t>
            </w:r>
          </w:p>
        </w:tc>
      </w:tr>
      <w:tr w:rsidR="00C76574" w:rsidRPr="00C76574" w:rsidTr="004F19F3">
        <w:trPr>
          <w:trHeight w:val="277"/>
        </w:trPr>
        <w:tc>
          <w:tcPr>
            <w:tcW w:w="5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6574" w:rsidRPr="00C76574" w:rsidRDefault="00C76574" w:rsidP="00CB3EB1">
            <w:pPr>
              <w:pStyle w:val="Table"/>
            </w:pPr>
          </w:p>
        </w:tc>
        <w:tc>
          <w:tcPr>
            <w:tcW w:w="360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6574" w:rsidRPr="00C76574" w:rsidRDefault="00C76574" w:rsidP="00CB3EB1">
            <w:pPr>
              <w:pStyle w:val="Table"/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574" w:rsidRPr="00C76574" w:rsidRDefault="00C76574" w:rsidP="00CB3EB1">
            <w:pPr>
              <w:pStyle w:val="Table"/>
            </w:pPr>
          </w:p>
        </w:tc>
      </w:tr>
      <w:tr w:rsidR="00C76574" w:rsidRPr="00C76574" w:rsidTr="004F19F3">
        <w:trPr>
          <w:trHeight w:val="40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БЕЗВОЗМЕЗДНЫЕ ПОСТУПЛЕНИЯ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 xml:space="preserve">      675 685   </w:t>
            </w:r>
          </w:p>
        </w:tc>
      </w:tr>
      <w:tr w:rsidR="00C76574" w:rsidRPr="00C76574" w:rsidTr="00C76574">
        <w:trPr>
          <w:trHeight w:val="94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 xml:space="preserve">      681 750   </w:t>
            </w:r>
          </w:p>
        </w:tc>
      </w:tr>
      <w:tr w:rsidR="00C76574" w:rsidRPr="00C76574" w:rsidTr="00C76574">
        <w:trPr>
          <w:trHeight w:val="6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 xml:space="preserve">Дотации бюджетам бюджетной системы Российской Федерации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10000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150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 xml:space="preserve">     113 708   </w:t>
            </w:r>
          </w:p>
        </w:tc>
      </w:tr>
      <w:tr w:rsidR="00C76574" w:rsidRPr="00C76574" w:rsidTr="004F19F3">
        <w:trPr>
          <w:trHeight w:val="578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15001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150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 xml:space="preserve">      113 708   </w:t>
            </w:r>
          </w:p>
        </w:tc>
      </w:tr>
      <w:tr w:rsidR="00C76574" w:rsidRPr="00C76574" w:rsidTr="00C76574">
        <w:trPr>
          <w:trHeight w:val="696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20000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150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 xml:space="preserve">      248 289   </w:t>
            </w:r>
          </w:p>
        </w:tc>
      </w:tr>
      <w:tr w:rsidR="00C76574" w:rsidRPr="00C76574" w:rsidTr="004F19F3">
        <w:trPr>
          <w:trHeight w:val="13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 xml:space="preserve">Субсидии бюджетам муниципальных районов на </w:t>
            </w:r>
            <w:proofErr w:type="spellStart"/>
            <w:r w:rsidRPr="00C76574">
              <w:t>софинансирование</w:t>
            </w:r>
            <w:proofErr w:type="spellEnd"/>
            <w:r w:rsidRPr="00C76574">
              <w:t xml:space="preserve"> капитальных вложений в объекты муниципальной собственности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20077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150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 xml:space="preserve">          4 200   </w:t>
            </w:r>
          </w:p>
        </w:tc>
      </w:tr>
      <w:tr w:rsidR="00C76574" w:rsidRPr="00C76574" w:rsidTr="00C76574">
        <w:trPr>
          <w:trHeight w:val="190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20302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150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 xml:space="preserve">          8 699   </w:t>
            </w:r>
          </w:p>
        </w:tc>
      </w:tr>
      <w:tr w:rsidR="00C76574" w:rsidRPr="00C76574" w:rsidTr="00C76574">
        <w:trPr>
          <w:trHeight w:val="6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25497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150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 xml:space="preserve">          3 663   </w:t>
            </w:r>
          </w:p>
        </w:tc>
      </w:tr>
      <w:tr w:rsidR="00C76574" w:rsidRPr="00C76574" w:rsidTr="004F19F3">
        <w:trPr>
          <w:trHeight w:val="493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Субсидия бюджетам муниципальных районов на поддержку отрасли культуры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25519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150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 xml:space="preserve">          1 050   </w:t>
            </w:r>
          </w:p>
        </w:tc>
      </w:tr>
      <w:tr w:rsidR="00C76574" w:rsidRPr="00C76574" w:rsidTr="00C76574">
        <w:trPr>
          <w:trHeight w:val="68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Субсидии бюджетам муниципальных районов на обеспечение устойчивого развития сельских территорий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02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25567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150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 xml:space="preserve">          9 938   </w:t>
            </w:r>
          </w:p>
        </w:tc>
      </w:tr>
      <w:tr w:rsidR="00C76574" w:rsidRPr="00C76574" w:rsidTr="00C76574">
        <w:trPr>
          <w:trHeight w:val="3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 xml:space="preserve">Прочие субсидии бюджетам муниципальных </w:t>
            </w:r>
            <w:r w:rsidRPr="00C76574">
              <w:lastRenderedPageBreak/>
              <w:t>районов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lastRenderedPageBreak/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02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29999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150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 xml:space="preserve">      220 739   </w:t>
            </w:r>
          </w:p>
        </w:tc>
      </w:tr>
      <w:tr w:rsidR="00C76574" w:rsidRPr="00C76574" w:rsidTr="004F19F3">
        <w:trPr>
          <w:trHeight w:val="50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lastRenderedPageBreak/>
              <w:t xml:space="preserve">Субвенции бюджетам бюджетной системы Российской Федерации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30000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150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 xml:space="preserve">      265 782   </w:t>
            </w:r>
          </w:p>
        </w:tc>
      </w:tr>
      <w:tr w:rsidR="00C76574" w:rsidRPr="00C76574" w:rsidTr="00C76574">
        <w:trPr>
          <w:trHeight w:val="91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30024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150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 xml:space="preserve">      255 199   </w:t>
            </w:r>
          </w:p>
        </w:tc>
      </w:tr>
      <w:tr w:rsidR="00C76574" w:rsidRPr="00C76574" w:rsidTr="00C76574">
        <w:trPr>
          <w:trHeight w:val="16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30029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150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 xml:space="preserve">          6 717   </w:t>
            </w:r>
          </w:p>
        </w:tc>
      </w:tr>
      <w:tr w:rsidR="00C76574" w:rsidRPr="00C76574" w:rsidTr="00C76574">
        <w:trPr>
          <w:trHeight w:val="9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35118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150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 xml:space="preserve">          1 737   </w:t>
            </w:r>
          </w:p>
        </w:tc>
      </w:tr>
      <w:tr w:rsidR="00C76574" w:rsidRPr="00C76574" w:rsidTr="00C76574">
        <w:trPr>
          <w:trHeight w:val="9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Субвенции бюджетам муниципальных районов на 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35543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150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 xml:space="preserve">               153   </w:t>
            </w:r>
          </w:p>
        </w:tc>
      </w:tr>
      <w:tr w:rsidR="00C76574" w:rsidRPr="00C76574" w:rsidTr="00C76574">
        <w:trPr>
          <w:trHeight w:val="67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35930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150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 xml:space="preserve">          1 976   </w:t>
            </w:r>
          </w:p>
        </w:tc>
      </w:tr>
      <w:tr w:rsidR="00C76574" w:rsidRPr="00C76574" w:rsidTr="00C76574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Иные межбюджетные трансферты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40000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150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 xml:space="preserve">        53 971   </w:t>
            </w:r>
          </w:p>
        </w:tc>
      </w:tr>
      <w:tr w:rsidR="00C76574" w:rsidRPr="00C76574" w:rsidTr="00C76574">
        <w:trPr>
          <w:trHeight w:val="159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40014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150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 xml:space="preserve">         4 551   </w:t>
            </w:r>
          </w:p>
        </w:tc>
      </w:tr>
      <w:tr w:rsidR="00C76574" w:rsidRPr="00C76574" w:rsidTr="00C76574">
        <w:trPr>
          <w:trHeight w:val="6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49999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150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 xml:space="preserve">        49 420   </w:t>
            </w:r>
          </w:p>
        </w:tc>
      </w:tr>
      <w:tr w:rsidR="00C76574" w:rsidRPr="00C76574" w:rsidTr="00FB1FFA">
        <w:trPr>
          <w:trHeight w:val="187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Прочие безвозмездные поступления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 xml:space="preserve">               530   </w:t>
            </w:r>
          </w:p>
        </w:tc>
      </w:tr>
      <w:tr w:rsidR="00C76574" w:rsidRPr="00C76574" w:rsidTr="00FB1FFA">
        <w:trPr>
          <w:trHeight w:val="13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Прочие безвозмездные поступления в бюджеты муниципальных районов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05030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150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 xml:space="preserve">               530   </w:t>
            </w:r>
          </w:p>
        </w:tc>
      </w:tr>
      <w:tr w:rsidR="00C76574" w:rsidRPr="00C76574" w:rsidTr="00C76574">
        <w:trPr>
          <w:trHeight w:val="93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19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-6595</w:t>
            </w:r>
          </w:p>
        </w:tc>
      </w:tr>
      <w:tr w:rsidR="00C76574" w:rsidRPr="00C76574" w:rsidTr="00C76574">
        <w:trPr>
          <w:trHeight w:val="12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Возврат остатков субсидий на реализацию мероприятий федеральной целевой программы "Устойчивое развитие сельских территорий на 2014 - 2017 годы и на период до 2020 года" из бюджетов муниципальных районов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19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25018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150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-1</w:t>
            </w:r>
          </w:p>
        </w:tc>
      </w:tr>
      <w:tr w:rsidR="00C76574" w:rsidRPr="00C76574" w:rsidTr="00C76574">
        <w:trPr>
          <w:trHeight w:val="9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19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60010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150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574" w:rsidRPr="00C76574" w:rsidRDefault="00C76574" w:rsidP="00CB3EB1">
            <w:pPr>
              <w:pStyle w:val="Table"/>
            </w:pPr>
            <w:r w:rsidRPr="00C76574">
              <w:t>-6594</w:t>
            </w:r>
          </w:p>
        </w:tc>
      </w:tr>
    </w:tbl>
    <w:p w:rsidR="00C76574" w:rsidRPr="00CB3EB1" w:rsidRDefault="00C76574" w:rsidP="00CB3EB1">
      <w:pPr>
        <w:widowControl w:val="0"/>
        <w:autoSpaceDE w:val="0"/>
        <w:autoSpaceDN w:val="0"/>
        <w:adjustRightInd w:val="0"/>
        <w:spacing w:line="360" w:lineRule="auto"/>
      </w:pPr>
      <w:r w:rsidRPr="00CB3EB1">
        <w:t>6. Приложение № 4 изложить в следующей редакции:</w:t>
      </w:r>
    </w:p>
    <w:tbl>
      <w:tblPr>
        <w:tblW w:w="10819" w:type="dxa"/>
        <w:tblInd w:w="93" w:type="dxa"/>
        <w:tblLook w:val="04A0" w:firstRow="1" w:lastRow="0" w:firstColumn="1" w:lastColumn="0" w:noHBand="0" w:noVBand="1"/>
      </w:tblPr>
      <w:tblGrid>
        <w:gridCol w:w="4693"/>
        <w:gridCol w:w="350"/>
        <w:gridCol w:w="483"/>
        <w:gridCol w:w="884"/>
        <w:gridCol w:w="483"/>
        <w:gridCol w:w="750"/>
        <w:gridCol w:w="656"/>
        <w:gridCol w:w="1280"/>
        <w:gridCol w:w="1240"/>
      </w:tblGrid>
      <w:tr w:rsidR="00F02DA4" w:rsidRPr="00F02DA4" w:rsidTr="00F02DA4">
        <w:trPr>
          <w:trHeight w:val="660"/>
        </w:trPr>
        <w:tc>
          <w:tcPr>
            <w:tcW w:w="108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2DA4" w:rsidRPr="00F02DA4" w:rsidRDefault="00F02DA4" w:rsidP="00CB3EB1">
            <w:pPr>
              <w:pStyle w:val="Table0"/>
            </w:pPr>
            <w:r w:rsidRPr="00F02DA4">
              <w:lastRenderedPageBreak/>
              <w:t xml:space="preserve">Безвозмездные поступления в бюджет Упоровского муниципального района на плановый период 2020 и 2021 годов по группам, подгруппам и статьям бюджетной классификации </w:t>
            </w:r>
          </w:p>
        </w:tc>
      </w:tr>
      <w:tr w:rsidR="00F02DA4" w:rsidRPr="00F02DA4" w:rsidTr="00F02DA4">
        <w:trPr>
          <w:trHeight w:val="31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2DA4" w:rsidRPr="00F02DA4" w:rsidRDefault="00F02DA4" w:rsidP="00CB3EB1">
            <w:pPr>
              <w:pStyle w:val="Table0"/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2DA4" w:rsidRPr="00F02DA4" w:rsidRDefault="00F02DA4" w:rsidP="00CB3EB1">
            <w:pPr>
              <w:pStyle w:val="Table0"/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2DA4" w:rsidRPr="00F02DA4" w:rsidRDefault="00F02DA4" w:rsidP="00CB3EB1">
            <w:pPr>
              <w:pStyle w:val="Table0"/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2DA4" w:rsidRPr="00F02DA4" w:rsidRDefault="00F02DA4" w:rsidP="00CB3EB1">
            <w:pPr>
              <w:pStyle w:val="Table0"/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2DA4" w:rsidRPr="00F02DA4" w:rsidRDefault="00F02DA4" w:rsidP="00CB3EB1">
            <w:pPr>
              <w:pStyle w:val="Table0"/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2DA4" w:rsidRPr="00F02DA4" w:rsidRDefault="00F02DA4" w:rsidP="00CB3EB1">
            <w:pPr>
              <w:pStyle w:val="Table0"/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2DA4" w:rsidRPr="00F02DA4" w:rsidRDefault="00F02DA4" w:rsidP="00CB3EB1">
            <w:pPr>
              <w:pStyle w:val="Table0"/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2DA4" w:rsidRPr="00F02DA4" w:rsidRDefault="00F02DA4" w:rsidP="00CB3EB1">
            <w:pPr>
              <w:pStyle w:val="Table"/>
              <w:rPr>
                <w:rFonts w:ascii="Arial CYR" w:hAnsi="Arial CYR" w:cs="Arial CYR"/>
              </w:rPr>
            </w:pPr>
            <w:r w:rsidRPr="00F02DA4">
              <w:t xml:space="preserve">(тыс. </w:t>
            </w:r>
            <w:proofErr w:type="spellStart"/>
            <w:r w:rsidRPr="00F02DA4">
              <w:t>руб</w:t>
            </w:r>
            <w:proofErr w:type="spellEnd"/>
            <w:r w:rsidRPr="00F02DA4">
              <w:t>)</w:t>
            </w:r>
          </w:p>
        </w:tc>
      </w:tr>
      <w:tr w:rsidR="00F02DA4" w:rsidRPr="00F02DA4" w:rsidTr="00F02DA4">
        <w:trPr>
          <w:trHeight w:val="390"/>
        </w:trPr>
        <w:tc>
          <w:tcPr>
            <w:tcW w:w="4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Наименование поступлений</w:t>
            </w:r>
          </w:p>
        </w:tc>
        <w:tc>
          <w:tcPr>
            <w:tcW w:w="360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Код бюджетной                 классификации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Плановый период</w:t>
            </w:r>
          </w:p>
        </w:tc>
      </w:tr>
      <w:tr w:rsidR="00F02DA4" w:rsidRPr="00F02DA4" w:rsidTr="00F02DA4">
        <w:trPr>
          <w:trHeight w:val="355"/>
        </w:trPr>
        <w:tc>
          <w:tcPr>
            <w:tcW w:w="4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2DA4" w:rsidRPr="00F02DA4" w:rsidRDefault="00F02DA4" w:rsidP="00CB3EB1">
            <w:pPr>
              <w:pStyle w:val="Table"/>
            </w:pPr>
          </w:p>
        </w:tc>
        <w:tc>
          <w:tcPr>
            <w:tcW w:w="360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2DA4" w:rsidRPr="00F02DA4" w:rsidRDefault="00F02DA4" w:rsidP="00CB3EB1">
            <w:pPr>
              <w:pStyle w:val="Table"/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2020 год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2021 год</w:t>
            </w:r>
          </w:p>
        </w:tc>
      </w:tr>
      <w:tr w:rsidR="00F02DA4" w:rsidRPr="00F02DA4" w:rsidTr="00F02DA4">
        <w:trPr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БЕЗВОЗМЕЗДНЫЕ ПОСТУПЛЕНИЯ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 xml:space="preserve"> 569 431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 xml:space="preserve"> 578 944   </w:t>
            </w:r>
          </w:p>
        </w:tc>
      </w:tr>
      <w:tr w:rsidR="00F02DA4" w:rsidRPr="00F02DA4" w:rsidTr="00F02DA4">
        <w:trPr>
          <w:trHeight w:val="10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00000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 xml:space="preserve"> 569 431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 xml:space="preserve"> 578 944   </w:t>
            </w:r>
          </w:p>
        </w:tc>
      </w:tr>
      <w:tr w:rsidR="00F02DA4" w:rsidRPr="00F02DA4" w:rsidTr="00F02DA4">
        <w:trPr>
          <w:trHeight w:val="64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 xml:space="preserve">Дотации бюджетам бюджетной системы Российской Федерации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10000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 xml:space="preserve">   59 911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 xml:space="preserve">   58 274   </w:t>
            </w:r>
          </w:p>
        </w:tc>
      </w:tr>
      <w:tr w:rsidR="00F02DA4" w:rsidRPr="00F02DA4" w:rsidTr="00F02DA4">
        <w:trPr>
          <w:trHeight w:val="645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15001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 xml:space="preserve">   59 911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58 274</w:t>
            </w:r>
          </w:p>
        </w:tc>
      </w:tr>
      <w:tr w:rsidR="00F02DA4" w:rsidRPr="00F02DA4" w:rsidTr="00F02DA4">
        <w:trPr>
          <w:trHeight w:val="73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20000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 xml:space="preserve"> 238 454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 xml:space="preserve"> 246 593   </w:t>
            </w:r>
          </w:p>
        </w:tc>
      </w:tr>
      <w:tr w:rsidR="00F02DA4" w:rsidRPr="00F02DA4" w:rsidTr="00F02DA4">
        <w:trPr>
          <w:trHeight w:val="3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Прочие субсидии бюджетам муниципальных районов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29999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 xml:space="preserve"> 238 454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246 593</w:t>
            </w:r>
          </w:p>
        </w:tc>
      </w:tr>
      <w:tr w:rsidR="00F02DA4" w:rsidRPr="00F02DA4" w:rsidTr="00F02DA4">
        <w:trPr>
          <w:trHeight w:val="7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 xml:space="preserve">Субвенции бюджетам бюджетной системы Российской Федерации 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30000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 xml:space="preserve"> 266 455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 xml:space="preserve"> 269 466   </w:t>
            </w:r>
          </w:p>
        </w:tc>
      </w:tr>
      <w:tr w:rsidR="00F02DA4" w:rsidRPr="00F02DA4" w:rsidTr="00F02DA4">
        <w:trPr>
          <w:trHeight w:val="99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30024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 xml:space="preserve"> 254 167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257 877</w:t>
            </w:r>
          </w:p>
        </w:tc>
      </w:tr>
      <w:tr w:rsidR="00F02DA4" w:rsidRPr="00F02DA4" w:rsidTr="00F02DA4">
        <w:trPr>
          <w:trHeight w:val="18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30029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 xml:space="preserve">     8 495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8 495</w:t>
            </w:r>
          </w:p>
        </w:tc>
      </w:tr>
      <w:tr w:rsidR="00F02DA4" w:rsidRPr="00F02DA4" w:rsidTr="00F02DA4">
        <w:trPr>
          <w:trHeight w:val="9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35118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 xml:space="preserve">     1 749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 xml:space="preserve">    1 807   </w:t>
            </w:r>
          </w:p>
        </w:tc>
      </w:tr>
      <w:tr w:rsidR="00F02DA4" w:rsidRPr="00F02DA4" w:rsidTr="00F02DA4">
        <w:trPr>
          <w:trHeight w:val="94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35930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 xml:space="preserve">     2 044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 xml:space="preserve">    1 287   </w:t>
            </w:r>
          </w:p>
        </w:tc>
      </w:tr>
      <w:tr w:rsidR="00F02DA4" w:rsidRPr="00F02DA4" w:rsidTr="00F02DA4">
        <w:trPr>
          <w:trHeight w:val="4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Иные межбюджетные трансферты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40000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 xml:space="preserve">     4 611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 xml:space="preserve">    4 611   </w:t>
            </w:r>
          </w:p>
        </w:tc>
      </w:tr>
      <w:tr w:rsidR="00F02DA4" w:rsidRPr="00F02DA4" w:rsidTr="00F02DA4">
        <w:trPr>
          <w:trHeight w:val="164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2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40014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150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 xml:space="preserve">     4 611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 xml:space="preserve">    4 611   </w:t>
            </w:r>
          </w:p>
        </w:tc>
      </w:tr>
    </w:tbl>
    <w:p w:rsidR="00C76574" w:rsidRPr="00E96FEC" w:rsidRDefault="00C76574" w:rsidP="00914EEF">
      <w:pPr>
        <w:widowControl w:val="0"/>
        <w:autoSpaceDE w:val="0"/>
        <w:autoSpaceDN w:val="0"/>
        <w:adjustRightInd w:val="0"/>
        <w:spacing w:line="360" w:lineRule="auto"/>
        <w:rPr>
          <w:rFonts w:cs="Arial"/>
          <w:sz w:val="26"/>
          <w:szCs w:val="26"/>
        </w:rPr>
      </w:pPr>
    </w:p>
    <w:p w:rsidR="00BF2D52" w:rsidRPr="00CB3EB1" w:rsidRDefault="00F02DA4" w:rsidP="00CB3EB1">
      <w:pPr>
        <w:widowControl w:val="0"/>
        <w:autoSpaceDE w:val="0"/>
        <w:autoSpaceDN w:val="0"/>
        <w:adjustRightInd w:val="0"/>
        <w:spacing w:line="360" w:lineRule="auto"/>
      </w:pPr>
      <w:r w:rsidRPr="00CB3EB1">
        <w:lastRenderedPageBreak/>
        <w:t>7</w:t>
      </w:r>
      <w:r w:rsidR="00BF2D52" w:rsidRPr="00CB3EB1">
        <w:t>. Приложение № 5 изложить в следующей редакции:</w:t>
      </w:r>
    </w:p>
    <w:tbl>
      <w:tblPr>
        <w:tblW w:w="10653" w:type="dxa"/>
        <w:tblInd w:w="93" w:type="dxa"/>
        <w:tblLook w:val="04A0" w:firstRow="1" w:lastRow="0" w:firstColumn="1" w:lastColumn="0" w:noHBand="0" w:noVBand="1"/>
      </w:tblPr>
      <w:tblGrid>
        <w:gridCol w:w="2992"/>
        <w:gridCol w:w="6521"/>
        <w:gridCol w:w="1140"/>
      </w:tblGrid>
      <w:tr w:rsidR="00F02DA4" w:rsidRPr="00F02DA4" w:rsidTr="00F02DA4">
        <w:trPr>
          <w:trHeight w:val="696"/>
        </w:trPr>
        <w:tc>
          <w:tcPr>
            <w:tcW w:w="106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0"/>
            </w:pPr>
            <w:r w:rsidRPr="00F02DA4">
              <w:t>Налоговые и неналоговые доходы бюджета Упоровского муниципального района на 2019 год по группам, подгруппам и статьям бюджетной классификации</w:t>
            </w:r>
          </w:p>
        </w:tc>
      </w:tr>
      <w:tr w:rsidR="00F02DA4" w:rsidRPr="00F02DA4" w:rsidTr="00F02DA4">
        <w:trPr>
          <w:trHeight w:val="1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2DA4" w:rsidRPr="00F02DA4" w:rsidRDefault="00F02DA4" w:rsidP="00CB3EB1">
            <w:pPr>
              <w:pStyle w:val="Table0"/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2DA4" w:rsidRPr="00F02DA4" w:rsidRDefault="00F02DA4" w:rsidP="00CB3EB1">
            <w:pPr>
              <w:pStyle w:val="Table"/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</w:p>
        </w:tc>
      </w:tr>
      <w:tr w:rsidR="00F02DA4" w:rsidRPr="00F02DA4" w:rsidTr="00F02DA4">
        <w:trPr>
          <w:trHeight w:val="63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Код бюджетной классификации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Наименование дохода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Сумма,        тыс. руб.</w:t>
            </w:r>
          </w:p>
        </w:tc>
      </w:tr>
      <w:tr w:rsidR="00F02DA4" w:rsidRPr="00F02DA4" w:rsidTr="00F02DA4">
        <w:trPr>
          <w:trHeight w:val="3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1 00 00000 00 0000 000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НАЛОГОВЫЕ И НЕНАЛОГОВЫЕ ДОХОДЫ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230 873</w:t>
            </w:r>
          </w:p>
        </w:tc>
      </w:tr>
      <w:tr w:rsidR="00F02DA4" w:rsidRPr="00F02DA4" w:rsidTr="00F02DA4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1 01 00000 00 0000 000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НАЛОГИ НА ПРИБЫЛЬ, ДОХОДЫ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193 421</w:t>
            </w:r>
          </w:p>
        </w:tc>
      </w:tr>
      <w:tr w:rsidR="00F02DA4" w:rsidRPr="00F02DA4" w:rsidTr="00F02DA4">
        <w:trPr>
          <w:trHeight w:val="34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 xml:space="preserve">1 01 02000 01 0000 110 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Налог на доходы физических лиц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193 421</w:t>
            </w:r>
          </w:p>
        </w:tc>
      </w:tr>
      <w:tr w:rsidR="00F02DA4" w:rsidRPr="00F02DA4" w:rsidTr="00F02DA4">
        <w:trPr>
          <w:trHeight w:val="696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1 03 00000 00 0000 000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14 269</w:t>
            </w:r>
          </w:p>
        </w:tc>
      </w:tr>
      <w:tr w:rsidR="00F02DA4" w:rsidRPr="00F02DA4" w:rsidTr="00F02DA4">
        <w:trPr>
          <w:trHeight w:val="64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 xml:space="preserve">1 03 02000 01 0000 110 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14 269</w:t>
            </w:r>
          </w:p>
        </w:tc>
      </w:tr>
      <w:tr w:rsidR="00F02DA4" w:rsidRPr="00F02DA4" w:rsidTr="00F02DA4">
        <w:trPr>
          <w:trHeight w:val="33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1 05 00000 00 0000 000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НАЛОГИ НА СОВОКУПНЫЙ ДОХОД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14 522</w:t>
            </w:r>
          </w:p>
        </w:tc>
      </w:tr>
      <w:tr w:rsidR="00F02DA4" w:rsidRPr="00F02DA4" w:rsidTr="00F02DA4">
        <w:trPr>
          <w:trHeight w:val="624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1 05 01000 00 0000 110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Налог, взимаемый в связи с применением упрощенной системы налогообложения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8 648</w:t>
            </w:r>
          </w:p>
        </w:tc>
      </w:tr>
      <w:tr w:rsidR="00F02DA4" w:rsidRPr="00F02DA4" w:rsidTr="00F02DA4">
        <w:trPr>
          <w:trHeight w:val="684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 xml:space="preserve">1 05 02000 02 0000 110 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Единый налог на вмененный доход для отдельных видов деятельности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5 489</w:t>
            </w:r>
          </w:p>
        </w:tc>
      </w:tr>
      <w:tr w:rsidR="00F02DA4" w:rsidRPr="00F02DA4" w:rsidTr="00F02DA4">
        <w:trPr>
          <w:trHeight w:val="3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1 05 03000 01 0000 110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 xml:space="preserve">Единый сельскохозяйственный налог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367</w:t>
            </w:r>
          </w:p>
        </w:tc>
      </w:tr>
      <w:tr w:rsidR="00F02DA4" w:rsidRPr="00F02DA4" w:rsidTr="00F02DA4">
        <w:trPr>
          <w:trHeight w:val="624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1 05 04000 02 0000 110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Налог, взимаемый в связи с применением патентной системы налогообложения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18</w:t>
            </w:r>
          </w:p>
        </w:tc>
      </w:tr>
      <w:tr w:rsidR="00F02DA4" w:rsidRPr="00F02DA4" w:rsidTr="00F02DA4">
        <w:trPr>
          <w:trHeight w:val="33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1 08 00000 00 0000 000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ГОСУДАРСТВЕННАЯ ПОШЛИНА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1 124</w:t>
            </w:r>
          </w:p>
        </w:tc>
      </w:tr>
      <w:tr w:rsidR="00F02DA4" w:rsidRPr="00F02DA4" w:rsidTr="00F02DA4">
        <w:trPr>
          <w:trHeight w:val="67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1 08 03000 01 0000 110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 xml:space="preserve">Государственная пошлина по делам, рассматриваемым в судах общей юрисдикции, мировыми судьями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1 124</w:t>
            </w:r>
          </w:p>
        </w:tc>
      </w:tr>
      <w:tr w:rsidR="00F02DA4" w:rsidRPr="00F02DA4" w:rsidTr="00F02DA4">
        <w:trPr>
          <w:trHeight w:val="100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1 11 00000 00 0000 000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5 212</w:t>
            </w:r>
          </w:p>
        </w:tc>
      </w:tr>
      <w:tr w:rsidR="00F02DA4" w:rsidRPr="00F02DA4" w:rsidTr="00F02DA4">
        <w:trPr>
          <w:trHeight w:val="1884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1 11 05000 00 0000 120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5 172</w:t>
            </w:r>
          </w:p>
        </w:tc>
      </w:tr>
      <w:tr w:rsidR="00F02DA4" w:rsidRPr="00F02DA4" w:rsidTr="00F02DA4">
        <w:trPr>
          <w:trHeight w:val="6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1 11 07000 00 0000 120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Платежи от государственных и муниципальных унитарных предприятий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40</w:t>
            </w:r>
          </w:p>
        </w:tc>
      </w:tr>
      <w:tr w:rsidR="00F02DA4" w:rsidRPr="00F02DA4" w:rsidTr="00F02DA4">
        <w:trPr>
          <w:trHeight w:val="624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1 12 00000 00 0000 000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ПЛАТЕЖИ ПРИ ПОЛЬЗОВАНИИ ПРИРОДНЫМИ РЕСУРСАМИ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349</w:t>
            </w:r>
          </w:p>
        </w:tc>
      </w:tr>
      <w:tr w:rsidR="00F02DA4" w:rsidRPr="00F02DA4" w:rsidTr="00F02DA4">
        <w:trPr>
          <w:trHeight w:val="3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1 12 01000 01 0000 120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Плата за негативное воздействие на окружающую среду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349</w:t>
            </w:r>
          </w:p>
        </w:tc>
      </w:tr>
      <w:tr w:rsidR="00F02DA4" w:rsidRPr="00F02DA4" w:rsidTr="00F02DA4">
        <w:trPr>
          <w:trHeight w:val="67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1 13 00000 00 0000 000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ДОХОДЫ ОТ ОКАЗАНИЯ ПЛАТНЫХ УСЛУГ И КОМПЕНСАЦИИ ЗАТРАТ ГОСУДАРСТВА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1 750</w:t>
            </w:r>
          </w:p>
        </w:tc>
      </w:tr>
      <w:tr w:rsidR="00F02DA4" w:rsidRPr="00F02DA4" w:rsidTr="00F02DA4">
        <w:trPr>
          <w:trHeight w:val="34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1 13 02000 00 0000 130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Доходы от компенсации затрат государства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1 750</w:t>
            </w:r>
          </w:p>
        </w:tc>
      </w:tr>
      <w:tr w:rsidR="00F02DA4" w:rsidRPr="00F02DA4" w:rsidTr="00F02DA4">
        <w:trPr>
          <w:trHeight w:val="61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1 14 00000 00 0000 000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ДОХОДЫ ОТ ПРОДАЖИ МАТЕРИАЛЬНЫХ И НЕМАТЕРИАЛЬНЫХ АКТИВОВ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100</w:t>
            </w:r>
          </w:p>
        </w:tc>
      </w:tr>
      <w:tr w:rsidR="00F02DA4" w:rsidRPr="00F02DA4" w:rsidTr="00F02DA4">
        <w:trPr>
          <w:trHeight w:val="64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lastRenderedPageBreak/>
              <w:t>1 14 06000 00 0000 430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100</w:t>
            </w:r>
          </w:p>
        </w:tc>
      </w:tr>
      <w:tr w:rsidR="00F02DA4" w:rsidRPr="00F02DA4" w:rsidTr="00F02DA4">
        <w:trPr>
          <w:trHeight w:val="40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1 16 00000 00 0000 000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ШТРАФЫ, САНКЦИИ, ВОЗМЕЩЕНИЕ УЩЕРБА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2DA4" w:rsidRPr="00F02DA4" w:rsidRDefault="00F02DA4" w:rsidP="00CB3EB1">
            <w:pPr>
              <w:pStyle w:val="Table"/>
            </w:pPr>
            <w:r w:rsidRPr="00F02DA4">
              <w:t>126</w:t>
            </w:r>
          </w:p>
        </w:tc>
      </w:tr>
    </w:tbl>
    <w:p w:rsidR="00A06AAE" w:rsidRPr="00CB3EB1" w:rsidRDefault="00495FA4" w:rsidP="00CB3EB1">
      <w:pPr>
        <w:widowControl w:val="0"/>
        <w:autoSpaceDE w:val="0"/>
        <w:autoSpaceDN w:val="0"/>
        <w:adjustRightInd w:val="0"/>
        <w:spacing w:line="360" w:lineRule="auto"/>
      </w:pPr>
      <w:r w:rsidRPr="00CB3EB1">
        <w:t>8</w:t>
      </w:r>
      <w:r w:rsidR="00A06AAE" w:rsidRPr="00CB3EB1">
        <w:t>. Приложение № 1</w:t>
      </w:r>
      <w:r w:rsidR="008F0721" w:rsidRPr="00CB3EB1">
        <w:t>0</w:t>
      </w:r>
      <w:r w:rsidR="00A06AAE" w:rsidRPr="00CB3EB1">
        <w:t xml:space="preserve"> изложить в следующей редакции:</w:t>
      </w:r>
    </w:p>
    <w:tbl>
      <w:tblPr>
        <w:tblW w:w="10655" w:type="dxa"/>
        <w:tblInd w:w="93" w:type="dxa"/>
        <w:tblLook w:val="04A0" w:firstRow="1" w:lastRow="0" w:firstColumn="1" w:lastColumn="0" w:noHBand="0" w:noVBand="1"/>
      </w:tblPr>
      <w:tblGrid>
        <w:gridCol w:w="7200"/>
        <w:gridCol w:w="895"/>
        <w:gridCol w:w="1080"/>
        <w:gridCol w:w="1480"/>
      </w:tblGrid>
      <w:tr w:rsidR="002042AD" w:rsidRPr="002042AD" w:rsidTr="002042AD">
        <w:trPr>
          <w:trHeight w:val="276"/>
        </w:trPr>
        <w:tc>
          <w:tcPr>
            <w:tcW w:w="1065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0"/>
            </w:pPr>
            <w:r w:rsidRPr="002042AD">
              <w:t>Распределение бюджетных ассигнований по разделам и подразделам  классификации расходов бюджета Упоровского муниципального района на 2019 год</w:t>
            </w:r>
          </w:p>
        </w:tc>
      </w:tr>
      <w:tr w:rsidR="002042AD" w:rsidRPr="002042AD" w:rsidTr="002042AD">
        <w:trPr>
          <w:trHeight w:val="555"/>
        </w:trPr>
        <w:tc>
          <w:tcPr>
            <w:tcW w:w="1065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42AD" w:rsidRPr="002042AD" w:rsidRDefault="002042AD" w:rsidP="00CB3EB1">
            <w:pPr>
              <w:pStyle w:val="Table0"/>
            </w:pPr>
          </w:p>
        </w:tc>
      </w:tr>
      <w:tr w:rsidR="002042AD" w:rsidRPr="002042AD" w:rsidTr="002042AD">
        <w:trPr>
          <w:trHeight w:val="180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</w:p>
        </w:tc>
      </w:tr>
      <w:tr w:rsidR="002042AD" w:rsidRPr="002042AD" w:rsidTr="002042AD">
        <w:trPr>
          <w:trHeight w:val="750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Наименование 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РЗ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proofErr w:type="gramStart"/>
            <w:r w:rsidRPr="002042AD">
              <w:t>ПР</w:t>
            </w:r>
            <w:proofErr w:type="gramEnd"/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Сумма, тыс. руб.</w:t>
            </w:r>
          </w:p>
        </w:tc>
      </w:tr>
      <w:tr w:rsidR="002042AD" w:rsidRPr="002042AD" w:rsidTr="002042AD">
        <w:trPr>
          <w:trHeight w:val="3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Общегосударственные вопросы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52 746</w:t>
            </w:r>
          </w:p>
        </w:tc>
      </w:tr>
      <w:tr w:rsidR="002042AD" w:rsidRPr="002042AD" w:rsidTr="002042AD">
        <w:trPr>
          <w:trHeight w:val="6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2 787</w:t>
            </w:r>
          </w:p>
        </w:tc>
      </w:tr>
      <w:tr w:rsidR="002042AD" w:rsidRPr="002042AD" w:rsidTr="002042AD">
        <w:trPr>
          <w:trHeight w:val="9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Функционирование законодательных (представительных) органов государственной власти и представительных органов муниципальных образований 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</w:tr>
      <w:tr w:rsidR="002042AD" w:rsidRPr="002042AD" w:rsidTr="002042AD">
        <w:trPr>
          <w:trHeight w:val="96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24 537</w:t>
            </w:r>
          </w:p>
        </w:tc>
      </w:tr>
      <w:tr w:rsidR="002042AD" w:rsidRPr="002042AD" w:rsidTr="002042AD">
        <w:trPr>
          <w:trHeight w:val="9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126</w:t>
            </w:r>
          </w:p>
        </w:tc>
      </w:tr>
      <w:tr w:rsidR="002042AD" w:rsidRPr="002042AD" w:rsidTr="002042AD">
        <w:trPr>
          <w:trHeight w:val="372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Обеспечение проведения выборов и референдумов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90</w:t>
            </w:r>
          </w:p>
        </w:tc>
      </w:tr>
      <w:tr w:rsidR="002042AD" w:rsidRPr="002042AD" w:rsidTr="002042AD">
        <w:trPr>
          <w:trHeight w:val="36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Резервные фонды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872</w:t>
            </w:r>
          </w:p>
        </w:tc>
      </w:tr>
      <w:tr w:rsidR="002042AD" w:rsidRPr="002042AD" w:rsidTr="002042AD">
        <w:trPr>
          <w:trHeight w:val="3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Другие общегосударственные вопросы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24 134</w:t>
            </w:r>
          </w:p>
        </w:tc>
      </w:tr>
      <w:tr w:rsidR="002042AD" w:rsidRPr="002042AD" w:rsidTr="002042AD">
        <w:trPr>
          <w:trHeight w:val="39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Национальная оборона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1 737</w:t>
            </w:r>
          </w:p>
        </w:tc>
      </w:tr>
      <w:tr w:rsidR="002042AD" w:rsidRPr="002042AD" w:rsidTr="002042AD">
        <w:trPr>
          <w:trHeight w:val="3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Мобилизационная и вневойсковая подготовка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1 737</w:t>
            </w:r>
          </w:p>
        </w:tc>
      </w:tr>
      <w:tr w:rsidR="002042AD" w:rsidRPr="002042AD" w:rsidTr="002042AD">
        <w:trPr>
          <w:trHeight w:val="62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Национальная безопасность и правоохранительная деятельность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8 559</w:t>
            </w:r>
          </w:p>
        </w:tc>
      </w:tr>
      <w:tr w:rsidR="002042AD" w:rsidRPr="002042AD" w:rsidTr="002042AD">
        <w:trPr>
          <w:trHeight w:val="6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Защита населения и территории от чрезвычайных ситуаций природного и техногенного характера, гражданская оборона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6 961</w:t>
            </w:r>
          </w:p>
        </w:tc>
      </w:tr>
      <w:tr w:rsidR="002042AD" w:rsidRPr="002042AD" w:rsidTr="002042AD">
        <w:trPr>
          <w:trHeight w:val="372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Обеспечение пожарной безопасности 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1 202</w:t>
            </w:r>
          </w:p>
        </w:tc>
      </w:tr>
      <w:tr w:rsidR="002042AD" w:rsidRPr="002042AD" w:rsidTr="002042AD">
        <w:trPr>
          <w:trHeight w:val="32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Миграционная политика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64</w:t>
            </w:r>
          </w:p>
        </w:tc>
      </w:tr>
      <w:tr w:rsidR="002042AD" w:rsidRPr="002042AD" w:rsidTr="002042AD">
        <w:trPr>
          <w:trHeight w:val="68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332</w:t>
            </w:r>
          </w:p>
        </w:tc>
      </w:tr>
      <w:tr w:rsidR="002042AD" w:rsidRPr="002042AD" w:rsidTr="002042AD">
        <w:trPr>
          <w:trHeight w:val="312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Национальная экономика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113 768</w:t>
            </w:r>
          </w:p>
        </w:tc>
      </w:tr>
      <w:tr w:rsidR="002042AD" w:rsidRPr="002042AD" w:rsidTr="002042AD">
        <w:trPr>
          <w:trHeight w:val="300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Общеэкономические вопросы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1 056</w:t>
            </w:r>
          </w:p>
        </w:tc>
      </w:tr>
      <w:tr w:rsidR="002042AD" w:rsidRPr="002042AD" w:rsidTr="002042AD">
        <w:trPr>
          <w:trHeight w:val="300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Топливно-энергетический комплекс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1 860</w:t>
            </w:r>
          </w:p>
        </w:tc>
      </w:tr>
      <w:tr w:rsidR="002042AD" w:rsidRPr="002042AD" w:rsidTr="002042AD">
        <w:trPr>
          <w:trHeight w:val="3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Сельское хозяйство и рыболовство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6 011</w:t>
            </w:r>
          </w:p>
        </w:tc>
      </w:tr>
      <w:tr w:rsidR="002042AD" w:rsidRPr="002042AD" w:rsidTr="002042AD">
        <w:trPr>
          <w:trHeight w:val="3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Водное хозяйство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22 134</w:t>
            </w:r>
          </w:p>
        </w:tc>
      </w:tr>
      <w:tr w:rsidR="002042AD" w:rsidRPr="002042AD" w:rsidTr="002042AD">
        <w:trPr>
          <w:trHeight w:val="3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Транспорт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36 960</w:t>
            </w:r>
          </w:p>
        </w:tc>
      </w:tr>
      <w:tr w:rsidR="002042AD" w:rsidRPr="002042AD" w:rsidTr="002042AD">
        <w:trPr>
          <w:trHeight w:val="3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Дорожное хозяйство (дорожные фонды)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39 212</w:t>
            </w:r>
          </w:p>
        </w:tc>
      </w:tr>
      <w:tr w:rsidR="002042AD" w:rsidRPr="002042AD" w:rsidTr="002042AD">
        <w:trPr>
          <w:trHeight w:val="3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Другие вопросы в области национальной экономики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6 535</w:t>
            </w:r>
          </w:p>
        </w:tc>
      </w:tr>
      <w:tr w:rsidR="002042AD" w:rsidRPr="002042AD" w:rsidTr="002042AD">
        <w:trPr>
          <w:trHeight w:val="312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Жилищно-коммунальное хозяйство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99 522</w:t>
            </w:r>
          </w:p>
        </w:tc>
      </w:tr>
      <w:tr w:rsidR="002042AD" w:rsidRPr="002042AD" w:rsidTr="002042AD">
        <w:trPr>
          <w:trHeight w:val="3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Жилищное хозяйство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25 428</w:t>
            </w:r>
          </w:p>
        </w:tc>
      </w:tr>
      <w:tr w:rsidR="002042AD" w:rsidRPr="002042AD" w:rsidTr="002042AD">
        <w:trPr>
          <w:trHeight w:val="3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Коммунальное хозяйство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62 554</w:t>
            </w:r>
          </w:p>
        </w:tc>
      </w:tr>
      <w:tr w:rsidR="002042AD" w:rsidRPr="002042AD" w:rsidTr="002042AD">
        <w:trPr>
          <w:trHeight w:val="3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Благоустройство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3 692</w:t>
            </w:r>
          </w:p>
        </w:tc>
      </w:tr>
      <w:tr w:rsidR="002042AD" w:rsidRPr="002042AD" w:rsidTr="002042AD">
        <w:trPr>
          <w:trHeight w:val="40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lastRenderedPageBreak/>
              <w:t xml:space="preserve"> Другие вопросы в области жилищно-коммунального хозяйства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7 848</w:t>
            </w:r>
          </w:p>
        </w:tc>
      </w:tr>
      <w:tr w:rsidR="002042AD" w:rsidRPr="002042AD" w:rsidTr="002042AD">
        <w:trPr>
          <w:trHeight w:val="40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Охрана окружающей среды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3 990</w:t>
            </w:r>
          </w:p>
        </w:tc>
      </w:tr>
      <w:tr w:rsidR="002042AD" w:rsidRPr="002042AD" w:rsidTr="002042AD">
        <w:trPr>
          <w:trHeight w:val="588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Охрана объектов растительного и животного мира и среды их обитания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3 990</w:t>
            </w:r>
          </w:p>
        </w:tc>
      </w:tr>
      <w:tr w:rsidR="002042AD" w:rsidRPr="002042AD" w:rsidTr="002042AD">
        <w:trPr>
          <w:trHeight w:val="312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Образование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423 135</w:t>
            </w:r>
          </w:p>
        </w:tc>
      </w:tr>
      <w:tr w:rsidR="002042AD" w:rsidRPr="002042AD" w:rsidTr="002042AD">
        <w:trPr>
          <w:trHeight w:val="3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Дошкольное образование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115 388</w:t>
            </w:r>
          </w:p>
        </w:tc>
      </w:tr>
      <w:tr w:rsidR="002042AD" w:rsidRPr="002042AD" w:rsidTr="002042AD">
        <w:trPr>
          <w:trHeight w:val="3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Общее образование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266 189</w:t>
            </w:r>
          </w:p>
        </w:tc>
      </w:tr>
      <w:tr w:rsidR="002042AD" w:rsidRPr="002042AD" w:rsidTr="002042AD">
        <w:trPr>
          <w:trHeight w:val="3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Дополнительное образование детей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26 983</w:t>
            </w:r>
          </w:p>
        </w:tc>
      </w:tr>
      <w:tr w:rsidR="002042AD" w:rsidRPr="002042AD" w:rsidTr="002042AD">
        <w:trPr>
          <w:trHeight w:val="39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Молодежная политика 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5 648</w:t>
            </w:r>
          </w:p>
        </w:tc>
      </w:tr>
      <w:tr w:rsidR="002042AD" w:rsidRPr="002042AD" w:rsidTr="002042AD">
        <w:trPr>
          <w:trHeight w:val="3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Другие вопросы в области образования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8 927</w:t>
            </w:r>
          </w:p>
        </w:tc>
      </w:tr>
      <w:tr w:rsidR="002042AD" w:rsidRPr="002042AD" w:rsidTr="002042AD">
        <w:trPr>
          <w:trHeight w:val="3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Культура, кинематография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111 037</w:t>
            </w:r>
          </w:p>
        </w:tc>
      </w:tr>
      <w:tr w:rsidR="002042AD" w:rsidRPr="002042AD" w:rsidTr="002042AD">
        <w:trPr>
          <w:trHeight w:val="3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Культура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110 859</w:t>
            </w:r>
          </w:p>
        </w:tc>
      </w:tr>
      <w:tr w:rsidR="002042AD" w:rsidRPr="002042AD" w:rsidTr="002042AD">
        <w:trPr>
          <w:trHeight w:val="3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Другие вопросы в области культуры, кинематографии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178</w:t>
            </w:r>
          </w:p>
        </w:tc>
      </w:tr>
      <w:tr w:rsidR="002042AD" w:rsidRPr="002042AD" w:rsidTr="002042AD">
        <w:trPr>
          <w:trHeight w:val="312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Социальная политика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57 163</w:t>
            </w:r>
          </w:p>
        </w:tc>
      </w:tr>
      <w:tr w:rsidR="002042AD" w:rsidRPr="002042AD" w:rsidTr="002042AD">
        <w:trPr>
          <w:trHeight w:val="3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Пенсионное обеспечение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1 711</w:t>
            </w:r>
          </w:p>
        </w:tc>
      </w:tr>
      <w:tr w:rsidR="002042AD" w:rsidRPr="002042AD" w:rsidTr="002042AD">
        <w:trPr>
          <w:trHeight w:val="3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Социальное обслуживание населения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26 819</w:t>
            </w:r>
          </w:p>
        </w:tc>
      </w:tr>
      <w:tr w:rsidR="002042AD" w:rsidRPr="002042AD" w:rsidTr="002042AD">
        <w:trPr>
          <w:trHeight w:val="33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Социальное обеспечение населения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17 093</w:t>
            </w:r>
          </w:p>
        </w:tc>
      </w:tr>
      <w:tr w:rsidR="002042AD" w:rsidRPr="002042AD" w:rsidTr="002042AD">
        <w:trPr>
          <w:trHeight w:val="33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Охрана семьи и детства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10 380</w:t>
            </w:r>
          </w:p>
        </w:tc>
      </w:tr>
      <w:tr w:rsidR="002042AD" w:rsidRPr="002042AD" w:rsidTr="002042AD">
        <w:trPr>
          <w:trHeight w:val="33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Другие вопросы в области социальной политики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1 160</w:t>
            </w:r>
          </w:p>
        </w:tc>
      </w:tr>
      <w:tr w:rsidR="002042AD" w:rsidRPr="002042AD" w:rsidTr="002042AD">
        <w:trPr>
          <w:trHeight w:val="34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Физическая культура и спорт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38 807</w:t>
            </w:r>
          </w:p>
        </w:tc>
      </w:tr>
      <w:tr w:rsidR="002042AD" w:rsidRPr="002042AD" w:rsidTr="002042AD">
        <w:trPr>
          <w:trHeight w:val="33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Массовый спорт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38 807</w:t>
            </w:r>
          </w:p>
        </w:tc>
      </w:tr>
      <w:tr w:rsidR="002042AD" w:rsidRPr="002042AD" w:rsidTr="002042AD">
        <w:trPr>
          <w:trHeight w:val="66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Межбюджетные трансферты общего характера бюджетам бюджетной системы Российской Федерации 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45 529</w:t>
            </w:r>
          </w:p>
        </w:tc>
      </w:tr>
      <w:tr w:rsidR="002042AD" w:rsidRPr="002042AD" w:rsidTr="002042AD">
        <w:trPr>
          <w:trHeight w:val="9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Дотации на выравнивание бюджетной обеспеченности субъектов Российской Федерации и муниципальных образований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15 475</w:t>
            </w:r>
          </w:p>
        </w:tc>
      </w:tr>
      <w:tr w:rsidR="002042AD" w:rsidRPr="002042AD" w:rsidTr="002042AD">
        <w:trPr>
          <w:trHeight w:val="36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Прочие межбюджетные трансферты общего характера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30 054</w:t>
            </w:r>
          </w:p>
        </w:tc>
      </w:tr>
      <w:tr w:rsidR="002042AD" w:rsidRPr="002042AD" w:rsidTr="00FB1FFA">
        <w:trPr>
          <w:trHeight w:val="134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Всего расходов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955 993</w:t>
            </w:r>
          </w:p>
        </w:tc>
      </w:tr>
    </w:tbl>
    <w:p w:rsidR="00495FA4" w:rsidRPr="00CB3EB1" w:rsidRDefault="00495FA4" w:rsidP="00CB3EB1">
      <w:pPr>
        <w:widowControl w:val="0"/>
        <w:autoSpaceDE w:val="0"/>
        <w:autoSpaceDN w:val="0"/>
        <w:adjustRightInd w:val="0"/>
        <w:spacing w:line="360" w:lineRule="auto"/>
      </w:pPr>
      <w:r w:rsidRPr="00CB3EB1">
        <w:t>9. Приложение № 11 изложить в следующей редакции:</w:t>
      </w:r>
    </w:p>
    <w:tbl>
      <w:tblPr>
        <w:tblW w:w="10760" w:type="dxa"/>
        <w:tblInd w:w="93" w:type="dxa"/>
        <w:tblLook w:val="04A0" w:firstRow="1" w:lastRow="0" w:firstColumn="1" w:lastColumn="0" w:noHBand="0" w:noVBand="1"/>
      </w:tblPr>
      <w:tblGrid>
        <w:gridCol w:w="6200"/>
        <w:gridCol w:w="1000"/>
        <w:gridCol w:w="900"/>
        <w:gridCol w:w="1360"/>
        <w:gridCol w:w="1300"/>
      </w:tblGrid>
      <w:tr w:rsidR="00495FA4" w:rsidRPr="00495FA4" w:rsidTr="00495FA4">
        <w:trPr>
          <w:trHeight w:val="450"/>
        </w:trPr>
        <w:tc>
          <w:tcPr>
            <w:tcW w:w="1076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5FA4" w:rsidRPr="00495FA4" w:rsidRDefault="00495FA4" w:rsidP="00CB3EB1">
            <w:pPr>
              <w:pStyle w:val="Table0"/>
            </w:pPr>
            <w:r w:rsidRPr="00495FA4">
              <w:t>Распределение бюджетных ассигнований по разделам и подразделам классификации расходов бюджета Упоровского муниципального района на плановый период 2020 и 2021 годов</w:t>
            </w:r>
          </w:p>
        </w:tc>
      </w:tr>
      <w:tr w:rsidR="00495FA4" w:rsidRPr="00495FA4" w:rsidTr="00495FA4">
        <w:trPr>
          <w:trHeight w:val="600"/>
        </w:trPr>
        <w:tc>
          <w:tcPr>
            <w:tcW w:w="1076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95FA4" w:rsidRPr="00495FA4" w:rsidRDefault="00495FA4" w:rsidP="00CB3EB1">
            <w:pPr>
              <w:pStyle w:val="Table0"/>
            </w:pPr>
          </w:p>
        </w:tc>
      </w:tr>
      <w:tr w:rsidR="00495FA4" w:rsidRPr="00495FA4" w:rsidTr="002042AD">
        <w:trPr>
          <w:trHeight w:val="255"/>
        </w:trPr>
        <w:tc>
          <w:tcPr>
            <w:tcW w:w="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5FA4" w:rsidRPr="00495FA4" w:rsidRDefault="00495FA4" w:rsidP="00CB3EB1">
            <w:pPr>
              <w:pStyle w:val="Table0"/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5FA4" w:rsidRPr="00495FA4" w:rsidRDefault="00495FA4" w:rsidP="00CB3EB1">
            <w:pPr>
              <w:pStyle w:val="Table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5FA4" w:rsidRPr="00495FA4" w:rsidRDefault="00495FA4" w:rsidP="00CB3EB1">
            <w:pPr>
              <w:pStyle w:val="Table"/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(тыс. руб.)</w:t>
            </w:r>
          </w:p>
        </w:tc>
      </w:tr>
      <w:tr w:rsidR="00495FA4" w:rsidRPr="00495FA4" w:rsidTr="00495FA4">
        <w:trPr>
          <w:trHeight w:val="330"/>
        </w:trPr>
        <w:tc>
          <w:tcPr>
            <w:tcW w:w="6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 xml:space="preserve"> Наименование 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РЗ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proofErr w:type="gramStart"/>
            <w:r w:rsidRPr="00495FA4">
              <w:t>ПР</w:t>
            </w:r>
            <w:proofErr w:type="gramEnd"/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Плановый период</w:t>
            </w:r>
          </w:p>
        </w:tc>
      </w:tr>
      <w:tr w:rsidR="00495FA4" w:rsidRPr="00495FA4" w:rsidTr="00495FA4">
        <w:trPr>
          <w:trHeight w:val="420"/>
        </w:trPr>
        <w:tc>
          <w:tcPr>
            <w:tcW w:w="6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FA4" w:rsidRPr="00495FA4" w:rsidRDefault="00495FA4" w:rsidP="00CB3EB1">
            <w:pPr>
              <w:pStyle w:val="Table"/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FA4" w:rsidRPr="00495FA4" w:rsidRDefault="00495FA4" w:rsidP="00CB3EB1">
            <w:pPr>
              <w:pStyle w:val="Table"/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5FA4" w:rsidRPr="00495FA4" w:rsidRDefault="00495FA4" w:rsidP="00CB3EB1">
            <w:pPr>
              <w:pStyle w:val="Table"/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2020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2021 год</w:t>
            </w:r>
          </w:p>
        </w:tc>
      </w:tr>
      <w:tr w:rsidR="00495FA4" w:rsidRPr="00495FA4" w:rsidTr="00495FA4">
        <w:trPr>
          <w:trHeight w:val="312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 xml:space="preserve"> Общегосударственные вопросы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41 039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40 127</w:t>
            </w:r>
          </w:p>
        </w:tc>
      </w:tr>
      <w:tr w:rsidR="00495FA4" w:rsidRPr="00495FA4" w:rsidTr="00495FA4">
        <w:trPr>
          <w:trHeight w:val="103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 xml:space="preserve"> 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2 307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2 307</w:t>
            </w:r>
          </w:p>
        </w:tc>
      </w:tr>
      <w:tr w:rsidR="00495FA4" w:rsidRPr="00495FA4" w:rsidTr="00FB1FFA">
        <w:trPr>
          <w:trHeight w:val="104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 xml:space="preserve"> Функционирование законодательных (представительных) органов государственной власти и представительных органов муниципальных образований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200</w:t>
            </w:r>
          </w:p>
        </w:tc>
      </w:tr>
      <w:tr w:rsidR="00495FA4" w:rsidRPr="00495FA4" w:rsidTr="00495FA4">
        <w:trPr>
          <w:trHeight w:val="130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lastRenderedPageBreak/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22 501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22 559</w:t>
            </w:r>
          </w:p>
        </w:tc>
      </w:tr>
      <w:tr w:rsidR="00495FA4" w:rsidRPr="00495FA4" w:rsidTr="00495FA4">
        <w:trPr>
          <w:trHeight w:val="96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 xml:space="preserve"> 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126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126</w:t>
            </w:r>
          </w:p>
        </w:tc>
      </w:tr>
      <w:tr w:rsidR="00495FA4" w:rsidRPr="00495FA4" w:rsidTr="00495FA4">
        <w:trPr>
          <w:trHeight w:val="39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 xml:space="preserve"> Резервные фонды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1 000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1 000</w:t>
            </w:r>
          </w:p>
        </w:tc>
      </w:tr>
      <w:tr w:rsidR="00495FA4" w:rsidRPr="00495FA4" w:rsidTr="00495FA4">
        <w:trPr>
          <w:trHeight w:val="34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 xml:space="preserve"> Другие общегосударственные вопросы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14 905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13 935</w:t>
            </w:r>
          </w:p>
        </w:tc>
      </w:tr>
      <w:tr w:rsidR="00495FA4" w:rsidRPr="00495FA4" w:rsidTr="00495FA4">
        <w:trPr>
          <w:trHeight w:val="43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 xml:space="preserve"> Национальная оборона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1 749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1 807</w:t>
            </w:r>
          </w:p>
        </w:tc>
      </w:tr>
      <w:tr w:rsidR="00495FA4" w:rsidRPr="00495FA4" w:rsidTr="00FB1FFA">
        <w:trPr>
          <w:trHeight w:val="269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 xml:space="preserve"> Мобилизационная и вневойсковая подготовка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1 749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1 807</w:t>
            </w:r>
          </w:p>
        </w:tc>
      </w:tr>
      <w:tr w:rsidR="00495FA4" w:rsidRPr="00495FA4" w:rsidTr="00495FA4">
        <w:trPr>
          <w:trHeight w:val="624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 xml:space="preserve"> Национальная безопасность и правоохранительная деятельность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4 845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4 847</w:t>
            </w:r>
          </w:p>
        </w:tc>
      </w:tr>
      <w:tr w:rsidR="00495FA4" w:rsidRPr="00495FA4" w:rsidTr="00495FA4">
        <w:trPr>
          <w:trHeight w:val="99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 xml:space="preserve"> Защита населения и территории от чрезвычайных ситуаций природного и техногенного характера, гражданская оборона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4 649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4 651</w:t>
            </w:r>
          </w:p>
        </w:tc>
      </w:tr>
      <w:tr w:rsidR="00495FA4" w:rsidRPr="00495FA4" w:rsidTr="00495FA4">
        <w:trPr>
          <w:trHeight w:val="39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Миграционная политика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64</w:t>
            </w:r>
          </w:p>
        </w:tc>
      </w:tr>
      <w:tr w:rsidR="00495FA4" w:rsidRPr="00495FA4" w:rsidTr="00495FA4">
        <w:trPr>
          <w:trHeight w:val="39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132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132</w:t>
            </w:r>
          </w:p>
        </w:tc>
      </w:tr>
      <w:tr w:rsidR="00495FA4" w:rsidRPr="00495FA4" w:rsidTr="00495FA4">
        <w:trPr>
          <w:trHeight w:val="312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 xml:space="preserve"> Национальная экономика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87 855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90 926</w:t>
            </w:r>
          </w:p>
        </w:tc>
      </w:tr>
      <w:tr w:rsidR="00495FA4" w:rsidRPr="00495FA4" w:rsidTr="00495FA4">
        <w:trPr>
          <w:trHeight w:val="37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 xml:space="preserve"> Сельское хозяйство и рыболовство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4 067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4 074</w:t>
            </w:r>
          </w:p>
        </w:tc>
      </w:tr>
      <w:tr w:rsidR="00495FA4" w:rsidRPr="00495FA4" w:rsidTr="00495FA4">
        <w:trPr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 xml:space="preserve"> Транспорт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39 422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40 333</w:t>
            </w:r>
          </w:p>
        </w:tc>
      </w:tr>
      <w:tr w:rsidR="00495FA4" w:rsidRPr="00495FA4" w:rsidTr="00495FA4">
        <w:trPr>
          <w:trHeight w:val="36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 xml:space="preserve"> Дорожное хозяйство (дорожные фонды)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42 004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44 155</w:t>
            </w:r>
          </w:p>
        </w:tc>
      </w:tr>
      <w:tr w:rsidR="00495FA4" w:rsidRPr="00495FA4" w:rsidTr="00495FA4">
        <w:trPr>
          <w:trHeight w:val="46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 xml:space="preserve"> Другие вопросы в области национальной экономики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2 362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2 364</w:t>
            </w:r>
          </w:p>
        </w:tc>
      </w:tr>
      <w:tr w:rsidR="00495FA4" w:rsidRPr="00495FA4" w:rsidTr="00495FA4">
        <w:trPr>
          <w:trHeight w:val="312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 xml:space="preserve"> Жилищно-коммунальное хозяйство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21 469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21 476</w:t>
            </w:r>
          </w:p>
        </w:tc>
      </w:tr>
      <w:tr w:rsidR="00495FA4" w:rsidRPr="00495FA4" w:rsidTr="00495FA4">
        <w:trPr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 xml:space="preserve"> Жилищное хозяйство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1 939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1 939</w:t>
            </w:r>
          </w:p>
        </w:tc>
      </w:tr>
      <w:tr w:rsidR="00495FA4" w:rsidRPr="00495FA4" w:rsidTr="00495FA4">
        <w:trPr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 xml:space="preserve"> Коммунальное хозяйство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14 880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14 880</w:t>
            </w:r>
          </w:p>
        </w:tc>
      </w:tr>
      <w:tr w:rsidR="00495FA4" w:rsidRPr="00495FA4" w:rsidTr="00495FA4">
        <w:trPr>
          <w:trHeight w:val="3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 xml:space="preserve"> Благоустройство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1 744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1 744</w:t>
            </w:r>
          </w:p>
        </w:tc>
      </w:tr>
      <w:tr w:rsidR="00495FA4" w:rsidRPr="00495FA4" w:rsidTr="00495FA4">
        <w:trPr>
          <w:trHeight w:val="60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 xml:space="preserve"> Другие вопросы в области жилищно-коммунального хозяйства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2 906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2 913</w:t>
            </w:r>
          </w:p>
        </w:tc>
      </w:tr>
      <w:tr w:rsidR="00495FA4" w:rsidRPr="00495FA4" w:rsidTr="00495FA4">
        <w:trPr>
          <w:trHeight w:val="312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 xml:space="preserve"> Образование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412 211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418 538</w:t>
            </w:r>
          </w:p>
        </w:tc>
      </w:tr>
      <w:tr w:rsidR="00495FA4" w:rsidRPr="00495FA4" w:rsidTr="00495FA4">
        <w:trPr>
          <w:trHeight w:val="33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 xml:space="preserve"> Дошкольное образование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113 969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114 975</w:t>
            </w:r>
          </w:p>
        </w:tc>
      </w:tr>
      <w:tr w:rsidR="00495FA4" w:rsidRPr="00495FA4" w:rsidTr="00495FA4">
        <w:trPr>
          <w:trHeight w:val="36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 xml:space="preserve"> Общее образование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259 864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265 048</w:t>
            </w:r>
          </w:p>
        </w:tc>
      </w:tr>
      <w:tr w:rsidR="00495FA4" w:rsidRPr="00495FA4" w:rsidTr="00495FA4">
        <w:trPr>
          <w:trHeight w:val="40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 xml:space="preserve"> Дополнительное образование детей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25 199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25 334</w:t>
            </w:r>
          </w:p>
        </w:tc>
      </w:tr>
      <w:tr w:rsidR="00495FA4" w:rsidRPr="00495FA4" w:rsidTr="00495FA4">
        <w:trPr>
          <w:trHeight w:val="37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 xml:space="preserve"> Молодежная политика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4 644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4 644</w:t>
            </w:r>
          </w:p>
        </w:tc>
      </w:tr>
      <w:tr w:rsidR="00495FA4" w:rsidRPr="00495FA4" w:rsidTr="00495FA4">
        <w:trPr>
          <w:trHeight w:val="37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 xml:space="preserve"> Другие вопросы в области образования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8 535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8 537</w:t>
            </w:r>
          </w:p>
        </w:tc>
      </w:tr>
      <w:tr w:rsidR="00495FA4" w:rsidRPr="00495FA4" w:rsidTr="00495FA4">
        <w:trPr>
          <w:trHeight w:val="36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 xml:space="preserve"> Культура, кинематография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102 494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103 161</w:t>
            </w:r>
          </w:p>
        </w:tc>
      </w:tr>
      <w:tr w:rsidR="00495FA4" w:rsidRPr="00495FA4" w:rsidTr="00495FA4">
        <w:trPr>
          <w:trHeight w:val="39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 xml:space="preserve"> Культура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102 316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102 983</w:t>
            </w:r>
          </w:p>
        </w:tc>
      </w:tr>
      <w:tr w:rsidR="00495FA4" w:rsidRPr="00495FA4" w:rsidTr="00495FA4">
        <w:trPr>
          <w:trHeight w:val="63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 xml:space="preserve"> Другие вопросы в области культуры, кинематографии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178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178</w:t>
            </w:r>
          </w:p>
        </w:tc>
      </w:tr>
      <w:tr w:rsidR="00495FA4" w:rsidRPr="00495FA4" w:rsidTr="00495FA4">
        <w:trPr>
          <w:trHeight w:val="40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 xml:space="preserve"> Социальная политика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43 087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43 587</w:t>
            </w:r>
          </w:p>
        </w:tc>
      </w:tr>
      <w:tr w:rsidR="00495FA4" w:rsidRPr="00495FA4" w:rsidTr="00495FA4">
        <w:trPr>
          <w:trHeight w:val="36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 xml:space="preserve"> Пенсионное обеспечение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1 774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1 774</w:t>
            </w:r>
          </w:p>
        </w:tc>
      </w:tr>
      <w:tr w:rsidR="00495FA4" w:rsidRPr="00495FA4" w:rsidTr="00495FA4">
        <w:trPr>
          <w:trHeight w:val="40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 xml:space="preserve"> Социальное обслуживание населения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24 717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24 770</w:t>
            </w:r>
          </w:p>
        </w:tc>
      </w:tr>
      <w:tr w:rsidR="00495FA4" w:rsidRPr="00495FA4" w:rsidTr="00495FA4">
        <w:trPr>
          <w:trHeight w:val="36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 xml:space="preserve"> Социальное обеспечение населения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6 939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7 384</w:t>
            </w:r>
          </w:p>
        </w:tc>
      </w:tr>
      <w:tr w:rsidR="00495FA4" w:rsidRPr="00495FA4" w:rsidTr="00495FA4">
        <w:trPr>
          <w:trHeight w:val="39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lastRenderedPageBreak/>
              <w:t xml:space="preserve"> Охрана семьи и детства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8 495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8 495</w:t>
            </w:r>
          </w:p>
        </w:tc>
      </w:tr>
      <w:tr w:rsidR="00495FA4" w:rsidRPr="00495FA4" w:rsidTr="00495FA4">
        <w:trPr>
          <w:trHeight w:val="39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 xml:space="preserve"> Другие вопросы в области социальной политики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1 162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1 164</w:t>
            </w:r>
          </w:p>
        </w:tc>
      </w:tr>
      <w:tr w:rsidR="00495FA4" w:rsidRPr="00495FA4" w:rsidTr="00495FA4">
        <w:trPr>
          <w:trHeight w:val="33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 xml:space="preserve"> Физическая культура и спорт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31 399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31 997</w:t>
            </w:r>
          </w:p>
        </w:tc>
      </w:tr>
      <w:tr w:rsidR="00495FA4" w:rsidRPr="00495FA4" w:rsidTr="00495FA4">
        <w:trPr>
          <w:trHeight w:val="33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 xml:space="preserve"> Массовый спорт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31 399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31 997</w:t>
            </w:r>
          </w:p>
        </w:tc>
      </w:tr>
      <w:tr w:rsidR="00495FA4" w:rsidRPr="00495FA4" w:rsidTr="00495FA4">
        <w:trPr>
          <w:trHeight w:val="102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 xml:space="preserve"> Межбюджетные трансферты общего характера бюджетам бюджетной системы Российской Федерации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50 493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48 376</w:t>
            </w:r>
          </w:p>
        </w:tc>
      </w:tr>
      <w:tr w:rsidR="00495FA4" w:rsidRPr="00495FA4" w:rsidTr="00495FA4">
        <w:trPr>
          <w:trHeight w:val="94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 xml:space="preserve"> Дотации на выравнивание бюджетной обеспеченности субъектов Российской Федерации и муниципальных образований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16 269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17 069</w:t>
            </w:r>
          </w:p>
        </w:tc>
      </w:tr>
      <w:tr w:rsidR="00495FA4" w:rsidRPr="00495FA4" w:rsidTr="00495FA4">
        <w:trPr>
          <w:trHeight w:val="690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 xml:space="preserve"> Прочие межбюджетные трансферты общего характера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34 224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31 307</w:t>
            </w:r>
          </w:p>
        </w:tc>
      </w:tr>
      <w:tr w:rsidR="00495FA4" w:rsidRPr="00495FA4" w:rsidTr="00495FA4">
        <w:trPr>
          <w:trHeight w:val="34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 xml:space="preserve"> Условно-утвержденные расходы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99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13 476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27 935</w:t>
            </w:r>
          </w:p>
        </w:tc>
      </w:tr>
      <w:tr w:rsidR="00495FA4" w:rsidRPr="00495FA4" w:rsidTr="00495FA4">
        <w:trPr>
          <w:trHeight w:val="43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 xml:space="preserve"> Условно-утвержденные расходы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99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13 476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27 935</w:t>
            </w:r>
          </w:p>
        </w:tc>
      </w:tr>
      <w:tr w:rsidR="00495FA4" w:rsidRPr="00495FA4" w:rsidTr="00495FA4">
        <w:trPr>
          <w:trHeight w:val="375"/>
        </w:trPr>
        <w:tc>
          <w:tcPr>
            <w:tcW w:w="6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 xml:space="preserve"> Всего расходов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810 117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5FA4" w:rsidRPr="00495FA4" w:rsidRDefault="00495FA4" w:rsidP="00CB3EB1">
            <w:pPr>
              <w:pStyle w:val="Table"/>
            </w:pPr>
            <w:r w:rsidRPr="00495FA4">
              <w:t>832 777</w:t>
            </w:r>
          </w:p>
        </w:tc>
      </w:tr>
    </w:tbl>
    <w:p w:rsidR="00A06AAE" w:rsidRPr="00CB3EB1" w:rsidRDefault="00495FA4" w:rsidP="00CB3EB1">
      <w:pPr>
        <w:widowControl w:val="0"/>
        <w:autoSpaceDE w:val="0"/>
        <w:autoSpaceDN w:val="0"/>
        <w:adjustRightInd w:val="0"/>
        <w:spacing w:line="360" w:lineRule="auto"/>
      </w:pPr>
      <w:r w:rsidRPr="00CB3EB1">
        <w:t>10</w:t>
      </w:r>
      <w:r w:rsidR="00DD6172" w:rsidRPr="00CB3EB1">
        <w:t>. Приложение № 1</w:t>
      </w:r>
      <w:r w:rsidR="00643284" w:rsidRPr="00CB3EB1">
        <w:t>2</w:t>
      </w:r>
      <w:r w:rsidR="00DD6172" w:rsidRPr="00CB3EB1">
        <w:t xml:space="preserve"> изложить в следующей редакции:</w:t>
      </w:r>
    </w:p>
    <w:tbl>
      <w:tblPr>
        <w:tblW w:w="10789" w:type="dxa"/>
        <w:tblInd w:w="93" w:type="dxa"/>
        <w:tblLook w:val="04A0" w:firstRow="1" w:lastRow="0" w:firstColumn="1" w:lastColumn="0" w:noHBand="0" w:noVBand="1"/>
      </w:tblPr>
      <w:tblGrid>
        <w:gridCol w:w="5827"/>
        <w:gridCol w:w="540"/>
        <w:gridCol w:w="522"/>
        <w:gridCol w:w="1800"/>
        <w:gridCol w:w="680"/>
        <w:gridCol w:w="1420"/>
      </w:tblGrid>
      <w:tr w:rsidR="00CD0A52" w:rsidRPr="00CD0A52" w:rsidTr="00CD0A52">
        <w:trPr>
          <w:trHeight w:val="1320"/>
        </w:trPr>
        <w:tc>
          <w:tcPr>
            <w:tcW w:w="10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0"/>
            </w:pPr>
            <w:r w:rsidRPr="00CD0A52">
              <w:t xml:space="preserve">Распределение бюджетных ассигнований по разделам, подразделам,  целевым статьям (муниципальным программам Упоровского муниципального района и непрограммным направлениям деятельности), группам и подгруппам </w:t>
            </w:r>
            <w:proofErr w:type="gramStart"/>
            <w:r w:rsidRPr="00CD0A52">
              <w:t>видов расходов классификации расходов бюджета</w:t>
            </w:r>
            <w:proofErr w:type="gramEnd"/>
            <w:r w:rsidRPr="00CD0A52">
              <w:t xml:space="preserve"> Упоровского муниципального района на 2019 год </w:t>
            </w:r>
          </w:p>
        </w:tc>
      </w:tr>
      <w:tr w:rsidR="00CD0A52" w:rsidRPr="00CD0A52" w:rsidTr="00CD0A52">
        <w:trPr>
          <w:trHeight w:val="19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0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0"/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0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0"/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</w:p>
        </w:tc>
      </w:tr>
      <w:tr w:rsidR="00CD0A52" w:rsidRPr="00CD0A52" w:rsidTr="00CD0A52">
        <w:trPr>
          <w:trHeight w:val="285"/>
        </w:trPr>
        <w:tc>
          <w:tcPr>
            <w:tcW w:w="5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Наименование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proofErr w:type="spellStart"/>
            <w:r w:rsidRPr="00CD0A52">
              <w:t>Рз</w:t>
            </w:r>
            <w:proofErr w:type="spellEnd"/>
          </w:p>
        </w:tc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proofErr w:type="spellStart"/>
            <w:proofErr w:type="gramStart"/>
            <w:r w:rsidRPr="00CD0A52">
              <w:t>Пр</w:t>
            </w:r>
            <w:proofErr w:type="spellEnd"/>
            <w:proofErr w:type="gramEnd"/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ЦСР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ВР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Сумма,</w:t>
            </w:r>
            <w:r w:rsidRPr="00CD0A52">
              <w:br/>
              <w:t>тыс. руб.</w:t>
            </w:r>
          </w:p>
        </w:tc>
      </w:tr>
      <w:tr w:rsidR="00CD0A52" w:rsidRPr="00CD0A52" w:rsidTr="00CD0A52">
        <w:trPr>
          <w:trHeight w:val="285"/>
        </w:trPr>
        <w:tc>
          <w:tcPr>
            <w:tcW w:w="5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52" w:rsidRPr="00CD0A52" w:rsidRDefault="00CD0A52" w:rsidP="00CB3EB1">
            <w:pPr>
              <w:pStyle w:val="Table"/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52" w:rsidRPr="00CD0A52" w:rsidRDefault="00CD0A52" w:rsidP="00CB3EB1">
            <w:pPr>
              <w:pStyle w:val="Table"/>
            </w:pPr>
          </w:p>
        </w:tc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52" w:rsidRPr="00CD0A52" w:rsidRDefault="00CD0A52" w:rsidP="00CB3EB1">
            <w:pPr>
              <w:pStyle w:val="Table"/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52" w:rsidRPr="00CD0A52" w:rsidRDefault="00CD0A52" w:rsidP="00CB3EB1">
            <w:pPr>
              <w:pStyle w:val="Table"/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52" w:rsidRPr="00CD0A52" w:rsidRDefault="00CD0A52" w:rsidP="00CB3EB1">
            <w:pPr>
              <w:pStyle w:val="Table"/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52" w:rsidRPr="00CD0A52" w:rsidRDefault="00CD0A52" w:rsidP="00CB3EB1">
            <w:pPr>
              <w:pStyle w:val="Table"/>
            </w:pPr>
          </w:p>
        </w:tc>
      </w:tr>
      <w:tr w:rsidR="00CD0A52" w:rsidRPr="00CD0A52" w:rsidTr="00CD0A52">
        <w:trPr>
          <w:trHeight w:val="3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52 746</w:t>
            </w:r>
          </w:p>
        </w:tc>
      </w:tr>
      <w:tr w:rsidR="00CD0A52" w:rsidRPr="00CD0A52" w:rsidTr="00CD0A52">
        <w:trPr>
          <w:trHeight w:val="9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2 787</w:t>
            </w:r>
          </w:p>
        </w:tc>
      </w:tr>
      <w:tr w:rsidR="00CD0A52" w:rsidRPr="00CD0A52" w:rsidTr="00CD0A52">
        <w:trPr>
          <w:trHeight w:val="97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Высшее должностное лицо муниципального образования (глава муниципального образования, </w:t>
            </w:r>
            <w:proofErr w:type="gramStart"/>
            <w:r w:rsidRPr="00CD0A52">
              <w:t>возглавляющий</w:t>
            </w:r>
            <w:proofErr w:type="gramEnd"/>
            <w:r w:rsidRPr="00CD0A52">
              <w:t xml:space="preserve"> местную администрацию)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99 0 00 70110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2 787</w:t>
            </w:r>
          </w:p>
        </w:tc>
      </w:tr>
      <w:tr w:rsidR="00CD0A52" w:rsidRPr="00CD0A52" w:rsidTr="00CD0A52">
        <w:trPr>
          <w:trHeight w:val="148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99 0 00 70110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2 787</w:t>
            </w:r>
          </w:p>
        </w:tc>
      </w:tr>
      <w:tr w:rsidR="00CD0A52" w:rsidRPr="00CD0A52" w:rsidTr="00CD0A52">
        <w:trPr>
          <w:trHeight w:val="75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99 0 00 70110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2 787</w:t>
            </w:r>
          </w:p>
        </w:tc>
      </w:tr>
      <w:tr w:rsidR="00CD0A52" w:rsidRPr="00CD0A52" w:rsidTr="00FB1FFA">
        <w:trPr>
          <w:trHeight w:val="87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</w:tr>
      <w:tr w:rsidR="00CD0A52" w:rsidRPr="00CD0A52" w:rsidTr="00FB1FFA">
        <w:trPr>
          <w:trHeight w:val="467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Обеспечение деятельности органов местного самоуправления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</w:tr>
      <w:tr w:rsidR="00CD0A52" w:rsidRPr="00CD0A52" w:rsidTr="00CD0A52">
        <w:trPr>
          <w:trHeight w:val="67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</w:tr>
      <w:tr w:rsidR="00CD0A52" w:rsidRPr="00CD0A52" w:rsidTr="00FB1FFA">
        <w:trPr>
          <w:trHeight w:val="78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</w:tr>
      <w:tr w:rsidR="00CD0A52" w:rsidRPr="00CD0A52" w:rsidTr="00CD0A52">
        <w:trPr>
          <w:trHeight w:val="140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24 537</w:t>
            </w:r>
          </w:p>
        </w:tc>
      </w:tr>
      <w:tr w:rsidR="00CD0A52" w:rsidRPr="00CD0A52" w:rsidTr="00FB1FFA">
        <w:trPr>
          <w:trHeight w:val="8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Муниципальная программа "Основные направления развития предпринимательства и торговли в Упоровском муниципальном районе"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477</w:t>
            </w:r>
          </w:p>
        </w:tc>
      </w:tr>
      <w:tr w:rsidR="00CD0A52" w:rsidRPr="00CD0A52" w:rsidTr="00FB1FFA">
        <w:trPr>
          <w:trHeight w:val="81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Мероприятие "Создание благоприятных условий для развития субъектов малого и среднего предпринимательства"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12 0 03 00000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477</w:t>
            </w:r>
          </w:p>
        </w:tc>
      </w:tr>
      <w:tr w:rsidR="00CD0A52" w:rsidRPr="00CD0A52" w:rsidTr="00CD0A52">
        <w:trPr>
          <w:trHeight w:val="6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Обеспечение деятельности органов местного самоуправления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12 0 03 70100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477</w:t>
            </w:r>
          </w:p>
        </w:tc>
      </w:tr>
      <w:tr w:rsidR="00CD0A52" w:rsidRPr="00CD0A52" w:rsidTr="00FB1FFA">
        <w:trPr>
          <w:trHeight w:val="1273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12 0 03 70100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477</w:t>
            </w:r>
          </w:p>
        </w:tc>
      </w:tr>
      <w:tr w:rsidR="00CD0A52" w:rsidRPr="00CD0A52" w:rsidTr="00FB1FFA">
        <w:trPr>
          <w:trHeight w:val="58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12 0 03 70100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477</w:t>
            </w:r>
          </w:p>
        </w:tc>
      </w:tr>
      <w:tr w:rsidR="00CD0A52" w:rsidRPr="00CD0A52" w:rsidTr="00FB1FFA">
        <w:trPr>
          <w:trHeight w:val="551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Обеспечение деятельности органов местного самоуправления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23 361</w:t>
            </w:r>
          </w:p>
        </w:tc>
      </w:tr>
      <w:tr w:rsidR="00CD0A52" w:rsidRPr="00CD0A52" w:rsidTr="00FB1FFA">
        <w:trPr>
          <w:trHeight w:val="1267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22 508</w:t>
            </w:r>
          </w:p>
        </w:tc>
      </w:tr>
      <w:tr w:rsidR="00CD0A52" w:rsidRPr="00CD0A52" w:rsidTr="00FB1FFA">
        <w:trPr>
          <w:trHeight w:val="30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22 508</w:t>
            </w:r>
          </w:p>
        </w:tc>
      </w:tr>
      <w:tr w:rsidR="00CD0A52" w:rsidRPr="00CD0A52" w:rsidTr="00FB1FFA">
        <w:trPr>
          <w:trHeight w:val="41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853</w:t>
            </w:r>
          </w:p>
        </w:tc>
      </w:tr>
      <w:tr w:rsidR="00CD0A52" w:rsidRPr="00CD0A52" w:rsidTr="00CD0A52">
        <w:trPr>
          <w:trHeight w:val="104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853</w:t>
            </w:r>
          </w:p>
        </w:tc>
      </w:tr>
      <w:tr w:rsidR="00CD0A52" w:rsidRPr="00CD0A52" w:rsidTr="00CD0A52">
        <w:trPr>
          <w:trHeight w:val="43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Формирование и содержание архивных фондов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99 0 00 71902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407</w:t>
            </w:r>
          </w:p>
        </w:tc>
      </w:tr>
      <w:tr w:rsidR="00CD0A52" w:rsidRPr="00CD0A52" w:rsidTr="00FB1FFA">
        <w:trPr>
          <w:trHeight w:val="104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99 0 00 71902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407</w:t>
            </w:r>
          </w:p>
        </w:tc>
      </w:tr>
      <w:tr w:rsidR="00CD0A52" w:rsidRPr="00CD0A52" w:rsidTr="00CD0A52">
        <w:trPr>
          <w:trHeight w:val="70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99 0 00 71902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407</w:t>
            </w:r>
          </w:p>
        </w:tc>
      </w:tr>
      <w:tr w:rsidR="00CD0A52" w:rsidRPr="00CD0A52" w:rsidTr="00FB1FFA">
        <w:trPr>
          <w:trHeight w:val="51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Создание и организация деятельности административных комиссий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99 0 00 71904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290</w:t>
            </w:r>
          </w:p>
        </w:tc>
      </w:tr>
      <w:tr w:rsidR="00CD0A52" w:rsidRPr="00CD0A52" w:rsidTr="00FB1FFA">
        <w:trPr>
          <w:trHeight w:val="1213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99 0 00 71904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198</w:t>
            </w:r>
          </w:p>
        </w:tc>
      </w:tr>
      <w:tr w:rsidR="00CD0A52" w:rsidRPr="00CD0A52" w:rsidTr="00FB1FFA">
        <w:trPr>
          <w:trHeight w:val="539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99 0 00 71904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198</w:t>
            </w:r>
          </w:p>
        </w:tc>
      </w:tr>
      <w:tr w:rsidR="00CD0A52" w:rsidRPr="00CD0A52" w:rsidTr="00CD0A52">
        <w:trPr>
          <w:trHeight w:val="6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99 0 00 71904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92</w:t>
            </w:r>
          </w:p>
        </w:tc>
      </w:tr>
      <w:tr w:rsidR="00CD0A52" w:rsidRPr="00CD0A52" w:rsidTr="00FB1FFA">
        <w:trPr>
          <w:trHeight w:val="543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99 0 00 71904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92</w:t>
            </w:r>
          </w:p>
        </w:tc>
      </w:tr>
      <w:tr w:rsidR="00CD0A52" w:rsidRPr="00CD0A52" w:rsidTr="00CD0A52">
        <w:trPr>
          <w:trHeight w:val="171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Определение перечня должностных лиц, уполномоченных составлять протоколы об административных правонарушениях в соответствии с пунктом "б" части 2 статьи 5.1 Кодекса Тюменской области об административной ответственности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99 0 00 71907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</w:t>
            </w:r>
          </w:p>
        </w:tc>
      </w:tr>
      <w:tr w:rsidR="00CD0A52" w:rsidRPr="00CD0A52" w:rsidTr="00CD0A52">
        <w:trPr>
          <w:trHeight w:val="6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99 0 00 71907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</w:t>
            </w:r>
          </w:p>
        </w:tc>
      </w:tr>
      <w:tr w:rsidR="00CD0A52" w:rsidRPr="00CD0A52" w:rsidTr="00CD0A52">
        <w:trPr>
          <w:trHeight w:val="10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99 0 00 71907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</w:t>
            </w:r>
          </w:p>
        </w:tc>
      </w:tr>
      <w:tr w:rsidR="00CD0A52" w:rsidRPr="00CD0A52" w:rsidTr="00CD0A52">
        <w:trPr>
          <w:trHeight w:val="106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126</w:t>
            </w:r>
          </w:p>
        </w:tc>
      </w:tr>
      <w:tr w:rsidR="00CD0A52" w:rsidRPr="00CD0A52" w:rsidTr="00CD0A52">
        <w:trPr>
          <w:trHeight w:val="6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Обеспечение деятельности органов местного самоуправления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126</w:t>
            </w:r>
          </w:p>
        </w:tc>
      </w:tr>
      <w:tr w:rsidR="00CD0A52" w:rsidRPr="00CD0A52" w:rsidTr="00CD0A52">
        <w:trPr>
          <w:trHeight w:val="6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126</w:t>
            </w:r>
          </w:p>
        </w:tc>
      </w:tr>
      <w:tr w:rsidR="00CD0A52" w:rsidRPr="00CD0A52" w:rsidTr="00CD0A52">
        <w:trPr>
          <w:trHeight w:val="103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126</w:t>
            </w:r>
          </w:p>
        </w:tc>
      </w:tr>
      <w:tr w:rsidR="00CD0A52" w:rsidRPr="00CD0A52" w:rsidTr="00CD0A52">
        <w:trPr>
          <w:trHeight w:val="62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 Обеспечение проведения выборов и референдумов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90</w:t>
            </w:r>
          </w:p>
        </w:tc>
      </w:tr>
      <w:tr w:rsidR="00CD0A52" w:rsidRPr="00CD0A52" w:rsidTr="00CD0A52">
        <w:trPr>
          <w:trHeight w:val="64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Иные межбюджетные трансферты бюджетам бюджетной системы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90</w:t>
            </w:r>
          </w:p>
        </w:tc>
      </w:tr>
      <w:tr w:rsidR="00CD0A52" w:rsidRPr="00CD0A52" w:rsidTr="00CD0A52">
        <w:trPr>
          <w:trHeight w:val="32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90</w:t>
            </w:r>
          </w:p>
        </w:tc>
      </w:tr>
      <w:tr w:rsidR="00CD0A52" w:rsidRPr="00CD0A52" w:rsidTr="00CD0A52">
        <w:trPr>
          <w:trHeight w:val="31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90</w:t>
            </w:r>
          </w:p>
        </w:tc>
      </w:tr>
      <w:tr w:rsidR="00CD0A52" w:rsidRPr="00CD0A52" w:rsidTr="00CD0A52">
        <w:trPr>
          <w:trHeight w:val="3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Резервные фонды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872</w:t>
            </w:r>
          </w:p>
        </w:tc>
      </w:tr>
      <w:tr w:rsidR="00CD0A52" w:rsidRPr="00CD0A52" w:rsidTr="00CD0A52">
        <w:trPr>
          <w:trHeight w:val="3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Резервный фонд местной администрации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99 0 00 70700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872</w:t>
            </w:r>
          </w:p>
        </w:tc>
      </w:tr>
      <w:tr w:rsidR="00CD0A52" w:rsidRPr="00CD0A52" w:rsidTr="00CD0A52">
        <w:trPr>
          <w:trHeight w:val="3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99 0 00 70700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872</w:t>
            </w:r>
          </w:p>
        </w:tc>
      </w:tr>
      <w:tr w:rsidR="00CD0A52" w:rsidRPr="00CD0A52" w:rsidTr="00CD0A52">
        <w:trPr>
          <w:trHeight w:val="3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Резервные средства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99 0 00 70700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872</w:t>
            </w:r>
          </w:p>
        </w:tc>
      </w:tr>
      <w:tr w:rsidR="00CD0A52" w:rsidRPr="00CD0A52" w:rsidTr="00CD0A52">
        <w:trPr>
          <w:trHeight w:val="3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24 134</w:t>
            </w:r>
          </w:p>
        </w:tc>
      </w:tr>
      <w:tr w:rsidR="00CD0A52" w:rsidRPr="00CD0A52" w:rsidTr="00CD0A52">
        <w:trPr>
          <w:trHeight w:val="106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Муниципальная программа "Основные направления развития предпринимательства и торговли в Упоровском муниципальном районе"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706</w:t>
            </w:r>
          </w:p>
        </w:tc>
      </w:tr>
      <w:tr w:rsidR="00CD0A52" w:rsidRPr="00CD0A52" w:rsidTr="00CD0A52">
        <w:trPr>
          <w:trHeight w:val="10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Мероприятие "Совершенствование нормативно-правовой базы, регулирующей торговую деятельность"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12 0 01 00000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</w:t>
            </w:r>
          </w:p>
        </w:tc>
      </w:tr>
      <w:tr w:rsidR="00CD0A52" w:rsidRPr="00CD0A52" w:rsidTr="00CD0A52">
        <w:trPr>
          <w:trHeight w:val="43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lastRenderedPageBreak/>
              <w:t xml:space="preserve">Формирование торгового реестра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12 0 01 71914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</w:t>
            </w:r>
          </w:p>
        </w:tc>
      </w:tr>
      <w:tr w:rsidR="00CD0A52" w:rsidRPr="00CD0A52" w:rsidTr="00CD0A52">
        <w:trPr>
          <w:trHeight w:val="6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12 0 01 71914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</w:t>
            </w:r>
          </w:p>
        </w:tc>
      </w:tr>
      <w:tr w:rsidR="00CD0A52" w:rsidRPr="00CD0A52" w:rsidTr="00CD0A52">
        <w:trPr>
          <w:trHeight w:val="9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12 0 01 71914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</w:t>
            </w:r>
          </w:p>
        </w:tc>
      </w:tr>
      <w:tr w:rsidR="00CD0A52" w:rsidRPr="00CD0A52" w:rsidTr="00CD0A52">
        <w:trPr>
          <w:trHeight w:val="9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Мероприятие "Создание благоприятных условий для развития субъектов малого и среднего предпринимательства"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12 0 03 00000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686</w:t>
            </w:r>
          </w:p>
        </w:tc>
      </w:tr>
      <w:tr w:rsidR="00CD0A52" w:rsidRPr="00CD0A52" w:rsidTr="00CD0A52">
        <w:trPr>
          <w:trHeight w:val="9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Приведение в нормативное состояние объектов, передаваемых в пользование субъектам малого бизнеса и предпринимательства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12 0 03 70335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686</w:t>
            </w:r>
          </w:p>
        </w:tc>
      </w:tr>
      <w:tr w:rsidR="00CD0A52" w:rsidRPr="00CD0A52" w:rsidTr="00CD0A52">
        <w:trPr>
          <w:trHeight w:val="67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12 0 03 70335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686</w:t>
            </w:r>
          </w:p>
        </w:tc>
      </w:tr>
      <w:tr w:rsidR="00CD0A52" w:rsidRPr="00CD0A52" w:rsidTr="00CD0A52">
        <w:trPr>
          <w:trHeight w:val="9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12 0 03 70335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686</w:t>
            </w:r>
          </w:p>
        </w:tc>
      </w:tr>
      <w:tr w:rsidR="00CD0A52" w:rsidRPr="00CD0A52" w:rsidTr="00CD0A52">
        <w:trPr>
          <w:trHeight w:val="100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Муниципальная программа "Устойчивое развитие сельских территорий Упоровского района Тюменской области"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22 0 00 00000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290</w:t>
            </w:r>
          </w:p>
        </w:tc>
      </w:tr>
      <w:tr w:rsidR="00CD0A52" w:rsidRPr="00CD0A52" w:rsidTr="00CD0A52">
        <w:trPr>
          <w:trHeight w:val="106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Мероприятие "Улучшение условий жизнедеятельности на сельских территориях Упоровского района"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22 0 01 00000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290</w:t>
            </w:r>
          </w:p>
        </w:tc>
      </w:tr>
      <w:tr w:rsidR="00CD0A52" w:rsidRPr="00CD0A52" w:rsidTr="00CD0A52">
        <w:trPr>
          <w:trHeight w:val="10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Исполнение управленческих функций по социальной поддержке отдельных категорий граждан по обеспечению жильем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22 0 01 19120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290</w:t>
            </w:r>
          </w:p>
        </w:tc>
      </w:tr>
      <w:tr w:rsidR="00CD0A52" w:rsidRPr="00CD0A52" w:rsidTr="00CD0A52">
        <w:trPr>
          <w:trHeight w:val="164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22 0 01 19120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198</w:t>
            </w:r>
          </w:p>
        </w:tc>
      </w:tr>
      <w:tr w:rsidR="00CD0A52" w:rsidRPr="00CD0A52" w:rsidTr="00CD0A52">
        <w:trPr>
          <w:trHeight w:val="67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22 0 01 19120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198</w:t>
            </w:r>
          </w:p>
        </w:tc>
      </w:tr>
      <w:tr w:rsidR="00CD0A52" w:rsidRPr="00CD0A52" w:rsidTr="00CD0A52">
        <w:trPr>
          <w:trHeight w:val="70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22 0 01 19120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92</w:t>
            </w:r>
          </w:p>
        </w:tc>
      </w:tr>
      <w:tr w:rsidR="00CD0A52" w:rsidRPr="00CD0A52" w:rsidTr="00CD0A52">
        <w:trPr>
          <w:trHeight w:val="100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22 0 01 19120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92</w:t>
            </w:r>
          </w:p>
        </w:tc>
      </w:tr>
      <w:tr w:rsidR="00CD0A52" w:rsidRPr="00CD0A52" w:rsidTr="00CD0A52">
        <w:trPr>
          <w:trHeight w:val="94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Осуществление государственных полномочий по государственной регистрации актов гражданского состояния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99 0 00 19430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949</w:t>
            </w:r>
          </w:p>
        </w:tc>
      </w:tr>
      <w:tr w:rsidR="00CD0A52" w:rsidRPr="00CD0A52" w:rsidTr="00CD0A52">
        <w:trPr>
          <w:trHeight w:val="15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99 0 00 19430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172</w:t>
            </w:r>
          </w:p>
        </w:tc>
      </w:tr>
      <w:tr w:rsidR="00CD0A52" w:rsidRPr="00CD0A52" w:rsidTr="00CD0A52">
        <w:trPr>
          <w:trHeight w:val="6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99 0 00 19430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172</w:t>
            </w:r>
          </w:p>
        </w:tc>
      </w:tr>
      <w:tr w:rsidR="00CD0A52" w:rsidRPr="00CD0A52" w:rsidTr="00CD0A52">
        <w:trPr>
          <w:trHeight w:val="6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99 0 00 19430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777</w:t>
            </w:r>
          </w:p>
        </w:tc>
      </w:tr>
      <w:tr w:rsidR="00CD0A52" w:rsidRPr="00CD0A52" w:rsidTr="00CD0A52">
        <w:trPr>
          <w:trHeight w:val="10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99 0 00 19430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777</w:t>
            </w:r>
          </w:p>
        </w:tc>
      </w:tr>
      <w:tr w:rsidR="00CD0A52" w:rsidRPr="00CD0A52" w:rsidTr="00CD0A52">
        <w:trPr>
          <w:trHeight w:val="211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Осуществление переданных органам государственной власти субъектов Российской Федерации, в соответствии с пунктом 1 статьи 4 Федерального закона от 15 ноября 1997 года № 143-ФЗ "Об актах гражданского состояния",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99 0 00 59300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1 252</w:t>
            </w:r>
          </w:p>
        </w:tc>
      </w:tr>
      <w:tr w:rsidR="00CD0A52" w:rsidRPr="00CD0A52" w:rsidTr="00CD0A52">
        <w:trPr>
          <w:trHeight w:val="151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99 0 00 59300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1 252</w:t>
            </w:r>
          </w:p>
        </w:tc>
      </w:tr>
      <w:tr w:rsidR="00CD0A52" w:rsidRPr="00CD0A52" w:rsidTr="00CD0A52">
        <w:trPr>
          <w:trHeight w:val="62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99 0 00 59300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1 252</w:t>
            </w:r>
          </w:p>
        </w:tc>
      </w:tr>
      <w:tr w:rsidR="00CD0A52" w:rsidRPr="00CD0A52" w:rsidTr="00CD0A52">
        <w:trPr>
          <w:trHeight w:val="307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Осуществление переданных органам государственной власти субъектов Российской Федерации, в соответствии с пунктом 1 статьи 4 Федерального закона от 15 ноября 1997 года № 143-ФЗ "Об актах гражданского состояния", полномочий Российской Федерации на государственную регистрацию актов гражданского состояния в части перевода в электронную форму книг государственной регистрации актов гражданского состояния (актовых книг)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99 0 00 59310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724</w:t>
            </w:r>
          </w:p>
        </w:tc>
      </w:tr>
      <w:tr w:rsidR="00CD0A52" w:rsidRPr="00CD0A52" w:rsidTr="00CD0A52">
        <w:trPr>
          <w:trHeight w:val="145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99 0 00 59310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724</w:t>
            </w:r>
          </w:p>
        </w:tc>
      </w:tr>
      <w:tr w:rsidR="00CD0A52" w:rsidRPr="00CD0A52" w:rsidTr="00CD0A52">
        <w:trPr>
          <w:trHeight w:val="6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99 0 00 59310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724</w:t>
            </w:r>
          </w:p>
        </w:tc>
      </w:tr>
      <w:tr w:rsidR="00CD0A52" w:rsidRPr="00CD0A52" w:rsidTr="00CD0A52">
        <w:trPr>
          <w:trHeight w:val="74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Организация и проведение организационных и юбилейных мероприятий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99 0 00 70130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460</w:t>
            </w:r>
          </w:p>
        </w:tc>
      </w:tr>
      <w:tr w:rsidR="00CD0A52" w:rsidRPr="00CD0A52" w:rsidTr="00CD0A52">
        <w:trPr>
          <w:trHeight w:val="70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99 0 00 70130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460</w:t>
            </w:r>
          </w:p>
        </w:tc>
      </w:tr>
      <w:tr w:rsidR="00CD0A52" w:rsidRPr="00CD0A52" w:rsidTr="00CD0A52">
        <w:trPr>
          <w:trHeight w:val="103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99 0 00 70130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460</w:t>
            </w:r>
          </w:p>
        </w:tc>
      </w:tr>
      <w:tr w:rsidR="00CD0A52" w:rsidRPr="00CD0A52" w:rsidTr="00CD0A52">
        <w:trPr>
          <w:trHeight w:val="6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Членские взносы в совет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99 0 00 70140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104</w:t>
            </w:r>
          </w:p>
        </w:tc>
      </w:tr>
      <w:tr w:rsidR="00CD0A52" w:rsidRPr="00CD0A52" w:rsidTr="00CD0A52">
        <w:trPr>
          <w:trHeight w:val="37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99 0 00 70140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104</w:t>
            </w:r>
          </w:p>
        </w:tc>
      </w:tr>
      <w:tr w:rsidR="00CD0A52" w:rsidRPr="00CD0A52" w:rsidTr="00CD0A52">
        <w:trPr>
          <w:trHeight w:val="3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99 0 00 70140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104</w:t>
            </w:r>
          </w:p>
        </w:tc>
      </w:tr>
      <w:tr w:rsidR="00CD0A52" w:rsidRPr="00CD0A52" w:rsidTr="00CD0A52">
        <w:trPr>
          <w:trHeight w:val="33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Информационные услуги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1 569</w:t>
            </w:r>
          </w:p>
        </w:tc>
      </w:tr>
      <w:tr w:rsidR="00CD0A52" w:rsidRPr="00CD0A52" w:rsidTr="00CD0A52">
        <w:trPr>
          <w:trHeight w:val="70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1 569</w:t>
            </w:r>
          </w:p>
        </w:tc>
      </w:tr>
      <w:tr w:rsidR="00CD0A52" w:rsidRPr="00CD0A52" w:rsidTr="00CD0A52">
        <w:trPr>
          <w:trHeight w:val="105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99 0 00 70150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1 569</w:t>
            </w:r>
          </w:p>
        </w:tc>
      </w:tr>
      <w:tr w:rsidR="00CD0A52" w:rsidRPr="00CD0A52" w:rsidTr="00CD0A52">
        <w:trPr>
          <w:trHeight w:val="100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99 0 00 70170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445</w:t>
            </w:r>
          </w:p>
        </w:tc>
      </w:tr>
      <w:tr w:rsidR="00CD0A52" w:rsidRPr="00CD0A52" w:rsidTr="00CD0A52">
        <w:trPr>
          <w:trHeight w:val="63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99 0 00 70170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445</w:t>
            </w:r>
          </w:p>
        </w:tc>
      </w:tr>
      <w:tr w:rsidR="00CD0A52" w:rsidRPr="00CD0A52" w:rsidTr="00CD0A52">
        <w:trPr>
          <w:trHeight w:val="93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99 0 00 70170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445</w:t>
            </w:r>
          </w:p>
        </w:tc>
      </w:tr>
      <w:tr w:rsidR="00CD0A52" w:rsidRPr="00CD0A52" w:rsidTr="00CD0A52">
        <w:trPr>
          <w:trHeight w:val="6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Выполнение других обязательств органа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13 760</w:t>
            </w:r>
          </w:p>
        </w:tc>
      </w:tr>
      <w:tr w:rsidR="00CD0A52" w:rsidRPr="00CD0A52" w:rsidTr="00CD0A52">
        <w:trPr>
          <w:trHeight w:val="152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6 952</w:t>
            </w:r>
          </w:p>
        </w:tc>
      </w:tr>
      <w:tr w:rsidR="00CD0A52" w:rsidRPr="00CD0A52" w:rsidTr="00CD0A52">
        <w:trPr>
          <w:trHeight w:val="7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6 952</w:t>
            </w:r>
          </w:p>
        </w:tc>
      </w:tr>
      <w:tr w:rsidR="00CD0A52" w:rsidRPr="00CD0A52" w:rsidTr="00CD0A52">
        <w:trPr>
          <w:trHeight w:val="7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6 266</w:t>
            </w:r>
          </w:p>
        </w:tc>
      </w:tr>
      <w:tr w:rsidR="00CD0A52" w:rsidRPr="00CD0A52" w:rsidTr="00CD0A52">
        <w:trPr>
          <w:trHeight w:val="109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6 266</w:t>
            </w:r>
          </w:p>
        </w:tc>
      </w:tr>
      <w:tr w:rsidR="00CD0A52" w:rsidRPr="00CD0A52" w:rsidTr="00CD0A52">
        <w:trPr>
          <w:trHeight w:val="3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542</w:t>
            </w:r>
          </w:p>
        </w:tc>
      </w:tr>
      <w:tr w:rsidR="00CD0A52" w:rsidRPr="00CD0A52" w:rsidTr="00CD0A52">
        <w:trPr>
          <w:trHeight w:val="3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Исполнение судебных актов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502</w:t>
            </w:r>
          </w:p>
        </w:tc>
      </w:tr>
      <w:tr w:rsidR="00CD0A52" w:rsidRPr="00CD0A52" w:rsidTr="00CD0A52">
        <w:trPr>
          <w:trHeight w:val="4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40</w:t>
            </w:r>
          </w:p>
        </w:tc>
      </w:tr>
      <w:tr w:rsidR="00CD0A52" w:rsidRPr="00CD0A52" w:rsidTr="00CD0A52">
        <w:trPr>
          <w:trHeight w:val="64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Иные межбюджетные трансферты бюджетам бюджетной системы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3 102</w:t>
            </w:r>
          </w:p>
        </w:tc>
      </w:tr>
      <w:tr w:rsidR="00CD0A52" w:rsidRPr="00CD0A52" w:rsidTr="00CD0A52">
        <w:trPr>
          <w:trHeight w:val="4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3 102</w:t>
            </w:r>
          </w:p>
        </w:tc>
      </w:tr>
      <w:tr w:rsidR="00CD0A52" w:rsidRPr="00CD0A52" w:rsidTr="00CD0A52">
        <w:trPr>
          <w:trHeight w:val="4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3 102</w:t>
            </w:r>
          </w:p>
        </w:tc>
      </w:tr>
      <w:tr w:rsidR="00CD0A52" w:rsidRPr="00CD0A52" w:rsidTr="00CD0A52">
        <w:trPr>
          <w:trHeight w:val="67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Капитальный ремонт и ремонт объектов, находящихся в муниципальной собственности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99 0 00 70350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628</w:t>
            </w:r>
          </w:p>
        </w:tc>
      </w:tr>
      <w:tr w:rsidR="00CD0A52" w:rsidRPr="00CD0A52" w:rsidTr="00CD0A52">
        <w:trPr>
          <w:trHeight w:val="70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99 0 00 70350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628</w:t>
            </w:r>
          </w:p>
        </w:tc>
      </w:tr>
      <w:tr w:rsidR="00CD0A52" w:rsidRPr="00CD0A52" w:rsidTr="00CD0A52">
        <w:trPr>
          <w:trHeight w:val="10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99 0 00 70350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628</w:t>
            </w:r>
          </w:p>
        </w:tc>
      </w:tr>
      <w:tr w:rsidR="00CD0A52" w:rsidRPr="00CD0A52" w:rsidTr="00CD0A52">
        <w:trPr>
          <w:trHeight w:val="169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Исполнение государственных полномочий, отнесенных к полномочиям органов местного самоуправления в соответствии с пунктами 5-7 и пунктом 12 части 8 статьи 1 Закона Тюменской области от 26.12.2014 № 125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99 0 00 71910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145</w:t>
            </w:r>
          </w:p>
        </w:tc>
      </w:tr>
      <w:tr w:rsidR="00CD0A52" w:rsidRPr="00CD0A52" w:rsidTr="00CD0A52">
        <w:trPr>
          <w:trHeight w:val="163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99 0 00 71910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116</w:t>
            </w:r>
          </w:p>
        </w:tc>
      </w:tr>
      <w:tr w:rsidR="00CD0A52" w:rsidRPr="00CD0A52" w:rsidTr="00CD0A52">
        <w:trPr>
          <w:trHeight w:val="75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99 0 00 71910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116</w:t>
            </w:r>
          </w:p>
        </w:tc>
      </w:tr>
      <w:tr w:rsidR="00CD0A52" w:rsidRPr="00CD0A52" w:rsidTr="00CD0A52">
        <w:trPr>
          <w:trHeight w:val="7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99 0 00 71910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29</w:t>
            </w:r>
          </w:p>
        </w:tc>
      </w:tr>
      <w:tr w:rsidR="00CD0A52" w:rsidRPr="00CD0A52" w:rsidTr="00CD0A52">
        <w:trPr>
          <w:trHeight w:val="10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99 0 00 71910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29</w:t>
            </w:r>
          </w:p>
        </w:tc>
      </w:tr>
      <w:tr w:rsidR="00CD0A52" w:rsidRPr="00CD0A52" w:rsidTr="00CD0A52">
        <w:trPr>
          <w:trHeight w:val="4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Национальная оборона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1 737</w:t>
            </w:r>
          </w:p>
        </w:tc>
      </w:tr>
      <w:tr w:rsidR="00CD0A52" w:rsidRPr="00CD0A52" w:rsidTr="00CD0A52">
        <w:trPr>
          <w:trHeight w:val="43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Мобилизационная и вневойсковая подготовка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1 737</w:t>
            </w:r>
          </w:p>
        </w:tc>
      </w:tr>
      <w:tr w:rsidR="00CD0A52" w:rsidRPr="00CD0A52" w:rsidTr="00CD0A52">
        <w:trPr>
          <w:trHeight w:val="6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1 737</w:t>
            </w:r>
          </w:p>
        </w:tc>
      </w:tr>
      <w:tr w:rsidR="00CD0A52" w:rsidRPr="00CD0A52" w:rsidTr="00CD0A52">
        <w:trPr>
          <w:trHeight w:val="3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1 737</w:t>
            </w:r>
          </w:p>
        </w:tc>
      </w:tr>
      <w:tr w:rsidR="00CD0A52" w:rsidRPr="00CD0A52" w:rsidTr="00CD0A52">
        <w:trPr>
          <w:trHeight w:val="37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Субвенции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1 737</w:t>
            </w:r>
          </w:p>
        </w:tc>
      </w:tr>
      <w:tr w:rsidR="00CD0A52" w:rsidRPr="00CD0A52" w:rsidTr="00CD0A52">
        <w:trPr>
          <w:trHeight w:val="73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8 559</w:t>
            </w:r>
          </w:p>
        </w:tc>
      </w:tr>
      <w:tr w:rsidR="00CD0A52" w:rsidRPr="00CD0A52" w:rsidTr="00CD0A52">
        <w:trPr>
          <w:trHeight w:val="109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6 961</w:t>
            </w:r>
          </w:p>
        </w:tc>
      </w:tr>
      <w:tr w:rsidR="00CD0A52" w:rsidRPr="00CD0A52" w:rsidTr="00CD0A52">
        <w:trPr>
          <w:trHeight w:val="164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Муниципальная программа "Защита населения и территории Упоровского муниципального района от чрезвычайных ситуаций природного и техногенного характера, проведение мероприятий по гражданской обороне"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19 0 00 00000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537</w:t>
            </w:r>
          </w:p>
        </w:tc>
      </w:tr>
      <w:tr w:rsidR="00CD0A52" w:rsidRPr="00CD0A52" w:rsidTr="00CD0A52">
        <w:trPr>
          <w:trHeight w:val="139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Мероприятие "Повышение уровня защиты населения и территории района от опасностей военного времени и от угроз, возникающих при чрезвычайных ситуациях природного и техногенного характера"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19 0 01 00000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537</w:t>
            </w:r>
          </w:p>
        </w:tc>
      </w:tr>
      <w:tr w:rsidR="00CD0A52" w:rsidRPr="00CD0A52" w:rsidTr="00CD0A52">
        <w:trPr>
          <w:trHeight w:val="109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lastRenderedPageBreak/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19 0 01 70180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482</w:t>
            </w:r>
          </w:p>
        </w:tc>
      </w:tr>
      <w:tr w:rsidR="00CD0A52" w:rsidRPr="00CD0A52" w:rsidTr="00CD0A52">
        <w:trPr>
          <w:trHeight w:val="81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19 0 01 70180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482</w:t>
            </w:r>
          </w:p>
        </w:tc>
      </w:tr>
      <w:tr w:rsidR="00CD0A52" w:rsidRPr="00CD0A52" w:rsidTr="00CD0A52">
        <w:trPr>
          <w:trHeight w:val="105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19 0 01 70180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482</w:t>
            </w:r>
          </w:p>
        </w:tc>
      </w:tr>
      <w:tr w:rsidR="00CD0A52" w:rsidRPr="00CD0A52" w:rsidTr="00CD0A52">
        <w:trPr>
          <w:trHeight w:val="9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Организация мероприятий по обеспечению безопасности людей на водных объектах, охране их жизни и здоровья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19 0 01 70190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55</w:t>
            </w:r>
          </w:p>
        </w:tc>
      </w:tr>
      <w:tr w:rsidR="00CD0A52" w:rsidRPr="00CD0A52" w:rsidTr="00CD0A52">
        <w:trPr>
          <w:trHeight w:val="37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19 0 01 70190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55</w:t>
            </w:r>
          </w:p>
        </w:tc>
      </w:tr>
      <w:tr w:rsidR="00CD0A52" w:rsidRPr="00CD0A52" w:rsidTr="00CD0A52">
        <w:trPr>
          <w:trHeight w:val="3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19 0 01 70190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55</w:t>
            </w:r>
          </w:p>
        </w:tc>
      </w:tr>
      <w:tr w:rsidR="00CD0A52" w:rsidRPr="00CD0A52" w:rsidTr="00CD0A52">
        <w:trPr>
          <w:trHeight w:val="93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Приведение в нормативное состояние и оформление в муниципальную собственность скотомогильников, находящихся в ведении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99 0 00 19610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1 310</w:t>
            </w:r>
          </w:p>
        </w:tc>
      </w:tr>
      <w:tr w:rsidR="00CD0A52" w:rsidRPr="00CD0A52" w:rsidTr="00CD0A52">
        <w:trPr>
          <w:trHeight w:val="67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99 0 00 19610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1 310</w:t>
            </w:r>
          </w:p>
        </w:tc>
      </w:tr>
      <w:tr w:rsidR="00CD0A52" w:rsidRPr="00CD0A52" w:rsidTr="00CD0A52">
        <w:trPr>
          <w:trHeight w:val="100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99 0 00 19610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1 310</w:t>
            </w:r>
          </w:p>
        </w:tc>
      </w:tr>
      <w:tr w:rsidR="00CD0A52" w:rsidRPr="00CD0A52" w:rsidTr="00CD0A52">
        <w:trPr>
          <w:trHeight w:val="6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межбюджетные трансферты на содержание скотомогильников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755</w:t>
            </w:r>
          </w:p>
        </w:tc>
      </w:tr>
      <w:tr w:rsidR="00CD0A52" w:rsidRPr="00CD0A52" w:rsidTr="00CD0A52">
        <w:trPr>
          <w:trHeight w:val="43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755</w:t>
            </w:r>
          </w:p>
        </w:tc>
      </w:tr>
      <w:tr w:rsidR="00CD0A52" w:rsidRPr="00CD0A52" w:rsidTr="00CD0A52">
        <w:trPr>
          <w:trHeight w:val="3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755</w:t>
            </w:r>
          </w:p>
        </w:tc>
      </w:tr>
      <w:tr w:rsidR="00CD0A52" w:rsidRPr="00CD0A52" w:rsidTr="00CD0A52">
        <w:trPr>
          <w:trHeight w:val="49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Содержание единой дежурно - диспетчерской службы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4 046</w:t>
            </w:r>
          </w:p>
        </w:tc>
      </w:tr>
      <w:tr w:rsidR="00CD0A52" w:rsidRPr="00CD0A52" w:rsidTr="00CD0A52">
        <w:trPr>
          <w:trHeight w:val="166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3 865</w:t>
            </w:r>
          </w:p>
        </w:tc>
      </w:tr>
      <w:tr w:rsidR="00CD0A52" w:rsidRPr="00CD0A52" w:rsidTr="00CD0A52">
        <w:trPr>
          <w:trHeight w:val="73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3 865</w:t>
            </w:r>
          </w:p>
        </w:tc>
      </w:tr>
      <w:tr w:rsidR="00CD0A52" w:rsidRPr="00CD0A52" w:rsidTr="00CD0A52">
        <w:trPr>
          <w:trHeight w:val="6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181</w:t>
            </w:r>
          </w:p>
        </w:tc>
      </w:tr>
      <w:tr w:rsidR="00CD0A52" w:rsidRPr="00CD0A52" w:rsidTr="00CD0A52">
        <w:trPr>
          <w:trHeight w:val="10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181</w:t>
            </w:r>
          </w:p>
        </w:tc>
      </w:tr>
      <w:tr w:rsidR="00CD0A52" w:rsidRPr="00CD0A52" w:rsidTr="00CD0A52">
        <w:trPr>
          <w:trHeight w:val="63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Обустройство и приведение в нормативное состояние  скотомогильников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65</w:t>
            </w:r>
          </w:p>
        </w:tc>
      </w:tr>
      <w:tr w:rsidR="00CD0A52" w:rsidRPr="00CD0A52" w:rsidTr="00CD0A52">
        <w:trPr>
          <w:trHeight w:val="7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65</w:t>
            </w:r>
          </w:p>
        </w:tc>
      </w:tr>
      <w:tr w:rsidR="00CD0A52" w:rsidRPr="00CD0A52" w:rsidTr="00CD0A52">
        <w:trPr>
          <w:trHeight w:val="10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65</w:t>
            </w:r>
          </w:p>
        </w:tc>
      </w:tr>
      <w:tr w:rsidR="00CD0A52" w:rsidRPr="00CD0A52" w:rsidTr="00CD0A52">
        <w:trPr>
          <w:trHeight w:val="6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Иные межбюджетные трансферты бюджетам бюджетной системы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248</w:t>
            </w:r>
          </w:p>
        </w:tc>
      </w:tr>
      <w:tr w:rsidR="00CD0A52" w:rsidRPr="00CD0A52" w:rsidTr="00CD0A52">
        <w:trPr>
          <w:trHeight w:val="3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248</w:t>
            </w:r>
          </w:p>
        </w:tc>
      </w:tr>
      <w:tr w:rsidR="00CD0A52" w:rsidRPr="00CD0A52" w:rsidTr="00CD0A52">
        <w:trPr>
          <w:trHeight w:val="43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248</w:t>
            </w:r>
          </w:p>
        </w:tc>
      </w:tr>
      <w:tr w:rsidR="00CD0A52" w:rsidRPr="00CD0A52" w:rsidTr="00CD0A52">
        <w:trPr>
          <w:trHeight w:val="43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 Обеспечение пожарной безопасности 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1 202</w:t>
            </w:r>
          </w:p>
        </w:tc>
      </w:tr>
      <w:tr w:rsidR="00CD0A52" w:rsidRPr="00CD0A52" w:rsidTr="00CD0A52">
        <w:trPr>
          <w:trHeight w:val="92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Обустройство и поддержание в нормативном состоянии муниципальных объектов, обеспечивающих пожарную безопасность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1 202</w:t>
            </w:r>
          </w:p>
        </w:tc>
      </w:tr>
      <w:tr w:rsidR="00CD0A52" w:rsidRPr="00CD0A52" w:rsidTr="00CD0A52">
        <w:trPr>
          <w:trHeight w:val="58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1 202</w:t>
            </w:r>
          </w:p>
        </w:tc>
      </w:tr>
      <w:tr w:rsidR="00CD0A52" w:rsidRPr="00CD0A52" w:rsidTr="00CD0A52">
        <w:trPr>
          <w:trHeight w:val="92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1 202</w:t>
            </w:r>
          </w:p>
        </w:tc>
      </w:tr>
      <w:tr w:rsidR="00CD0A52" w:rsidRPr="00CD0A52" w:rsidTr="00CD0A52">
        <w:trPr>
          <w:trHeight w:val="4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Миграционная политика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64</w:t>
            </w:r>
          </w:p>
        </w:tc>
      </w:tr>
      <w:tr w:rsidR="00CD0A52" w:rsidRPr="00CD0A52" w:rsidTr="00CD0A52">
        <w:trPr>
          <w:trHeight w:val="105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Участие в осуществлении государственной политики в отношении соотечественников, проживающих за рубежом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99 0 00 19170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64</w:t>
            </w:r>
          </w:p>
        </w:tc>
      </w:tr>
      <w:tr w:rsidR="00CD0A52" w:rsidRPr="00CD0A52" w:rsidTr="00CD0A52">
        <w:trPr>
          <w:trHeight w:val="7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99 0 00 19170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64</w:t>
            </w:r>
          </w:p>
        </w:tc>
      </w:tr>
      <w:tr w:rsidR="00CD0A52" w:rsidRPr="00CD0A52" w:rsidTr="00CD0A52">
        <w:trPr>
          <w:trHeight w:val="106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99 0 00 19170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64</w:t>
            </w:r>
          </w:p>
        </w:tc>
      </w:tr>
      <w:tr w:rsidR="00CD0A52" w:rsidRPr="00CD0A52" w:rsidTr="00CD0A52">
        <w:trPr>
          <w:trHeight w:val="6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332</w:t>
            </w:r>
          </w:p>
        </w:tc>
      </w:tr>
      <w:tr w:rsidR="00CD0A52" w:rsidRPr="00CD0A52" w:rsidTr="00CD0A52">
        <w:trPr>
          <w:trHeight w:val="9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Участие товариществ собственников жилья, кондоминиумов, домовых комитетов в проведении мероприятий по предупреждению правонарушений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99 0 00 11430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</w:tr>
      <w:tr w:rsidR="00CD0A52" w:rsidRPr="00CD0A52" w:rsidTr="00CD0A52">
        <w:trPr>
          <w:trHeight w:val="3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99 0 00 11430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</w:tr>
      <w:tr w:rsidR="00CD0A52" w:rsidRPr="00CD0A52" w:rsidTr="00CD0A52">
        <w:trPr>
          <w:trHeight w:val="34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99 0 00 11430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</w:tr>
      <w:tr w:rsidR="00CD0A52" w:rsidRPr="00CD0A52" w:rsidTr="00CD0A52">
        <w:trPr>
          <w:trHeight w:val="70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132</w:t>
            </w:r>
          </w:p>
        </w:tc>
      </w:tr>
      <w:tr w:rsidR="00CD0A52" w:rsidRPr="00CD0A52" w:rsidTr="00CD0A52">
        <w:trPr>
          <w:trHeight w:val="63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132</w:t>
            </w:r>
          </w:p>
        </w:tc>
      </w:tr>
      <w:tr w:rsidR="00CD0A52" w:rsidRPr="00CD0A52" w:rsidTr="00CD0A52">
        <w:trPr>
          <w:trHeight w:val="106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132</w:t>
            </w:r>
          </w:p>
        </w:tc>
      </w:tr>
      <w:tr w:rsidR="00CD0A52" w:rsidRPr="00CD0A52" w:rsidTr="00CD0A52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НАЦИОНАЛЬНАЯ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113 768</w:t>
            </w:r>
          </w:p>
        </w:tc>
      </w:tr>
      <w:tr w:rsidR="00CD0A52" w:rsidRPr="00CD0A52" w:rsidTr="00CD0A52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 Общеэкономические вопросы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1 056</w:t>
            </w:r>
          </w:p>
        </w:tc>
      </w:tr>
      <w:tr w:rsidR="00CD0A52" w:rsidRPr="00CD0A52" w:rsidTr="00CD0A52">
        <w:trPr>
          <w:trHeight w:val="6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lastRenderedPageBreak/>
              <w:t>Организация временного трудоустройства несовершеннолетних граждан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99 0 00 70330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563</w:t>
            </w:r>
          </w:p>
        </w:tc>
      </w:tr>
      <w:tr w:rsidR="00CD0A52" w:rsidRPr="00CD0A52" w:rsidTr="00CD0A52">
        <w:trPr>
          <w:trHeight w:val="76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99 0 00 70330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563</w:t>
            </w:r>
          </w:p>
        </w:tc>
      </w:tr>
      <w:tr w:rsidR="00CD0A52" w:rsidRPr="00CD0A52" w:rsidTr="00CD0A52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99 0 00 70330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563</w:t>
            </w:r>
          </w:p>
        </w:tc>
      </w:tr>
      <w:tr w:rsidR="00CD0A52" w:rsidRPr="00CD0A52" w:rsidTr="00CD0A52">
        <w:trPr>
          <w:trHeight w:val="61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Организация общественных и временных рабочих мест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99 0 00 70331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493</w:t>
            </w:r>
          </w:p>
        </w:tc>
      </w:tr>
      <w:tr w:rsidR="00CD0A52" w:rsidRPr="00CD0A52" w:rsidTr="00CD0A52">
        <w:trPr>
          <w:trHeight w:val="6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99 0 00 70331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493</w:t>
            </w:r>
          </w:p>
        </w:tc>
      </w:tr>
      <w:tr w:rsidR="00CD0A52" w:rsidRPr="00CD0A52" w:rsidTr="00CD0A52">
        <w:trPr>
          <w:trHeight w:val="43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99 0 00 70331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493</w:t>
            </w:r>
          </w:p>
        </w:tc>
      </w:tr>
      <w:tr w:rsidR="00CD0A52" w:rsidRPr="00CD0A52" w:rsidTr="00CD0A52">
        <w:trPr>
          <w:trHeight w:val="3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 Топливно-энергетический комплекс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1 860</w:t>
            </w:r>
          </w:p>
        </w:tc>
      </w:tr>
      <w:tr w:rsidR="00CD0A52" w:rsidRPr="00CD0A52" w:rsidTr="00CD0A52">
        <w:trPr>
          <w:trHeight w:val="6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Мероприятия по обеспечению эксплуатации объектов газоснабжения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99 0 00 89540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1 860</w:t>
            </w:r>
          </w:p>
        </w:tc>
      </w:tr>
      <w:tr w:rsidR="00CD0A52" w:rsidRPr="00CD0A52" w:rsidTr="00CD0A52">
        <w:trPr>
          <w:trHeight w:val="7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99 0 00 89540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1 860</w:t>
            </w:r>
          </w:p>
        </w:tc>
      </w:tr>
      <w:tr w:rsidR="00CD0A52" w:rsidRPr="00CD0A52" w:rsidTr="00CD0A52">
        <w:trPr>
          <w:trHeight w:val="103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99 0 00 89540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1 860</w:t>
            </w:r>
          </w:p>
        </w:tc>
      </w:tr>
      <w:tr w:rsidR="00CD0A52" w:rsidRPr="00CD0A52" w:rsidTr="00CD0A52">
        <w:trPr>
          <w:trHeight w:val="46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Сельское хозяйство и рыболовство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6 011</w:t>
            </w:r>
          </w:p>
        </w:tc>
      </w:tr>
      <w:tr w:rsidR="00CD0A52" w:rsidRPr="00CD0A52" w:rsidTr="00CD0A52">
        <w:trPr>
          <w:trHeight w:val="9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Муниципальная программа "Основные направления развития предпринимательства и торговли в Упоровском муниципальном районе"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606</w:t>
            </w:r>
          </w:p>
        </w:tc>
      </w:tr>
      <w:tr w:rsidR="00CD0A52" w:rsidRPr="00CD0A52" w:rsidTr="00CD0A52">
        <w:trPr>
          <w:trHeight w:val="104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Мероприятие "Создание благоприятных условий для развития субъектов малого и среднего предпринимательства"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12 0 03 00000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606</w:t>
            </w:r>
          </w:p>
        </w:tc>
      </w:tr>
      <w:tr w:rsidR="00CD0A52" w:rsidRPr="00CD0A52" w:rsidTr="00CD0A52">
        <w:trPr>
          <w:trHeight w:val="6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Мероприятия по поддержке и развитию субъектов малого и среднего предпринимательства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12 0 03 70334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606</w:t>
            </w:r>
          </w:p>
        </w:tc>
      </w:tr>
      <w:tr w:rsidR="00CD0A52" w:rsidRPr="00CD0A52" w:rsidTr="00CD0A52">
        <w:trPr>
          <w:trHeight w:val="37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12 0 03 70334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606</w:t>
            </w:r>
          </w:p>
        </w:tc>
      </w:tr>
      <w:tr w:rsidR="00CD0A52" w:rsidRPr="00CD0A52" w:rsidTr="00CD0A52">
        <w:trPr>
          <w:trHeight w:val="135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12 0 03 70334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606</w:t>
            </w:r>
          </w:p>
        </w:tc>
      </w:tr>
      <w:tr w:rsidR="00CD0A52" w:rsidRPr="00CD0A52" w:rsidTr="00CD0A52">
        <w:trPr>
          <w:trHeight w:val="106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Муниципальная программа "Основные направления развития агропромышленного комплекса Упоровского муниципального района"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18 0 00 00000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4 621</w:t>
            </w:r>
          </w:p>
        </w:tc>
      </w:tr>
      <w:tr w:rsidR="00CD0A52" w:rsidRPr="00CD0A52" w:rsidTr="00CD0A52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Поддержка сельскохозяйственного производства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18 0 00 19190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4 060</w:t>
            </w:r>
          </w:p>
        </w:tc>
      </w:tr>
      <w:tr w:rsidR="00CD0A52" w:rsidRPr="00CD0A52" w:rsidTr="00CD0A52">
        <w:trPr>
          <w:trHeight w:val="170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18 0 00 19190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3 715</w:t>
            </w:r>
          </w:p>
        </w:tc>
      </w:tr>
      <w:tr w:rsidR="00CD0A52" w:rsidRPr="00CD0A52" w:rsidTr="00CD0A52">
        <w:trPr>
          <w:trHeight w:val="7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18 0 00 19190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3 715</w:t>
            </w:r>
          </w:p>
        </w:tc>
      </w:tr>
      <w:tr w:rsidR="00CD0A52" w:rsidRPr="00CD0A52" w:rsidTr="00CD0A52">
        <w:trPr>
          <w:trHeight w:val="7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18 0 00 19190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345</w:t>
            </w:r>
          </w:p>
        </w:tc>
      </w:tr>
      <w:tr w:rsidR="00CD0A52" w:rsidRPr="00CD0A52" w:rsidTr="00CD0A52">
        <w:trPr>
          <w:trHeight w:val="100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18 0 00 19190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345</w:t>
            </w:r>
          </w:p>
        </w:tc>
      </w:tr>
      <w:tr w:rsidR="00CD0A52" w:rsidRPr="00CD0A52" w:rsidTr="00CD0A52">
        <w:trPr>
          <w:trHeight w:val="70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Мероприятия в области сельскохозяйственного производства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18 0 00 78810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408</w:t>
            </w:r>
          </w:p>
        </w:tc>
      </w:tr>
      <w:tr w:rsidR="00CD0A52" w:rsidRPr="00CD0A52" w:rsidTr="00CD0A52">
        <w:trPr>
          <w:trHeight w:val="6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18 0 00 78810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32</w:t>
            </w:r>
          </w:p>
        </w:tc>
      </w:tr>
      <w:tr w:rsidR="00CD0A52" w:rsidRPr="00CD0A52" w:rsidTr="00CD0A52">
        <w:trPr>
          <w:trHeight w:val="100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18 0 00 78810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32</w:t>
            </w:r>
          </w:p>
        </w:tc>
      </w:tr>
      <w:tr w:rsidR="00CD0A52" w:rsidRPr="00CD0A52" w:rsidTr="00CD0A52">
        <w:trPr>
          <w:trHeight w:val="4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18 0 00 78810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341</w:t>
            </w:r>
          </w:p>
        </w:tc>
      </w:tr>
      <w:tr w:rsidR="00CD0A52" w:rsidRPr="00CD0A52" w:rsidTr="00CD0A52">
        <w:trPr>
          <w:trHeight w:val="36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Премии и гранты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18 0 00 78810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341</w:t>
            </w:r>
          </w:p>
        </w:tc>
      </w:tr>
      <w:tr w:rsidR="00CD0A52" w:rsidRPr="00CD0A52" w:rsidTr="00CD0A52">
        <w:trPr>
          <w:trHeight w:val="66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18 0 00 78810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35</w:t>
            </w:r>
          </w:p>
        </w:tc>
      </w:tr>
      <w:tr w:rsidR="00CD0A52" w:rsidRPr="00CD0A52" w:rsidTr="00CD0A52">
        <w:trPr>
          <w:trHeight w:val="3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18 0 00 78810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35</w:t>
            </w:r>
          </w:p>
        </w:tc>
      </w:tr>
      <w:tr w:rsidR="00CD0A52" w:rsidRPr="00CD0A52" w:rsidTr="00CD0A52">
        <w:trPr>
          <w:trHeight w:val="9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18 0 00 R5430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153</w:t>
            </w:r>
          </w:p>
        </w:tc>
      </w:tr>
      <w:tr w:rsidR="00CD0A52" w:rsidRPr="00CD0A52" w:rsidTr="00CD0A52">
        <w:trPr>
          <w:trHeight w:val="3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18 0 00 R5430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153</w:t>
            </w:r>
          </w:p>
        </w:tc>
      </w:tr>
      <w:tr w:rsidR="00CD0A52" w:rsidRPr="00CD0A52" w:rsidTr="00CD0A52">
        <w:trPr>
          <w:trHeight w:val="144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18 0 00 R5430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153</w:t>
            </w:r>
          </w:p>
        </w:tc>
      </w:tr>
      <w:tr w:rsidR="00CD0A52" w:rsidRPr="00CD0A52" w:rsidTr="00CD0A52">
        <w:trPr>
          <w:trHeight w:val="45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Решение вопросов местного значения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99 0 00 19990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</w:tr>
      <w:tr w:rsidR="00CD0A52" w:rsidRPr="00CD0A52" w:rsidTr="00CD0A52">
        <w:trPr>
          <w:trHeight w:val="3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99 0 00 19990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</w:tr>
      <w:tr w:rsidR="00CD0A52" w:rsidRPr="00CD0A52" w:rsidTr="00CD0A52">
        <w:trPr>
          <w:trHeight w:val="45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99 0 00 19990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</w:tr>
      <w:tr w:rsidR="00CD0A52" w:rsidRPr="00CD0A52" w:rsidTr="00CD0A52">
        <w:trPr>
          <w:trHeight w:val="13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Возмещение части процентной ставки по долгосрочным, среднесрочным и краткосрочным кредитам, взятым малыми формами хозяйствования (областной бюджет)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99 0 00 45432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500</w:t>
            </w:r>
          </w:p>
        </w:tc>
      </w:tr>
      <w:tr w:rsidR="00CD0A52" w:rsidRPr="00CD0A52" w:rsidTr="00CD0A52">
        <w:trPr>
          <w:trHeight w:val="45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99 0 00 45432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500</w:t>
            </w:r>
          </w:p>
        </w:tc>
      </w:tr>
      <w:tr w:rsidR="00CD0A52" w:rsidRPr="00CD0A52" w:rsidTr="00CD0A52">
        <w:trPr>
          <w:trHeight w:val="135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99 0 00 45432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500</w:t>
            </w:r>
          </w:p>
        </w:tc>
      </w:tr>
      <w:tr w:rsidR="00CD0A52" w:rsidRPr="00CD0A52" w:rsidTr="00CD0A52">
        <w:trPr>
          <w:trHeight w:val="61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Иные межбюджетные трансферты бюджетам бюджетной системы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84</w:t>
            </w:r>
          </w:p>
        </w:tc>
      </w:tr>
      <w:tr w:rsidR="00CD0A52" w:rsidRPr="00CD0A52" w:rsidTr="00CD0A52">
        <w:trPr>
          <w:trHeight w:val="3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lastRenderedPageBreak/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84</w:t>
            </w:r>
          </w:p>
        </w:tc>
      </w:tr>
      <w:tr w:rsidR="00CD0A52" w:rsidRPr="00CD0A52" w:rsidTr="00CD0A52">
        <w:trPr>
          <w:trHeight w:val="45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84</w:t>
            </w:r>
          </w:p>
        </w:tc>
      </w:tr>
      <w:tr w:rsidR="00CD0A52" w:rsidRPr="00CD0A52" w:rsidTr="00CD0A52">
        <w:trPr>
          <w:trHeight w:val="37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 Водное хозяйство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22 134</w:t>
            </w:r>
          </w:p>
        </w:tc>
      </w:tr>
      <w:tr w:rsidR="00CD0A52" w:rsidRPr="00CD0A52" w:rsidTr="00CD0A52">
        <w:trPr>
          <w:trHeight w:val="3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 Капитальный ремонт гидротехнических сооружений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99 0 00 19620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20 876</w:t>
            </w:r>
          </w:p>
        </w:tc>
      </w:tr>
      <w:tr w:rsidR="00CD0A52" w:rsidRPr="00CD0A52" w:rsidTr="00CD0A52">
        <w:trPr>
          <w:trHeight w:val="73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99 0 00 19620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20 876</w:t>
            </w:r>
          </w:p>
        </w:tc>
      </w:tr>
      <w:tr w:rsidR="00CD0A52" w:rsidRPr="00CD0A52" w:rsidTr="00CD0A52">
        <w:trPr>
          <w:trHeight w:val="100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99 0 00 19620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20 876</w:t>
            </w:r>
          </w:p>
        </w:tc>
      </w:tr>
      <w:tr w:rsidR="00CD0A52" w:rsidRPr="00CD0A52" w:rsidTr="00CD0A52">
        <w:trPr>
          <w:trHeight w:val="123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Мероприятия, направленные на обеспечение безопасности гидротехнических сооружений, расположенных на территории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99 0 00 19640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835</w:t>
            </w:r>
          </w:p>
        </w:tc>
      </w:tr>
      <w:tr w:rsidR="00CD0A52" w:rsidRPr="00CD0A52" w:rsidTr="00CD0A52">
        <w:trPr>
          <w:trHeight w:val="64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99 0 00 19640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835</w:t>
            </w:r>
          </w:p>
        </w:tc>
      </w:tr>
      <w:tr w:rsidR="00CD0A52" w:rsidRPr="00CD0A52" w:rsidTr="00CD0A52">
        <w:trPr>
          <w:trHeight w:val="100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99 0 00 19640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835</w:t>
            </w:r>
          </w:p>
        </w:tc>
      </w:tr>
      <w:tr w:rsidR="00CD0A52" w:rsidRPr="00CD0A52" w:rsidTr="00CD0A52">
        <w:trPr>
          <w:trHeight w:val="6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Капитальный ремонт и ремонт объектов, находящихся в муниципальной собственности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99 0 00 70350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323</w:t>
            </w:r>
          </w:p>
        </w:tc>
      </w:tr>
      <w:tr w:rsidR="00CD0A52" w:rsidRPr="00CD0A52" w:rsidTr="00CD0A52">
        <w:trPr>
          <w:trHeight w:val="81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99 0 00 70350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323</w:t>
            </w:r>
          </w:p>
        </w:tc>
      </w:tr>
      <w:tr w:rsidR="00CD0A52" w:rsidRPr="00CD0A52" w:rsidTr="00CD0A52">
        <w:trPr>
          <w:trHeight w:val="100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99 0 00 70350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323</w:t>
            </w:r>
          </w:p>
        </w:tc>
      </w:tr>
      <w:tr w:rsidR="00CD0A52" w:rsidRPr="00CD0A52" w:rsidTr="00CD0A52">
        <w:trPr>
          <w:trHeight w:val="127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Мероприятия, направленные на обеспечение безопасности гидротехнических сооружений, расположенных на территории муниципальных образований за счет средств местного бюджета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99 0 00 79640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100</w:t>
            </w:r>
          </w:p>
        </w:tc>
      </w:tr>
      <w:tr w:rsidR="00CD0A52" w:rsidRPr="00CD0A52" w:rsidTr="00CD0A52">
        <w:trPr>
          <w:trHeight w:val="61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99 0 00 79640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100</w:t>
            </w:r>
          </w:p>
        </w:tc>
      </w:tr>
      <w:tr w:rsidR="00CD0A52" w:rsidRPr="00CD0A52" w:rsidTr="00CD0A52">
        <w:trPr>
          <w:trHeight w:val="100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99 0 00 79640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100</w:t>
            </w:r>
          </w:p>
        </w:tc>
      </w:tr>
      <w:tr w:rsidR="00CD0A52" w:rsidRPr="00CD0A52" w:rsidTr="00CD0A52">
        <w:trPr>
          <w:trHeight w:val="45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Транспорт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36 960</w:t>
            </w:r>
          </w:p>
        </w:tc>
      </w:tr>
      <w:tr w:rsidR="00CD0A52" w:rsidRPr="00CD0A52" w:rsidTr="00CD0A52">
        <w:trPr>
          <w:trHeight w:val="104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Муниципальная программа "Основные направления градостроительной политики и жилищного строительства Упоровского муниципального района"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17 0 00 00000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36 960</w:t>
            </w:r>
          </w:p>
        </w:tc>
      </w:tr>
      <w:tr w:rsidR="00CD0A52" w:rsidRPr="00CD0A52" w:rsidTr="00CD0A52">
        <w:trPr>
          <w:trHeight w:val="9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Мероприятие "Удовлетворение потребности населения в качественном обслуживании автомобильным транспортом"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17 0 01 00000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36 960</w:t>
            </w:r>
          </w:p>
        </w:tc>
      </w:tr>
      <w:tr w:rsidR="00CD0A52" w:rsidRPr="00CD0A52" w:rsidTr="00CD0A52">
        <w:trPr>
          <w:trHeight w:val="12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lastRenderedPageBreak/>
              <w:t>Регулирование тарифов на перевозку пассажиров и багажа автомобильным транспортом в городском (</w:t>
            </w:r>
            <w:proofErr w:type="spellStart"/>
            <w:r w:rsidRPr="00CD0A52">
              <w:t>внутрипоселковом</w:t>
            </w:r>
            <w:proofErr w:type="spellEnd"/>
            <w:r w:rsidRPr="00CD0A52">
              <w:t xml:space="preserve">) сообщении и в пригородном сообщении до садоводческих товариществ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17 0 01 71920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290</w:t>
            </w:r>
          </w:p>
        </w:tc>
      </w:tr>
      <w:tr w:rsidR="00CD0A52" w:rsidRPr="00CD0A52" w:rsidTr="00CD0A52">
        <w:trPr>
          <w:trHeight w:val="15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17 0 01 71920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280</w:t>
            </w:r>
          </w:p>
        </w:tc>
      </w:tr>
      <w:tr w:rsidR="00CD0A52" w:rsidRPr="00CD0A52" w:rsidTr="00CD0A52">
        <w:trPr>
          <w:trHeight w:val="75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17 0 01 71920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280</w:t>
            </w:r>
          </w:p>
        </w:tc>
      </w:tr>
      <w:tr w:rsidR="00CD0A52" w:rsidRPr="00CD0A52" w:rsidTr="00CD0A52">
        <w:trPr>
          <w:trHeight w:val="64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17 0 01 71920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</w:tr>
      <w:tr w:rsidR="00CD0A52" w:rsidRPr="00CD0A52" w:rsidTr="00CD0A52">
        <w:trPr>
          <w:trHeight w:val="9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17 0 01 71920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</w:tr>
      <w:tr w:rsidR="00CD0A52" w:rsidRPr="00CD0A52" w:rsidTr="00CD0A52">
        <w:trPr>
          <w:trHeight w:val="97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Выдача разрешений на осуществление деятельности по перевозке пассажиров и багажа легковым такси в Тюменской области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17 0 01 71922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145</w:t>
            </w:r>
          </w:p>
        </w:tc>
      </w:tr>
      <w:tr w:rsidR="00CD0A52" w:rsidRPr="00CD0A52" w:rsidTr="00CD0A52">
        <w:trPr>
          <w:trHeight w:val="157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17 0 01 71922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145</w:t>
            </w:r>
          </w:p>
        </w:tc>
      </w:tr>
      <w:tr w:rsidR="00CD0A52" w:rsidRPr="00CD0A52" w:rsidTr="00CD0A52">
        <w:trPr>
          <w:trHeight w:val="6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17 0 01 71922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145</w:t>
            </w:r>
          </w:p>
        </w:tc>
      </w:tr>
      <w:tr w:rsidR="00CD0A52" w:rsidRPr="00CD0A52" w:rsidTr="00CD0A52">
        <w:trPr>
          <w:trHeight w:val="76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Мероприятия, направленные на организацию транспортного обслуживания населения района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17 0 01 77760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36 525</w:t>
            </w:r>
          </w:p>
        </w:tc>
      </w:tr>
      <w:tr w:rsidR="00CD0A52" w:rsidRPr="00CD0A52" w:rsidTr="00CD0A52">
        <w:trPr>
          <w:trHeight w:val="84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17 0 01 77760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36 525</w:t>
            </w:r>
          </w:p>
        </w:tc>
      </w:tr>
      <w:tr w:rsidR="00CD0A52" w:rsidRPr="00CD0A52" w:rsidTr="00CD0A52">
        <w:trPr>
          <w:trHeight w:val="106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17 0 01 77760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36 525</w:t>
            </w:r>
          </w:p>
        </w:tc>
      </w:tr>
      <w:tr w:rsidR="00CD0A52" w:rsidRPr="00CD0A52" w:rsidTr="00CD0A52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Дорожное хозяйство (дорожные фонды)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39 212</w:t>
            </w:r>
          </w:p>
        </w:tc>
      </w:tr>
      <w:tr w:rsidR="00CD0A52" w:rsidRPr="00CD0A52" w:rsidTr="00CD0A52">
        <w:trPr>
          <w:trHeight w:val="12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Муниципальная программа "Комплексное развитие транспортной инфраструктуры Упоровского района и сельских поселений"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23 0 00 00000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39 212</w:t>
            </w:r>
          </w:p>
        </w:tc>
      </w:tr>
      <w:tr w:rsidR="00CD0A52" w:rsidRPr="00CD0A52" w:rsidTr="00CD0A52">
        <w:trPr>
          <w:trHeight w:val="133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Мероприятие "Создание современной, развитой и эффективной транспортной инфраструктуры, обеспечивающей ускорение товародвижения и снижения транспортных издержек в экономике"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23 0 01 00000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39 212</w:t>
            </w:r>
          </w:p>
        </w:tc>
      </w:tr>
      <w:tr w:rsidR="00CD0A52" w:rsidRPr="00CD0A52" w:rsidTr="00CD0A52">
        <w:trPr>
          <w:trHeight w:val="6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Мероприятия по содержанию автомобильных дорог местного значения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23 0 01 77770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12 849</w:t>
            </w:r>
          </w:p>
        </w:tc>
      </w:tr>
      <w:tr w:rsidR="00CD0A52" w:rsidRPr="00CD0A52" w:rsidTr="00CD0A52">
        <w:trPr>
          <w:trHeight w:val="76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23 0 01 77770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12 007</w:t>
            </w:r>
          </w:p>
        </w:tc>
      </w:tr>
      <w:tr w:rsidR="00CD0A52" w:rsidRPr="00CD0A52" w:rsidTr="00CD0A52">
        <w:trPr>
          <w:trHeight w:val="104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23 0 01 77770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12 007</w:t>
            </w:r>
          </w:p>
        </w:tc>
      </w:tr>
      <w:tr w:rsidR="00CD0A52" w:rsidRPr="00CD0A52" w:rsidTr="00CD0A52">
        <w:trPr>
          <w:trHeight w:val="45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23 0 01 77770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842</w:t>
            </w:r>
          </w:p>
        </w:tc>
      </w:tr>
      <w:tr w:rsidR="00CD0A52" w:rsidRPr="00CD0A52" w:rsidTr="00CD0A52">
        <w:trPr>
          <w:trHeight w:val="45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23 0 01 77770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842</w:t>
            </w:r>
          </w:p>
        </w:tc>
      </w:tr>
      <w:tr w:rsidR="00CD0A52" w:rsidRPr="00CD0A52" w:rsidTr="00CD0A52">
        <w:trPr>
          <w:trHeight w:val="7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Мероприятия по капитальному ремонту и ремонту автомобильных дорог местного значения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23 0 01 77780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10 758</w:t>
            </w:r>
          </w:p>
        </w:tc>
      </w:tr>
      <w:tr w:rsidR="00CD0A52" w:rsidRPr="00CD0A52" w:rsidTr="00CD0A52">
        <w:trPr>
          <w:trHeight w:val="6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23 0 01 77780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10 758</w:t>
            </w:r>
          </w:p>
        </w:tc>
      </w:tr>
      <w:tr w:rsidR="00CD0A52" w:rsidRPr="00CD0A52" w:rsidTr="00CD0A52">
        <w:trPr>
          <w:trHeight w:val="104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23 0 01 77780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10 758</w:t>
            </w:r>
          </w:p>
        </w:tc>
      </w:tr>
      <w:tr w:rsidR="00CD0A52" w:rsidRPr="00CD0A52" w:rsidTr="00CD0A52">
        <w:trPr>
          <w:trHeight w:val="103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Мероприятия по капитальному ремонту и ремонту автомобильных дорог местного значения за счет средств дорожного фонда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23 0 01 78800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15 605</w:t>
            </w:r>
          </w:p>
        </w:tc>
      </w:tr>
      <w:tr w:rsidR="00CD0A52" w:rsidRPr="00CD0A52" w:rsidTr="00CD0A52">
        <w:trPr>
          <w:trHeight w:val="75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23 0 01 78800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15 605</w:t>
            </w:r>
          </w:p>
        </w:tc>
      </w:tr>
      <w:tr w:rsidR="00CD0A52" w:rsidRPr="00CD0A52" w:rsidTr="00CD0A52">
        <w:trPr>
          <w:trHeight w:val="114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23 0 01 78800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15 605</w:t>
            </w:r>
          </w:p>
        </w:tc>
      </w:tr>
      <w:tr w:rsidR="00CD0A52" w:rsidRPr="00CD0A52" w:rsidTr="00CD0A52">
        <w:trPr>
          <w:trHeight w:val="6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6 535</w:t>
            </w:r>
          </w:p>
        </w:tc>
      </w:tr>
      <w:tr w:rsidR="00CD0A52" w:rsidRPr="00CD0A52" w:rsidTr="00CD0A52">
        <w:trPr>
          <w:trHeight w:val="106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Муниципальная программа "Основные направления развития предпринимательства и торговли в Упоровском муниципальном районе"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4 851</w:t>
            </w:r>
          </w:p>
        </w:tc>
      </w:tr>
      <w:tr w:rsidR="00CD0A52" w:rsidRPr="00CD0A52" w:rsidTr="00CD0A52">
        <w:trPr>
          <w:trHeight w:val="111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Мероприятие "Повышение экономической и территориальной доступности товаров и услуг для населения района"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12 0 02 00000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489</w:t>
            </w:r>
          </w:p>
        </w:tc>
      </w:tr>
      <w:tr w:rsidR="00CD0A52" w:rsidRPr="00CD0A52" w:rsidTr="00CD0A52">
        <w:trPr>
          <w:trHeight w:val="43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Поддержка труднодоступных территорий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12 0 02 19230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489</w:t>
            </w:r>
          </w:p>
        </w:tc>
      </w:tr>
      <w:tr w:rsidR="00CD0A52" w:rsidRPr="00CD0A52" w:rsidTr="00CD0A52">
        <w:trPr>
          <w:trHeight w:val="4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12 0 02 19230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489</w:t>
            </w:r>
          </w:p>
        </w:tc>
      </w:tr>
      <w:tr w:rsidR="00CD0A52" w:rsidRPr="00CD0A52" w:rsidTr="00CD0A52">
        <w:trPr>
          <w:trHeight w:val="13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12 0 02 19230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489</w:t>
            </w:r>
          </w:p>
        </w:tc>
      </w:tr>
      <w:tr w:rsidR="00CD0A52" w:rsidRPr="00CD0A52" w:rsidTr="00CD0A52">
        <w:trPr>
          <w:trHeight w:val="10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Мероприятие "Создание благоприятных условий для развития субъектов малого и среднего предпринимательства"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12 0 03 00000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4 362</w:t>
            </w:r>
          </w:p>
        </w:tc>
      </w:tr>
      <w:tr w:rsidR="00CD0A52" w:rsidRPr="00CD0A52" w:rsidTr="00CD0A52">
        <w:trPr>
          <w:trHeight w:val="80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Мероприятия по поддержке и развитию субъектов малого и среднего предпринимательства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12 0 03 70334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4 362</w:t>
            </w:r>
          </w:p>
        </w:tc>
      </w:tr>
      <w:tr w:rsidR="00CD0A52" w:rsidRPr="00CD0A52" w:rsidTr="00CD0A52">
        <w:trPr>
          <w:trHeight w:val="80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12 0 03 70334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157</w:t>
            </w:r>
          </w:p>
        </w:tc>
      </w:tr>
      <w:tr w:rsidR="00CD0A52" w:rsidRPr="00CD0A52" w:rsidTr="00CD0A52">
        <w:trPr>
          <w:trHeight w:val="116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12 0 03 70334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157</w:t>
            </w:r>
          </w:p>
        </w:tc>
      </w:tr>
      <w:tr w:rsidR="00CD0A52" w:rsidRPr="00CD0A52" w:rsidTr="00CD0A52">
        <w:trPr>
          <w:trHeight w:val="45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12 0 03 70334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4 205</w:t>
            </w:r>
          </w:p>
        </w:tc>
      </w:tr>
      <w:tr w:rsidR="00CD0A52" w:rsidRPr="00CD0A52" w:rsidTr="00CD0A52">
        <w:trPr>
          <w:trHeight w:val="124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12 0 03 70334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4 205</w:t>
            </w:r>
          </w:p>
        </w:tc>
      </w:tr>
      <w:tr w:rsidR="00CD0A52" w:rsidRPr="00CD0A52" w:rsidTr="00CD0A52">
        <w:trPr>
          <w:trHeight w:val="94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Муниципальная программа "Основные направления градостроительной политики и жилищного строительства Упоровского муниципального района"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17 0 00 00000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1 160</w:t>
            </w:r>
          </w:p>
        </w:tc>
      </w:tr>
      <w:tr w:rsidR="00CD0A52" w:rsidRPr="00CD0A52" w:rsidTr="00CD0A52">
        <w:trPr>
          <w:trHeight w:val="175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Мероприятие "Создание условий для устойчивого, безопасного и комплексного развития территорий Упоровского муниципального района в целях обеспечения благоприятной среды для проживания населения"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17 0 03 00000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1 160</w:t>
            </w:r>
          </w:p>
        </w:tc>
      </w:tr>
      <w:tr w:rsidR="00CD0A52" w:rsidRPr="00CD0A52" w:rsidTr="00CD0A52">
        <w:trPr>
          <w:trHeight w:val="73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Ведение информационной системы обеспечения градостроительной деятельности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17 0 03 73380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1 160</w:t>
            </w:r>
          </w:p>
        </w:tc>
      </w:tr>
      <w:tr w:rsidR="00CD0A52" w:rsidRPr="00CD0A52" w:rsidTr="00CD0A52">
        <w:trPr>
          <w:trHeight w:val="81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17 0 03 73380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1 160</w:t>
            </w:r>
          </w:p>
        </w:tc>
      </w:tr>
      <w:tr w:rsidR="00CD0A52" w:rsidRPr="00CD0A52" w:rsidTr="00CD0A52">
        <w:trPr>
          <w:trHeight w:val="10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17 0 03 73380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1 160</w:t>
            </w:r>
          </w:p>
        </w:tc>
      </w:tr>
      <w:tr w:rsidR="00CD0A52" w:rsidRPr="00CD0A52" w:rsidTr="00CD0A52">
        <w:trPr>
          <w:trHeight w:val="40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Мероприятия по землеустройству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524</w:t>
            </w:r>
          </w:p>
        </w:tc>
      </w:tr>
      <w:tr w:rsidR="00CD0A52" w:rsidRPr="00CD0A52" w:rsidTr="00CD0A52">
        <w:trPr>
          <w:trHeight w:val="84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524</w:t>
            </w:r>
          </w:p>
        </w:tc>
      </w:tr>
      <w:tr w:rsidR="00CD0A52" w:rsidRPr="00CD0A52" w:rsidTr="00CD0A52">
        <w:trPr>
          <w:trHeight w:val="105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524</w:t>
            </w:r>
          </w:p>
        </w:tc>
      </w:tr>
      <w:tr w:rsidR="00CD0A52" w:rsidRPr="00CD0A52" w:rsidTr="00CD0A52">
        <w:trPr>
          <w:trHeight w:val="3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ЖИЛИЩНО-КОММУНАЛЬНОЕ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99 522</w:t>
            </w:r>
          </w:p>
        </w:tc>
      </w:tr>
      <w:tr w:rsidR="00CD0A52" w:rsidRPr="00CD0A52" w:rsidTr="00CD0A52">
        <w:trPr>
          <w:trHeight w:val="40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Жилищное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25 428</w:t>
            </w:r>
          </w:p>
        </w:tc>
      </w:tr>
      <w:tr w:rsidR="00CD0A52" w:rsidRPr="00CD0A52" w:rsidTr="00CD0A52">
        <w:trPr>
          <w:trHeight w:val="9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 Муниципальная программа "Модернизация систем  коммунальной инфраструктуры Упоровского муниципального района"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15 0 00 00000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1 685</w:t>
            </w:r>
          </w:p>
        </w:tc>
      </w:tr>
      <w:tr w:rsidR="00CD0A52" w:rsidRPr="00CD0A52" w:rsidTr="00CD0A52">
        <w:trPr>
          <w:trHeight w:val="104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 Мероприятие "Поддержание в надлежащем состоянии объектов государственного и муниципального жилищного фонда"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15 0 01 00000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1 685</w:t>
            </w:r>
          </w:p>
        </w:tc>
      </w:tr>
      <w:tr w:rsidR="00CD0A52" w:rsidRPr="00CD0A52" w:rsidTr="00CD0A52">
        <w:trPr>
          <w:trHeight w:val="73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Капитальный ремонт государственного жилищного фонда Тюменской области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15 0 01 71924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314</w:t>
            </w:r>
          </w:p>
        </w:tc>
      </w:tr>
      <w:tr w:rsidR="00CD0A52" w:rsidRPr="00CD0A52" w:rsidTr="00CD0A52">
        <w:trPr>
          <w:trHeight w:val="76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15 0 01 71924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314</w:t>
            </w:r>
          </w:p>
        </w:tc>
      </w:tr>
      <w:tr w:rsidR="00CD0A52" w:rsidRPr="00CD0A52" w:rsidTr="00CD0A52">
        <w:trPr>
          <w:trHeight w:val="106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15 0 01 71924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314</w:t>
            </w:r>
          </w:p>
        </w:tc>
      </w:tr>
      <w:tr w:rsidR="00CD0A52" w:rsidRPr="00CD0A52" w:rsidTr="00CD0A52">
        <w:trPr>
          <w:trHeight w:val="6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Мероприятия по капитальному ремонту муниципального жилого фонда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15 0 01 75000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1 371</w:t>
            </w:r>
          </w:p>
        </w:tc>
      </w:tr>
      <w:tr w:rsidR="00CD0A52" w:rsidRPr="00CD0A52" w:rsidTr="00CD0A52">
        <w:trPr>
          <w:trHeight w:val="74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15 0 01 75000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1 371</w:t>
            </w:r>
          </w:p>
        </w:tc>
      </w:tr>
      <w:tr w:rsidR="00CD0A52" w:rsidRPr="00CD0A52" w:rsidTr="00CD0A52">
        <w:trPr>
          <w:trHeight w:val="10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15 0 01 75000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1 371</w:t>
            </w:r>
          </w:p>
        </w:tc>
      </w:tr>
      <w:tr w:rsidR="00CD0A52" w:rsidRPr="00CD0A52" w:rsidTr="00CD0A52">
        <w:trPr>
          <w:trHeight w:val="10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Муниципальная программа "Основные направления градостроительной политики и жилищного строительства Упоровского муниципального района"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17 0 00 00000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20 632</w:t>
            </w:r>
          </w:p>
        </w:tc>
      </w:tr>
      <w:tr w:rsidR="00CD0A52" w:rsidRPr="00CD0A52" w:rsidTr="00CD0A52">
        <w:trPr>
          <w:trHeight w:val="10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Мероприятие "Инженерная подготовка территорий под жилищное строительство, в том числе индивидуальное"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17 0 05 00000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11 933</w:t>
            </w:r>
          </w:p>
        </w:tc>
      </w:tr>
      <w:tr w:rsidR="00CD0A52" w:rsidRPr="00CD0A52" w:rsidTr="00CD0A52">
        <w:trPr>
          <w:trHeight w:val="12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Инженерная подготовка предоставляемых многодетным семьям участков, расположенных на площадках для индивидуального жилищного строительства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17 0 05 29570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11 933</w:t>
            </w:r>
          </w:p>
        </w:tc>
      </w:tr>
      <w:tr w:rsidR="00CD0A52" w:rsidRPr="00CD0A52" w:rsidTr="00CD0A52">
        <w:trPr>
          <w:trHeight w:val="67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17 0 05 29570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11 933</w:t>
            </w:r>
          </w:p>
        </w:tc>
      </w:tr>
      <w:tr w:rsidR="00CD0A52" w:rsidRPr="00CD0A52" w:rsidTr="00CD0A52">
        <w:trPr>
          <w:trHeight w:val="10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17 0 05 29570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11 933</w:t>
            </w:r>
          </w:p>
        </w:tc>
      </w:tr>
      <w:tr w:rsidR="00CD0A52" w:rsidRPr="00CD0A52" w:rsidTr="00CD0A52">
        <w:trPr>
          <w:trHeight w:val="6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Мероприятие "Переселение граждан из аварийного жилищного фонда"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17 0 08 00000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8 699</w:t>
            </w:r>
          </w:p>
        </w:tc>
      </w:tr>
      <w:tr w:rsidR="00CD0A52" w:rsidRPr="00CD0A52" w:rsidTr="00CD0A52">
        <w:trPr>
          <w:trHeight w:val="169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17 0 08 09602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8 699</w:t>
            </w:r>
          </w:p>
        </w:tc>
      </w:tr>
      <w:tr w:rsidR="00CD0A52" w:rsidRPr="00CD0A52" w:rsidTr="00CD0A52">
        <w:trPr>
          <w:trHeight w:val="7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17 0 08 09602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8 699</w:t>
            </w:r>
          </w:p>
        </w:tc>
      </w:tr>
      <w:tr w:rsidR="00CD0A52" w:rsidRPr="00CD0A52" w:rsidTr="00CD0A52">
        <w:trPr>
          <w:trHeight w:val="46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17 0 08 09602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8 699</w:t>
            </w:r>
          </w:p>
        </w:tc>
      </w:tr>
      <w:tr w:rsidR="00CD0A52" w:rsidRPr="00CD0A52" w:rsidTr="00CD0A52">
        <w:trPr>
          <w:trHeight w:val="74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Расходы по приобретению имущества в муниципальную собственность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2 600</w:t>
            </w:r>
          </w:p>
        </w:tc>
      </w:tr>
      <w:tr w:rsidR="00CD0A52" w:rsidRPr="00CD0A52" w:rsidTr="00CD0A52">
        <w:trPr>
          <w:trHeight w:val="7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2 600</w:t>
            </w:r>
          </w:p>
        </w:tc>
      </w:tr>
      <w:tr w:rsidR="00CD0A52" w:rsidRPr="00CD0A52" w:rsidTr="00CD0A52">
        <w:trPr>
          <w:trHeight w:val="46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2 600</w:t>
            </w:r>
          </w:p>
        </w:tc>
      </w:tr>
      <w:tr w:rsidR="00CD0A52" w:rsidRPr="00CD0A52" w:rsidTr="00CD0A52">
        <w:trPr>
          <w:trHeight w:val="127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lastRenderedPageBreak/>
              <w:t>Уплата ежемесячных взносов на капитальный ремонт общего имущества многоквартирных домов органами местного самоуправления как собственниками помещений в многоквартирных домах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99 0 00 96160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511</w:t>
            </w:r>
          </w:p>
        </w:tc>
      </w:tr>
      <w:tr w:rsidR="00CD0A52" w:rsidRPr="00CD0A52" w:rsidTr="00CD0A52">
        <w:trPr>
          <w:trHeight w:val="6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99 0 00 96160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511</w:t>
            </w:r>
          </w:p>
        </w:tc>
      </w:tr>
      <w:tr w:rsidR="00CD0A52" w:rsidRPr="00CD0A52" w:rsidTr="00CD0A52">
        <w:trPr>
          <w:trHeight w:val="93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99 0 00 96160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511</w:t>
            </w:r>
          </w:p>
        </w:tc>
      </w:tr>
      <w:tr w:rsidR="00CD0A52" w:rsidRPr="00CD0A52" w:rsidTr="00CD0A52">
        <w:trPr>
          <w:trHeight w:val="4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Коммунальное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62 554</w:t>
            </w:r>
          </w:p>
        </w:tc>
      </w:tr>
      <w:tr w:rsidR="00CD0A52" w:rsidRPr="00CD0A52" w:rsidTr="00CD0A52">
        <w:trPr>
          <w:trHeight w:val="97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Муниципальная программа "Основные направления развития предпринимательства и торговли в Упоровском муниципальном районе"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131</w:t>
            </w:r>
          </w:p>
        </w:tc>
      </w:tr>
      <w:tr w:rsidR="00CD0A52" w:rsidRPr="00CD0A52" w:rsidTr="00CD0A52">
        <w:trPr>
          <w:trHeight w:val="9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Мероприятие "Создание благоприятных условий для развития субъектов малого и среднего предпринимательства"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12 0 03 00000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131</w:t>
            </w:r>
          </w:p>
        </w:tc>
      </w:tr>
      <w:tr w:rsidR="00CD0A52" w:rsidRPr="00CD0A52" w:rsidTr="00CD0A52">
        <w:trPr>
          <w:trHeight w:val="97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Приведение в нормативное состояние объектов, передаваемых в пользование субъектам малого бизнеса и предпринимательства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12 0 03 70335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131</w:t>
            </w:r>
          </w:p>
        </w:tc>
      </w:tr>
      <w:tr w:rsidR="00CD0A52" w:rsidRPr="00CD0A52" w:rsidTr="00CD0A52">
        <w:trPr>
          <w:trHeight w:val="6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12 0 03 70335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131</w:t>
            </w:r>
          </w:p>
        </w:tc>
      </w:tr>
      <w:tr w:rsidR="00CD0A52" w:rsidRPr="00CD0A52" w:rsidTr="00CD0A52">
        <w:trPr>
          <w:trHeight w:val="9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12 0 03 70335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131</w:t>
            </w:r>
          </w:p>
        </w:tc>
      </w:tr>
      <w:tr w:rsidR="00CD0A52" w:rsidRPr="00CD0A52" w:rsidTr="00CD0A52">
        <w:trPr>
          <w:trHeight w:val="10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 Муниципальная программа "Модернизация систем  коммунальной инфраструктуры Упоровского муниципального района"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15 0 00 00000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34 633</w:t>
            </w:r>
          </w:p>
        </w:tc>
      </w:tr>
      <w:tr w:rsidR="00CD0A52" w:rsidRPr="00CD0A52" w:rsidTr="00CD0A52">
        <w:trPr>
          <w:trHeight w:val="10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 Мероприятие "Повышение уровня надежности, качества и эффективности работы коммунального комплекса"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15 0 02 00000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22 633</w:t>
            </w:r>
          </w:p>
        </w:tc>
      </w:tr>
      <w:tr w:rsidR="00CD0A52" w:rsidRPr="00CD0A52" w:rsidTr="00CD0A52">
        <w:trPr>
          <w:trHeight w:val="6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 Капитальный ремонт объектов коммунальной инфраструктуры муниципальной собственности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15 0 02 19530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7 069</w:t>
            </w:r>
          </w:p>
        </w:tc>
      </w:tr>
      <w:tr w:rsidR="00CD0A52" w:rsidRPr="00CD0A52" w:rsidTr="00CD0A52">
        <w:trPr>
          <w:trHeight w:val="6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 Закупка товаров, работ и услуг для обеспечения государственных (муниципальных) нужд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15 0 02 19530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7 069</w:t>
            </w:r>
          </w:p>
        </w:tc>
      </w:tr>
      <w:tr w:rsidR="00CD0A52" w:rsidRPr="00CD0A52" w:rsidTr="00CD0A52">
        <w:trPr>
          <w:trHeight w:val="9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 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15 0 02 19530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7 069</w:t>
            </w:r>
          </w:p>
        </w:tc>
      </w:tr>
      <w:tr w:rsidR="00CD0A52" w:rsidRPr="00CD0A52" w:rsidTr="00CD0A52">
        <w:trPr>
          <w:trHeight w:val="70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Мероприятия по повышению надежности и эффективности инженерных систем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15 0 02 75220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15 564</w:t>
            </w:r>
          </w:p>
        </w:tc>
      </w:tr>
      <w:tr w:rsidR="00CD0A52" w:rsidRPr="00CD0A52" w:rsidTr="00CD0A52">
        <w:trPr>
          <w:trHeight w:val="7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15 0 02 75220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10 924</w:t>
            </w:r>
          </w:p>
        </w:tc>
      </w:tr>
      <w:tr w:rsidR="00CD0A52" w:rsidRPr="00CD0A52" w:rsidTr="00CD0A52">
        <w:trPr>
          <w:trHeight w:val="10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15 0 02 75220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10 924</w:t>
            </w:r>
          </w:p>
        </w:tc>
      </w:tr>
      <w:tr w:rsidR="00CD0A52" w:rsidRPr="00CD0A52" w:rsidTr="00CD0A52">
        <w:trPr>
          <w:trHeight w:val="40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lastRenderedPageBreak/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15 0 02 75220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4 640</w:t>
            </w:r>
          </w:p>
        </w:tc>
      </w:tr>
      <w:tr w:rsidR="00CD0A52" w:rsidRPr="00CD0A52" w:rsidTr="00CD0A52">
        <w:trPr>
          <w:trHeight w:val="4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15 0 02 75220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4 640</w:t>
            </w:r>
          </w:p>
        </w:tc>
      </w:tr>
      <w:tr w:rsidR="00CD0A52" w:rsidRPr="00CD0A52" w:rsidTr="00CD0A52">
        <w:trPr>
          <w:trHeight w:val="124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 Мероприятие "Строительство (реконструкция) и проектирование объектов теплоснабжения, энергоснабжения, водоснабжения, водоотведения и газоснабжения"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15 0 03 00000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12 000</w:t>
            </w:r>
          </w:p>
        </w:tc>
      </w:tr>
      <w:tr w:rsidR="00CD0A52" w:rsidRPr="00CD0A52" w:rsidTr="00CD0A52">
        <w:trPr>
          <w:trHeight w:val="4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Мероприятия по строительству объектов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15 0 03 89530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12 000</w:t>
            </w:r>
          </w:p>
        </w:tc>
      </w:tr>
      <w:tr w:rsidR="00CD0A52" w:rsidRPr="00CD0A52" w:rsidTr="00CD0A52">
        <w:trPr>
          <w:trHeight w:val="63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15 0 03 89530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12 000</w:t>
            </w:r>
          </w:p>
        </w:tc>
      </w:tr>
      <w:tr w:rsidR="00CD0A52" w:rsidRPr="00CD0A52" w:rsidTr="00CD0A52">
        <w:trPr>
          <w:trHeight w:val="4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15 0 03 89530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12 000</w:t>
            </w:r>
          </w:p>
        </w:tc>
      </w:tr>
      <w:tr w:rsidR="00CD0A52" w:rsidRPr="00CD0A52" w:rsidTr="00CD0A52">
        <w:trPr>
          <w:trHeight w:val="6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Обеспечение повышения эффективности работы организаций жилищно-коммунального хозяйства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99 0 00 29920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25 853</w:t>
            </w:r>
          </w:p>
        </w:tc>
      </w:tr>
      <w:tr w:rsidR="00CD0A52" w:rsidRPr="00CD0A52" w:rsidTr="00CD0A52">
        <w:trPr>
          <w:trHeight w:val="62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99 0 00 29920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25 853</w:t>
            </w:r>
          </w:p>
        </w:tc>
      </w:tr>
      <w:tr w:rsidR="00CD0A52" w:rsidRPr="00CD0A52" w:rsidTr="00CD0A52">
        <w:trPr>
          <w:trHeight w:val="9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99 0 00 29920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25 853</w:t>
            </w:r>
          </w:p>
        </w:tc>
      </w:tr>
      <w:tr w:rsidR="00CD0A52" w:rsidRPr="00CD0A52" w:rsidTr="00CD0A52">
        <w:trPr>
          <w:trHeight w:val="12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Мероприятия по транспортировке тел умерших (погибших) граждан из общественных мест в места проведения судебно-медицинской экспертизы и </w:t>
            </w:r>
            <w:proofErr w:type="spellStart"/>
            <w:r w:rsidRPr="00CD0A52">
              <w:t>предпохоронного</w:t>
            </w:r>
            <w:proofErr w:type="spellEnd"/>
            <w:r w:rsidRPr="00CD0A52">
              <w:t xml:space="preserve"> содержания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99 0 00 70160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37</w:t>
            </w:r>
          </w:p>
        </w:tc>
      </w:tr>
      <w:tr w:rsidR="00CD0A52" w:rsidRPr="00CD0A52" w:rsidTr="00CD0A52">
        <w:trPr>
          <w:trHeight w:val="7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99 0 00 70160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37</w:t>
            </w:r>
          </w:p>
        </w:tc>
      </w:tr>
      <w:tr w:rsidR="00CD0A52" w:rsidRPr="00CD0A52" w:rsidTr="00CD0A52">
        <w:trPr>
          <w:trHeight w:val="100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99 0 00 70160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37</w:t>
            </w:r>
          </w:p>
        </w:tc>
      </w:tr>
      <w:tr w:rsidR="00CD0A52" w:rsidRPr="00CD0A52" w:rsidTr="00CD0A52">
        <w:trPr>
          <w:trHeight w:val="58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Прочие мероприятия в области жилищно-коммунального хозяйства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99 0 00 70380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1 805</w:t>
            </w:r>
          </w:p>
        </w:tc>
      </w:tr>
      <w:tr w:rsidR="00CD0A52" w:rsidRPr="00CD0A52" w:rsidTr="00CD0A52">
        <w:trPr>
          <w:trHeight w:val="3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99 0 00 70380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1 805</w:t>
            </w:r>
          </w:p>
        </w:tc>
      </w:tr>
      <w:tr w:rsidR="00CD0A52" w:rsidRPr="00CD0A52" w:rsidTr="00CD0A52">
        <w:trPr>
          <w:trHeight w:val="12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99 0 00 70380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1 805</w:t>
            </w:r>
          </w:p>
        </w:tc>
      </w:tr>
      <w:tr w:rsidR="00CD0A52" w:rsidRPr="00CD0A52" w:rsidTr="00CD0A52">
        <w:trPr>
          <w:trHeight w:val="43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Резервный фонд местной администрации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99 0 00 70700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95</w:t>
            </w:r>
          </w:p>
        </w:tc>
      </w:tr>
      <w:tr w:rsidR="00CD0A52" w:rsidRPr="00CD0A52" w:rsidTr="00CD0A52">
        <w:trPr>
          <w:trHeight w:val="73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99 0 00 70700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95</w:t>
            </w:r>
          </w:p>
        </w:tc>
      </w:tr>
      <w:tr w:rsidR="00CD0A52" w:rsidRPr="00CD0A52" w:rsidTr="00CD0A52">
        <w:trPr>
          <w:trHeight w:val="100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99 0 00 70700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95</w:t>
            </w:r>
          </w:p>
        </w:tc>
      </w:tr>
      <w:tr w:rsidR="00CD0A52" w:rsidRPr="00CD0A52" w:rsidTr="00CD0A52">
        <w:trPr>
          <w:trHeight w:val="37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 Благоустройство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3 692</w:t>
            </w:r>
          </w:p>
        </w:tc>
      </w:tr>
      <w:tr w:rsidR="00CD0A52" w:rsidRPr="00CD0A52" w:rsidTr="00CD0A52">
        <w:trPr>
          <w:trHeight w:val="6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межбюджетные трансферты на благоустройство территорий сельских поселений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3 278</w:t>
            </w:r>
          </w:p>
        </w:tc>
      </w:tr>
      <w:tr w:rsidR="00CD0A52" w:rsidRPr="00CD0A52" w:rsidTr="00CD0A52">
        <w:trPr>
          <w:trHeight w:val="3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3 278</w:t>
            </w:r>
          </w:p>
        </w:tc>
      </w:tr>
      <w:tr w:rsidR="00CD0A52" w:rsidRPr="00CD0A52" w:rsidTr="00CD0A52">
        <w:trPr>
          <w:trHeight w:val="3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3 278</w:t>
            </w:r>
          </w:p>
        </w:tc>
      </w:tr>
      <w:tr w:rsidR="00CD0A52" w:rsidRPr="00CD0A52" w:rsidTr="00CD0A52">
        <w:trPr>
          <w:trHeight w:val="7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lastRenderedPageBreak/>
              <w:t>Проведение мероприятий по отлову и содержанию безнадзорных животных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99 0 00 70391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414</w:t>
            </w:r>
          </w:p>
        </w:tc>
      </w:tr>
      <w:tr w:rsidR="00CD0A52" w:rsidRPr="00CD0A52" w:rsidTr="00CD0A52">
        <w:trPr>
          <w:trHeight w:val="81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99 0 00 70391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414</w:t>
            </w:r>
          </w:p>
        </w:tc>
      </w:tr>
      <w:tr w:rsidR="00CD0A52" w:rsidRPr="00CD0A52" w:rsidTr="00CD0A52">
        <w:trPr>
          <w:trHeight w:val="103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99 0 00 70391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414</w:t>
            </w:r>
          </w:p>
        </w:tc>
      </w:tr>
      <w:tr w:rsidR="00CD0A52" w:rsidRPr="00CD0A52" w:rsidTr="00CD0A52">
        <w:trPr>
          <w:trHeight w:val="73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 Другие вопросы в области жилищно-коммунального хозяйства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7 848</w:t>
            </w:r>
          </w:p>
        </w:tc>
      </w:tr>
      <w:tr w:rsidR="00CD0A52" w:rsidRPr="00CD0A52" w:rsidTr="00CD0A52">
        <w:trPr>
          <w:trHeight w:val="73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Обеспечение деятельности органов местного самоуправления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3 705</w:t>
            </w:r>
          </w:p>
        </w:tc>
      </w:tr>
      <w:tr w:rsidR="00CD0A52" w:rsidRPr="00CD0A52" w:rsidTr="00CD0A52">
        <w:trPr>
          <w:trHeight w:val="171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3 537</w:t>
            </w:r>
          </w:p>
        </w:tc>
      </w:tr>
      <w:tr w:rsidR="00CD0A52" w:rsidRPr="00CD0A52" w:rsidTr="00CD0A52">
        <w:trPr>
          <w:trHeight w:val="70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3 537</w:t>
            </w:r>
          </w:p>
        </w:tc>
      </w:tr>
      <w:tr w:rsidR="00CD0A52" w:rsidRPr="00CD0A52" w:rsidTr="00CD0A52">
        <w:trPr>
          <w:trHeight w:val="7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168</w:t>
            </w:r>
          </w:p>
        </w:tc>
      </w:tr>
      <w:tr w:rsidR="00CD0A52" w:rsidRPr="00CD0A52" w:rsidTr="00CD0A52">
        <w:trPr>
          <w:trHeight w:val="105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168</w:t>
            </w:r>
          </w:p>
        </w:tc>
      </w:tr>
      <w:tr w:rsidR="00CD0A52" w:rsidRPr="00CD0A52" w:rsidTr="00CD0A52">
        <w:trPr>
          <w:trHeight w:val="74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межбюджетные трансферты на благоустройство территорий сельских поселений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4 143</w:t>
            </w:r>
          </w:p>
        </w:tc>
      </w:tr>
      <w:tr w:rsidR="00CD0A52" w:rsidRPr="00CD0A52" w:rsidTr="00CD0A52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4 143</w:t>
            </w:r>
          </w:p>
        </w:tc>
      </w:tr>
      <w:tr w:rsidR="00CD0A52" w:rsidRPr="00CD0A52" w:rsidTr="00CD0A52">
        <w:trPr>
          <w:trHeight w:val="49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4 143</w:t>
            </w:r>
          </w:p>
        </w:tc>
      </w:tr>
      <w:tr w:rsidR="00CD0A52" w:rsidRPr="00CD0A52" w:rsidTr="00CD0A52">
        <w:trPr>
          <w:trHeight w:val="49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ОХРАНА ОКРУЖАЮЩЕЙ СРЕДЫ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3 990</w:t>
            </w:r>
          </w:p>
        </w:tc>
      </w:tr>
      <w:tr w:rsidR="00CD0A52" w:rsidRPr="00CD0A52" w:rsidTr="00CD0A52">
        <w:trPr>
          <w:trHeight w:val="73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Охрана объектов растительного и животного мира и среды их обитания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3 990</w:t>
            </w:r>
          </w:p>
        </w:tc>
      </w:tr>
      <w:tr w:rsidR="00CD0A52" w:rsidRPr="00CD0A52" w:rsidTr="00CD0A52">
        <w:trPr>
          <w:trHeight w:val="49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Создание контейнерных площадок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99 0 00 13270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3 990</w:t>
            </w:r>
          </w:p>
        </w:tc>
      </w:tr>
      <w:tr w:rsidR="00CD0A52" w:rsidRPr="00CD0A52" w:rsidTr="00CD0A52">
        <w:trPr>
          <w:trHeight w:val="6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99 0 00 13270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3 990</w:t>
            </w:r>
          </w:p>
        </w:tc>
      </w:tr>
      <w:tr w:rsidR="00CD0A52" w:rsidRPr="00CD0A52" w:rsidTr="00CD0A52">
        <w:trPr>
          <w:trHeight w:val="111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99 0 00 13270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3 990</w:t>
            </w:r>
          </w:p>
        </w:tc>
      </w:tr>
      <w:tr w:rsidR="00CD0A52" w:rsidRPr="00CD0A52" w:rsidTr="00CD0A52">
        <w:trPr>
          <w:trHeight w:val="40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423 135</w:t>
            </w:r>
          </w:p>
        </w:tc>
      </w:tr>
      <w:tr w:rsidR="00CD0A52" w:rsidRPr="00CD0A52" w:rsidTr="00CD0A52">
        <w:trPr>
          <w:trHeight w:val="43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Дошкольное 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115 388</w:t>
            </w:r>
          </w:p>
        </w:tc>
      </w:tr>
      <w:tr w:rsidR="00CD0A52" w:rsidRPr="00CD0A52" w:rsidTr="00CD0A52">
        <w:trPr>
          <w:trHeight w:val="109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lastRenderedPageBreak/>
              <w:t>Муниципальная программа "Основные направления развития системы образования в Упоровском муниципальном районе"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115 388</w:t>
            </w:r>
          </w:p>
        </w:tc>
      </w:tr>
      <w:tr w:rsidR="00CD0A52" w:rsidRPr="00CD0A52" w:rsidTr="00CD0A52">
        <w:trPr>
          <w:trHeight w:val="9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Мероприятие "Обеспечение получения общедоступного и качественного дошкольного образования"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113 851</w:t>
            </w:r>
          </w:p>
        </w:tc>
      </w:tr>
      <w:tr w:rsidR="00CD0A52" w:rsidRPr="00CD0A52" w:rsidTr="00CD0A52">
        <w:trPr>
          <w:trHeight w:val="12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11 0 01 19250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51 622</w:t>
            </w:r>
          </w:p>
        </w:tc>
      </w:tr>
      <w:tr w:rsidR="00CD0A52" w:rsidRPr="00CD0A52" w:rsidTr="00CD0A52">
        <w:trPr>
          <w:trHeight w:val="75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11 0 01 19250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51 622</w:t>
            </w:r>
          </w:p>
        </w:tc>
      </w:tr>
      <w:tr w:rsidR="00CD0A52" w:rsidRPr="00CD0A52" w:rsidTr="00CD0A52">
        <w:trPr>
          <w:trHeight w:val="3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11 0 01 19250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51 622</w:t>
            </w:r>
          </w:p>
        </w:tc>
      </w:tr>
      <w:tr w:rsidR="00CD0A52" w:rsidRPr="00CD0A52" w:rsidTr="00CD0A52">
        <w:trPr>
          <w:trHeight w:val="105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Расходы на обеспечение деятельности (оказание услуг) муниципальных учреждений дошкольного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11 0 01 71400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27 935</w:t>
            </w:r>
          </w:p>
        </w:tc>
      </w:tr>
      <w:tr w:rsidR="00CD0A52" w:rsidRPr="00CD0A52" w:rsidTr="00CD0A52">
        <w:trPr>
          <w:trHeight w:val="74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11 0 01 71400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27 935</w:t>
            </w:r>
          </w:p>
        </w:tc>
      </w:tr>
      <w:tr w:rsidR="00CD0A52" w:rsidRPr="00CD0A52" w:rsidTr="00CD0A52">
        <w:trPr>
          <w:trHeight w:val="46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11 0 01 71400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27 935</w:t>
            </w:r>
          </w:p>
        </w:tc>
      </w:tr>
      <w:tr w:rsidR="00CD0A52" w:rsidRPr="00CD0A52" w:rsidTr="00CD0A52">
        <w:trPr>
          <w:trHeight w:val="190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Возмещение расходов по созданию условий для осуществления присмотра и ухода за детьми, содержания детей в финансируемых из местного бюджета организациях, реализующих образовательную программу дошкольного образования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11 0 01 71969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34 294</w:t>
            </w:r>
          </w:p>
        </w:tc>
      </w:tr>
      <w:tr w:rsidR="00CD0A52" w:rsidRPr="00CD0A52" w:rsidTr="00CD0A52">
        <w:trPr>
          <w:trHeight w:val="6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11 0 01 71969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34 294</w:t>
            </w:r>
          </w:p>
        </w:tc>
      </w:tr>
      <w:tr w:rsidR="00CD0A52" w:rsidRPr="00CD0A52" w:rsidTr="00CD0A52">
        <w:trPr>
          <w:trHeight w:val="40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11 0 01 71969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34 294</w:t>
            </w:r>
          </w:p>
        </w:tc>
      </w:tr>
      <w:tr w:rsidR="00CD0A52" w:rsidRPr="00CD0A52" w:rsidTr="00CD0A52">
        <w:trPr>
          <w:trHeight w:val="9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Мероприятие "Реализация мероприятий по обеспечению образовательного процесса, поддержание в нормативном состоянии образовательных организаций"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11 0 06 00000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1 537</w:t>
            </w:r>
          </w:p>
        </w:tc>
      </w:tr>
      <w:tr w:rsidR="00CD0A52" w:rsidRPr="00CD0A52" w:rsidTr="00CD0A52">
        <w:trPr>
          <w:trHeight w:val="6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Капитальный ремонт и ремонт объектов муниципальных учреждений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11 0 06 71430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1 537</w:t>
            </w:r>
          </w:p>
        </w:tc>
      </w:tr>
      <w:tr w:rsidR="00CD0A52" w:rsidRPr="00CD0A52" w:rsidTr="00CD0A52">
        <w:trPr>
          <w:trHeight w:val="75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11 0 06 71430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1 268</w:t>
            </w:r>
          </w:p>
        </w:tc>
      </w:tr>
      <w:tr w:rsidR="00CD0A52" w:rsidRPr="00CD0A52" w:rsidTr="00CD0A52">
        <w:trPr>
          <w:trHeight w:val="104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11 0 06 71430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1 268</w:t>
            </w:r>
          </w:p>
        </w:tc>
      </w:tr>
      <w:tr w:rsidR="00CD0A52" w:rsidRPr="00CD0A52" w:rsidTr="00CD0A52">
        <w:trPr>
          <w:trHeight w:val="57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11 0 06 71430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269</w:t>
            </w:r>
          </w:p>
        </w:tc>
      </w:tr>
      <w:tr w:rsidR="00CD0A52" w:rsidRPr="00CD0A52" w:rsidTr="00CD0A52">
        <w:trPr>
          <w:trHeight w:val="40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11 0 06 71430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269</w:t>
            </w:r>
          </w:p>
        </w:tc>
      </w:tr>
      <w:tr w:rsidR="00CD0A52" w:rsidRPr="00CD0A52" w:rsidTr="00CD0A52">
        <w:trPr>
          <w:trHeight w:val="3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lastRenderedPageBreak/>
              <w:t>Общее 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266 189</w:t>
            </w:r>
          </w:p>
        </w:tc>
      </w:tr>
      <w:tr w:rsidR="00CD0A52" w:rsidRPr="00CD0A52" w:rsidTr="00CD0A52">
        <w:trPr>
          <w:trHeight w:val="103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Муниципальная программа "Основные направления развития системы образования в Упоровском муниципальном районе"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266 029</w:t>
            </w:r>
          </w:p>
        </w:tc>
      </w:tr>
      <w:tr w:rsidR="00CD0A52" w:rsidRPr="00CD0A52" w:rsidTr="00CD0A52">
        <w:trPr>
          <w:trHeight w:val="106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Мероприятие "Обеспечение получения общедоступного и бесплатного начального общего, основного общего, среднего общего образования"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242 753</w:t>
            </w:r>
          </w:p>
        </w:tc>
      </w:tr>
      <w:tr w:rsidR="00CD0A52" w:rsidRPr="00CD0A52" w:rsidTr="00CD0A52">
        <w:trPr>
          <w:trHeight w:val="62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Реализация мероприятий по обеспечению образовательного процесса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11 0 02 10008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1 550</w:t>
            </w:r>
          </w:p>
        </w:tc>
      </w:tr>
      <w:tr w:rsidR="00CD0A52" w:rsidRPr="00CD0A52" w:rsidTr="00CD0A52">
        <w:trPr>
          <w:trHeight w:val="6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11 0 02 10008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1 550</w:t>
            </w:r>
          </w:p>
        </w:tc>
      </w:tr>
      <w:tr w:rsidR="00CD0A52" w:rsidRPr="00CD0A52" w:rsidTr="00CD0A52">
        <w:trPr>
          <w:trHeight w:val="40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11 0 02 10008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1 550</w:t>
            </w:r>
          </w:p>
        </w:tc>
      </w:tr>
      <w:tr w:rsidR="00CD0A52" w:rsidRPr="00CD0A52" w:rsidTr="00CD0A52">
        <w:trPr>
          <w:trHeight w:val="224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образовательных организациях, а также в иных организациях, не являющихся муниципальными или частными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11 0 02 19270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162 552</w:t>
            </w:r>
          </w:p>
        </w:tc>
      </w:tr>
      <w:tr w:rsidR="00CD0A52" w:rsidRPr="00CD0A52" w:rsidTr="00CD0A52">
        <w:trPr>
          <w:trHeight w:val="6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11 0 02 19270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162 552</w:t>
            </w:r>
          </w:p>
        </w:tc>
      </w:tr>
      <w:tr w:rsidR="00CD0A52" w:rsidRPr="00CD0A52" w:rsidTr="00CD0A52">
        <w:trPr>
          <w:trHeight w:val="3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11 0 02 19270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162 552</w:t>
            </w:r>
          </w:p>
        </w:tc>
      </w:tr>
      <w:tr w:rsidR="00CD0A52" w:rsidRPr="00CD0A52" w:rsidTr="00CD0A52">
        <w:trPr>
          <w:trHeight w:val="100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Расходы на обеспечение деятельности (оказание услуг)  муниципальных учреждений общего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11 0 02 71410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78 651</w:t>
            </w:r>
          </w:p>
        </w:tc>
      </w:tr>
      <w:tr w:rsidR="00CD0A52" w:rsidRPr="00CD0A52" w:rsidTr="00CD0A52">
        <w:trPr>
          <w:trHeight w:val="75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11 0 02 71410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78 651</w:t>
            </w:r>
          </w:p>
        </w:tc>
      </w:tr>
      <w:tr w:rsidR="00CD0A52" w:rsidRPr="00CD0A52" w:rsidTr="00CD0A52">
        <w:trPr>
          <w:trHeight w:val="3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11 0 02 71410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78 651</w:t>
            </w:r>
          </w:p>
        </w:tc>
      </w:tr>
      <w:tr w:rsidR="00CD0A52" w:rsidRPr="00CD0A52" w:rsidTr="00CD0A52">
        <w:trPr>
          <w:trHeight w:val="157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Мероприятие "Организация предоставления психолого-педагогической, медицинской и социальной помощи </w:t>
            </w:r>
            <w:proofErr w:type="gramStart"/>
            <w:r w:rsidRPr="00CD0A52">
              <w:t>обучающимся</w:t>
            </w:r>
            <w:proofErr w:type="gramEnd"/>
            <w:r w:rsidRPr="00CD0A52">
              <w:t>, испытывающим трудности в освоении основных общеобразовательных программ, своем развитии и социальной адаптации"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11 0 03 00000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1 657</w:t>
            </w:r>
          </w:p>
        </w:tc>
      </w:tr>
      <w:tr w:rsidR="00CD0A52" w:rsidRPr="00CD0A52" w:rsidTr="00CD0A52">
        <w:trPr>
          <w:trHeight w:val="176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Организация предоставления психолого-педагогической, медицинской и социальной помощи </w:t>
            </w:r>
            <w:proofErr w:type="gramStart"/>
            <w:r w:rsidRPr="00CD0A52">
              <w:t>обучающимся</w:t>
            </w:r>
            <w:proofErr w:type="gramEnd"/>
            <w:r w:rsidRPr="00CD0A52">
              <w:t xml:space="preserve">, испытывающим трудности в освоении основных общеобразовательных программ, своем развитии и социальной адаптации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11 0 03 19280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1 657</w:t>
            </w:r>
          </w:p>
        </w:tc>
      </w:tr>
      <w:tr w:rsidR="00CD0A52" w:rsidRPr="00CD0A52" w:rsidTr="00CD0A52">
        <w:trPr>
          <w:trHeight w:val="169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11 0 03 19280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1 554</w:t>
            </w:r>
          </w:p>
        </w:tc>
      </w:tr>
      <w:tr w:rsidR="00CD0A52" w:rsidRPr="00CD0A52" w:rsidTr="00CD0A52">
        <w:trPr>
          <w:trHeight w:val="74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lastRenderedPageBreak/>
              <w:t>Расходы на выплаты персоналу казенных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11 0 03 19280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1 554</w:t>
            </w:r>
          </w:p>
        </w:tc>
      </w:tr>
      <w:tr w:rsidR="00CD0A52" w:rsidRPr="00CD0A52" w:rsidTr="00CD0A52">
        <w:trPr>
          <w:trHeight w:val="6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11 0 03 19280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103</w:t>
            </w:r>
          </w:p>
        </w:tc>
      </w:tr>
      <w:tr w:rsidR="00CD0A52" w:rsidRPr="00CD0A52" w:rsidTr="00CD0A52">
        <w:trPr>
          <w:trHeight w:val="106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11 0 03 19280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103</w:t>
            </w:r>
          </w:p>
        </w:tc>
      </w:tr>
      <w:tr w:rsidR="00CD0A52" w:rsidRPr="00CD0A52" w:rsidTr="00CD0A52">
        <w:trPr>
          <w:trHeight w:val="130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Мероприятие "Обеспечение мероприятий по организации питания обучающихся образовательных организаций, реализующих программы общего образования"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11 0 04 00000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16 219</w:t>
            </w:r>
          </w:p>
        </w:tc>
      </w:tr>
      <w:tr w:rsidR="00CD0A52" w:rsidRPr="00CD0A52" w:rsidTr="00CD0A52">
        <w:trPr>
          <w:trHeight w:val="87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Финансовое обеспечение мероприятий по организации питания обучающихся в муниципальных образовательных организациях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11 0 04 71968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16 219</w:t>
            </w:r>
          </w:p>
        </w:tc>
      </w:tr>
      <w:tr w:rsidR="00CD0A52" w:rsidRPr="00CD0A52" w:rsidTr="00CD0A52">
        <w:trPr>
          <w:trHeight w:val="63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11 0 04 71968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16 219</w:t>
            </w:r>
          </w:p>
        </w:tc>
      </w:tr>
      <w:tr w:rsidR="00CD0A52" w:rsidRPr="00CD0A52" w:rsidTr="00CD0A52">
        <w:trPr>
          <w:trHeight w:val="46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11 0 04 71968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16 219</w:t>
            </w:r>
          </w:p>
        </w:tc>
      </w:tr>
      <w:tr w:rsidR="00CD0A52" w:rsidRPr="00CD0A52" w:rsidTr="00CD0A52">
        <w:trPr>
          <w:trHeight w:val="127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Мероприятие "Реализация мероприятий по обеспечению образовательного процесса, поддержание в нормативном состоянии образовательных организаций"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11 0 06 00000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5 400</w:t>
            </w:r>
          </w:p>
        </w:tc>
      </w:tr>
      <w:tr w:rsidR="00CD0A52" w:rsidRPr="00CD0A52" w:rsidTr="00CD0A52">
        <w:trPr>
          <w:trHeight w:val="73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Капитальный ремонт и ремонт объектов муниципальных учреждений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11 0 06 71430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5 400</w:t>
            </w:r>
          </w:p>
        </w:tc>
      </w:tr>
      <w:tr w:rsidR="00CD0A52" w:rsidRPr="00CD0A52" w:rsidTr="00CD0A52">
        <w:trPr>
          <w:trHeight w:val="67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11 0 06 71430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3 859</w:t>
            </w:r>
          </w:p>
        </w:tc>
      </w:tr>
      <w:tr w:rsidR="00CD0A52" w:rsidRPr="00CD0A52" w:rsidTr="00CD0A52">
        <w:trPr>
          <w:trHeight w:val="103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11 0 06 71430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3 859</w:t>
            </w:r>
          </w:p>
        </w:tc>
      </w:tr>
      <w:tr w:rsidR="00CD0A52" w:rsidRPr="00CD0A52" w:rsidTr="00CD0A52">
        <w:trPr>
          <w:trHeight w:val="63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11 0 06 71430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1 541</w:t>
            </w:r>
          </w:p>
        </w:tc>
      </w:tr>
      <w:tr w:rsidR="00CD0A52" w:rsidRPr="00CD0A52" w:rsidTr="00CD0A52">
        <w:trPr>
          <w:trHeight w:val="45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11 0 06 71430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1 541</w:t>
            </w:r>
          </w:p>
        </w:tc>
      </w:tr>
      <w:tr w:rsidR="00CD0A52" w:rsidRPr="00CD0A52" w:rsidTr="00CD0A52">
        <w:trPr>
          <w:trHeight w:val="45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Решение вопросов местного значения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99 0 00 19990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60</w:t>
            </w:r>
          </w:p>
        </w:tc>
      </w:tr>
      <w:tr w:rsidR="00CD0A52" w:rsidRPr="00CD0A52" w:rsidTr="00CD0A52">
        <w:trPr>
          <w:trHeight w:val="6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99 0 00 19990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60</w:t>
            </w:r>
          </w:p>
        </w:tc>
      </w:tr>
      <w:tr w:rsidR="00CD0A52" w:rsidRPr="00CD0A52" w:rsidTr="00CD0A52">
        <w:trPr>
          <w:trHeight w:val="40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99 0 00 19990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60</w:t>
            </w:r>
          </w:p>
        </w:tc>
      </w:tr>
      <w:tr w:rsidR="00CD0A52" w:rsidRPr="00CD0A52" w:rsidTr="00CD0A52">
        <w:trPr>
          <w:trHeight w:val="6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Организация и проведение организационных и юбилейных мероприятий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99 0 00 70130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100</w:t>
            </w:r>
          </w:p>
        </w:tc>
      </w:tr>
      <w:tr w:rsidR="00CD0A52" w:rsidRPr="00CD0A52" w:rsidTr="00CD0A52">
        <w:trPr>
          <w:trHeight w:val="61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99 0 00 70130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100</w:t>
            </w:r>
          </w:p>
        </w:tc>
      </w:tr>
      <w:tr w:rsidR="00CD0A52" w:rsidRPr="00CD0A52" w:rsidTr="00CD0A52">
        <w:trPr>
          <w:trHeight w:val="103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99 0 00 70130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100</w:t>
            </w:r>
          </w:p>
        </w:tc>
      </w:tr>
      <w:tr w:rsidR="00CD0A52" w:rsidRPr="00CD0A52" w:rsidTr="00CD0A52">
        <w:trPr>
          <w:trHeight w:val="3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lastRenderedPageBreak/>
              <w:t xml:space="preserve"> Дополнительное образование детей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26 983</w:t>
            </w:r>
          </w:p>
        </w:tc>
      </w:tr>
      <w:tr w:rsidR="00CD0A52" w:rsidRPr="00CD0A52" w:rsidTr="00CD0A52">
        <w:trPr>
          <w:trHeight w:val="10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Муниципальная программа "Основные направления развития  культуры Упоровского муниципального района"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8 220</w:t>
            </w:r>
          </w:p>
        </w:tc>
      </w:tr>
      <w:tr w:rsidR="00CD0A52" w:rsidRPr="00CD0A52" w:rsidTr="00CD0A52">
        <w:trPr>
          <w:trHeight w:val="110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Мероприятие "Организация доступности и высокого качества дополнительного образования в сфере "Культура""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13 0 01 00000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8 220</w:t>
            </w:r>
          </w:p>
        </w:tc>
      </w:tr>
      <w:tr w:rsidR="00CD0A52" w:rsidRPr="00CD0A52" w:rsidTr="00CD0A52">
        <w:trPr>
          <w:trHeight w:val="103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Расходы на обеспечение деятельности (оказание услуг) муниципальных учреждений дополнительного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13 0 01 73560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8 220</w:t>
            </w:r>
          </w:p>
        </w:tc>
      </w:tr>
      <w:tr w:rsidR="00CD0A52" w:rsidRPr="00CD0A52" w:rsidTr="00CD0A52">
        <w:trPr>
          <w:trHeight w:val="70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13 0 01 73560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8 220</w:t>
            </w:r>
          </w:p>
        </w:tc>
      </w:tr>
      <w:tr w:rsidR="00CD0A52" w:rsidRPr="00CD0A52" w:rsidTr="00CD0A52">
        <w:trPr>
          <w:trHeight w:val="43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13 0 01 73560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8 220</w:t>
            </w:r>
          </w:p>
        </w:tc>
      </w:tr>
      <w:tr w:rsidR="00CD0A52" w:rsidRPr="00CD0A52" w:rsidTr="00CD0A52">
        <w:trPr>
          <w:trHeight w:val="10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 Муниципальная программа "Основные направления развития физической культуры и спорта, молодёжной политики в Упоровском муниципальном районе"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18 763</w:t>
            </w:r>
          </w:p>
        </w:tc>
      </w:tr>
      <w:tr w:rsidR="00CD0A52" w:rsidRPr="00CD0A52" w:rsidTr="00CD0A52">
        <w:trPr>
          <w:trHeight w:val="133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 Мероприятие "Развитие физкультурно-спортивной активности, здорового образа жизни населения и обеспечение подготовки районных сборных команд по видам спорта"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14 0 01 00000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12 188</w:t>
            </w:r>
          </w:p>
        </w:tc>
      </w:tr>
      <w:tr w:rsidR="00CD0A52" w:rsidRPr="00CD0A52" w:rsidTr="00CD0A52">
        <w:trPr>
          <w:trHeight w:val="105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Расходы на обеспечение деятельности (оказание услуг) муниципальных учреждений дополнительного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14 0 01 73560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12 188</w:t>
            </w:r>
          </w:p>
        </w:tc>
      </w:tr>
      <w:tr w:rsidR="00CD0A52" w:rsidRPr="00CD0A52" w:rsidTr="00CD0A52">
        <w:trPr>
          <w:trHeight w:val="75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14 0 01 73560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12 188</w:t>
            </w:r>
          </w:p>
        </w:tc>
      </w:tr>
      <w:tr w:rsidR="00CD0A52" w:rsidRPr="00CD0A52" w:rsidTr="00CD0A52">
        <w:trPr>
          <w:trHeight w:val="3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14 0 01 73560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12 188</w:t>
            </w:r>
          </w:p>
        </w:tc>
      </w:tr>
      <w:tr w:rsidR="00CD0A52" w:rsidRPr="00CD0A52" w:rsidTr="00CD0A52">
        <w:trPr>
          <w:trHeight w:val="9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Мероприятие "Содействие позитивной самореализации и интеграции молодежи в систему общественных отношений"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14 0 02 00000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6 332</w:t>
            </w:r>
          </w:p>
        </w:tc>
      </w:tr>
      <w:tr w:rsidR="00CD0A52" w:rsidRPr="00CD0A52" w:rsidTr="00CD0A52">
        <w:trPr>
          <w:trHeight w:val="104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Расходы на обеспечение деятельности (оказание услуг) муниципальных учреждений дополнительного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14 0 02 73560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6 332</w:t>
            </w:r>
          </w:p>
        </w:tc>
      </w:tr>
      <w:tr w:rsidR="00CD0A52" w:rsidRPr="00CD0A52" w:rsidTr="00CD0A52">
        <w:trPr>
          <w:trHeight w:val="7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14 0 02 73560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6 332</w:t>
            </w:r>
          </w:p>
        </w:tc>
      </w:tr>
      <w:tr w:rsidR="00CD0A52" w:rsidRPr="00CD0A52" w:rsidTr="00CD0A52">
        <w:trPr>
          <w:trHeight w:val="44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14 0 02 73560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6 332</w:t>
            </w:r>
          </w:p>
        </w:tc>
      </w:tr>
      <w:tr w:rsidR="00CD0A52" w:rsidRPr="00CD0A52" w:rsidTr="00CD0A52">
        <w:trPr>
          <w:trHeight w:val="94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Мероприятие "Внедрение системы персонифицированного финансирования дополнительного образования детей"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14 0 04 00000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243</w:t>
            </w:r>
          </w:p>
        </w:tc>
      </w:tr>
      <w:tr w:rsidR="00CD0A52" w:rsidRPr="00CD0A52" w:rsidTr="00CD0A52">
        <w:trPr>
          <w:trHeight w:val="9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Организация предоставления услуг дополнительного образования детей в рамках персонифицированного дополнительного образования детей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14 0 04 73561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243</w:t>
            </w:r>
          </w:p>
        </w:tc>
      </w:tr>
      <w:tr w:rsidR="00CD0A52" w:rsidRPr="00CD0A52" w:rsidTr="00CD0A52">
        <w:trPr>
          <w:trHeight w:val="7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14 0 04 73561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243</w:t>
            </w:r>
          </w:p>
        </w:tc>
      </w:tr>
      <w:tr w:rsidR="00CD0A52" w:rsidRPr="00CD0A52" w:rsidTr="00CD0A52">
        <w:trPr>
          <w:trHeight w:val="44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14 0 04 73561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243</w:t>
            </w:r>
          </w:p>
        </w:tc>
      </w:tr>
      <w:tr w:rsidR="00CD0A52" w:rsidRPr="00CD0A52" w:rsidTr="00CD0A52">
        <w:trPr>
          <w:trHeight w:val="4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Молодежная политика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5 648</w:t>
            </w:r>
          </w:p>
        </w:tc>
      </w:tr>
      <w:tr w:rsidR="00CD0A52" w:rsidRPr="00CD0A52" w:rsidTr="00CD0A52">
        <w:trPr>
          <w:trHeight w:val="10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 Муниципальная программа "Основные направления развития физической культуры и спорта, молодёжной политики в Упоровском муниципальном районе"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1 196</w:t>
            </w:r>
          </w:p>
        </w:tc>
      </w:tr>
      <w:tr w:rsidR="00CD0A52" w:rsidRPr="00CD0A52" w:rsidTr="00CD0A52">
        <w:trPr>
          <w:trHeight w:val="10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Мероприятие "Содействие позитивной самореализации и интеграции молодежи в систему общественных отношений"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14 0 02 00000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1 196</w:t>
            </w:r>
          </w:p>
        </w:tc>
      </w:tr>
      <w:tr w:rsidR="00CD0A52" w:rsidRPr="00CD0A52" w:rsidTr="00CD0A52">
        <w:trPr>
          <w:trHeight w:val="43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Проведение мероприятий для детей и молодежи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14 0 02 74610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1 196</w:t>
            </w:r>
          </w:p>
        </w:tc>
      </w:tr>
      <w:tr w:rsidR="00CD0A52" w:rsidRPr="00CD0A52" w:rsidTr="00CD0A52">
        <w:trPr>
          <w:trHeight w:val="73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14 0 02 74610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1 196</w:t>
            </w:r>
          </w:p>
        </w:tc>
      </w:tr>
      <w:tr w:rsidR="00CD0A52" w:rsidRPr="00CD0A52" w:rsidTr="00CD0A52">
        <w:trPr>
          <w:trHeight w:val="44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14 0 02 74610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1 196</w:t>
            </w:r>
          </w:p>
        </w:tc>
      </w:tr>
      <w:tr w:rsidR="00CD0A52" w:rsidRPr="00CD0A52" w:rsidTr="00CD0A52">
        <w:trPr>
          <w:trHeight w:val="6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Мероприятия по оздоровлению детей в каникулярное время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99 0 00 70360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4 452</w:t>
            </w:r>
          </w:p>
        </w:tc>
      </w:tr>
      <w:tr w:rsidR="00CD0A52" w:rsidRPr="00CD0A52" w:rsidTr="00CD0A52">
        <w:trPr>
          <w:trHeight w:val="73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99 0 00 70360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4 452</w:t>
            </w:r>
          </w:p>
        </w:tc>
      </w:tr>
      <w:tr w:rsidR="00CD0A52" w:rsidRPr="00CD0A52" w:rsidTr="00CD0A52">
        <w:trPr>
          <w:trHeight w:val="3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99 0 00 70360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4 452</w:t>
            </w:r>
          </w:p>
        </w:tc>
      </w:tr>
      <w:tr w:rsidR="00CD0A52" w:rsidRPr="00CD0A52" w:rsidTr="00CD0A52">
        <w:trPr>
          <w:trHeight w:val="3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Другие вопросы в области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8 927</w:t>
            </w:r>
          </w:p>
        </w:tc>
      </w:tr>
      <w:tr w:rsidR="00CD0A52" w:rsidRPr="00CD0A52" w:rsidTr="00CD0A52">
        <w:trPr>
          <w:trHeight w:val="111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Муниципальная программа "Основные направления развития системы образования в Упоровском муниципальном районе"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7 911</w:t>
            </w:r>
          </w:p>
        </w:tc>
      </w:tr>
      <w:tr w:rsidR="00CD0A52" w:rsidRPr="00CD0A52" w:rsidTr="00CD0A52">
        <w:trPr>
          <w:trHeight w:val="109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Расходы на обеспечение деятельности (оказание услуг) муниципальных учреждений, обеспечивающих предоставление услуг в сфере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11 0 00 71420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7 911</w:t>
            </w:r>
          </w:p>
        </w:tc>
      </w:tr>
      <w:tr w:rsidR="00CD0A52" w:rsidRPr="00CD0A52" w:rsidTr="00CD0A52">
        <w:trPr>
          <w:trHeight w:val="174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11 0 00 71420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6 901</w:t>
            </w:r>
          </w:p>
        </w:tc>
      </w:tr>
      <w:tr w:rsidR="00CD0A52" w:rsidRPr="00CD0A52" w:rsidTr="00CD0A52">
        <w:trPr>
          <w:trHeight w:val="70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Расходы на выплаты персоналу казенных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11 0 00 71420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6 901</w:t>
            </w:r>
          </w:p>
        </w:tc>
      </w:tr>
      <w:tr w:rsidR="00CD0A52" w:rsidRPr="00CD0A52" w:rsidTr="00CD0A52">
        <w:trPr>
          <w:trHeight w:val="7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11 0 00 71420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1 005</w:t>
            </w:r>
          </w:p>
        </w:tc>
      </w:tr>
      <w:tr w:rsidR="00CD0A52" w:rsidRPr="00CD0A52" w:rsidTr="00CD0A52">
        <w:trPr>
          <w:trHeight w:val="10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11 0 00 71420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1 005</w:t>
            </w:r>
          </w:p>
        </w:tc>
      </w:tr>
      <w:tr w:rsidR="00CD0A52" w:rsidRPr="00CD0A52" w:rsidTr="00CD0A52">
        <w:trPr>
          <w:trHeight w:val="3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11 0 00 71420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</w:t>
            </w:r>
          </w:p>
        </w:tc>
      </w:tr>
      <w:tr w:rsidR="00CD0A52" w:rsidRPr="00CD0A52" w:rsidTr="00CD0A52">
        <w:trPr>
          <w:trHeight w:val="43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11 0 00 71420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</w:t>
            </w:r>
          </w:p>
        </w:tc>
      </w:tr>
      <w:tr w:rsidR="00CD0A52" w:rsidRPr="00CD0A52" w:rsidTr="00CD0A52">
        <w:trPr>
          <w:trHeight w:val="64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lastRenderedPageBreak/>
              <w:t xml:space="preserve">Обеспечение деятельности органов местного самоуправления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1 016</w:t>
            </w:r>
          </w:p>
        </w:tc>
      </w:tr>
      <w:tr w:rsidR="00CD0A52" w:rsidRPr="00CD0A52" w:rsidTr="00CD0A52">
        <w:trPr>
          <w:trHeight w:val="165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901</w:t>
            </w:r>
          </w:p>
        </w:tc>
      </w:tr>
      <w:tr w:rsidR="00CD0A52" w:rsidRPr="00CD0A52" w:rsidTr="00CD0A52">
        <w:trPr>
          <w:trHeight w:val="76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901</w:t>
            </w:r>
          </w:p>
        </w:tc>
      </w:tr>
      <w:tr w:rsidR="00CD0A52" w:rsidRPr="00CD0A52" w:rsidTr="00CD0A52">
        <w:trPr>
          <w:trHeight w:val="7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115</w:t>
            </w:r>
          </w:p>
        </w:tc>
      </w:tr>
      <w:tr w:rsidR="00CD0A52" w:rsidRPr="00CD0A52" w:rsidTr="00CD0A52">
        <w:trPr>
          <w:trHeight w:val="109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115</w:t>
            </w:r>
          </w:p>
        </w:tc>
      </w:tr>
      <w:tr w:rsidR="00CD0A52" w:rsidRPr="00CD0A52" w:rsidTr="00CD0A52">
        <w:trPr>
          <w:trHeight w:val="46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КУЛЬТУРА, КИНЕМАТОГРАФИЯ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111 037</w:t>
            </w:r>
          </w:p>
        </w:tc>
      </w:tr>
      <w:tr w:rsidR="00CD0A52" w:rsidRPr="00CD0A52" w:rsidTr="00CD0A52">
        <w:trPr>
          <w:trHeight w:val="43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Культура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110 859</w:t>
            </w:r>
          </w:p>
        </w:tc>
      </w:tr>
      <w:tr w:rsidR="00CD0A52" w:rsidRPr="00CD0A52" w:rsidTr="00CD0A52">
        <w:trPr>
          <w:trHeight w:val="100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Муниципальная программа "Основные направления развития  культуры Упоровского муниципального района"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109 889</w:t>
            </w:r>
          </w:p>
        </w:tc>
      </w:tr>
      <w:tr w:rsidR="00CD0A52" w:rsidRPr="00CD0A52" w:rsidTr="00CD0A52">
        <w:trPr>
          <w:trHeight w:val="74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Мероприятие "Развитие системы библиотечного и культурно-досугового обслуживания населения"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13 0 02 00000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103 910</w:t>
            </w:r>
          </w:p>
        </w:tc>
      </w:tr>
      <w:tr w:rsidR="00CD0A52" w:rsidRPr="00CD0A52" w:rsidTr="00CD0A52">
        <w:trPr>
          <w:trHeight w:val="100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Расходы на обеспечение деятельности (оказание услуг) муниципальных учреждений культуры и библиотек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13 0 02 73570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102 860</w:t>
            </w:r>
          </w:p>
        </w:tc>
      </w:tr>
      <w:tr w:rsidR="00CD0A52" w:rsidRPr="00CD0A52" w:rsidTr="00CD0A52">
        <w:trPr>
          <w:trHeight w:val="7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13 0 02 73570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102 860</w:t>
            </w:r>
          </w:p>
        </w:tc>
      </w:tr>
      <w:tr w:rsidR="00CD0A52" w:rsidRPr="00CD0A52" w:rsidTr="00CD0A52">
        <w:trPr>
          <w:trHeight w:val="3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13 0 02 73570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102 860</w:t>
            </w:r>
          </w:p>
        </w:tc>
      </w:tr>
      <w:tr w:rsidR="00CD0A52" w:rsidRPr="00CD0A52" w:rsidTr="00CD0A52">
        <w:trPr>
          <w:trHeight w:val="3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Поддержка отрасли культуры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 0 02 L5190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1 050</w:t>
            </w:r>
          </w:p>
        </w:tc>
      </w:tr>
      <w:tr w:rsidR="00CD0A52" w:rsidRPr="00CD0A52" w:rsidTr="00CD0A52">
        <w:trPr>
          <w:trHeight w:val="7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 0 02 L5190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1 050</w:t>
            </w:r>
          </w:p>
        </w:tc>
      </w:tr>
      <w:tr w:rsidR="00CD0A52" w:rsidRPr="00CD0A52" w:rsidTr="00CD0A52">
        <w:trPr>
          <w:trHeight w:val="3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 0 02 L5190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1 050</w:t>
            </w:r>
          </w:p>
        </w:tc>
      </w:tr>
      <w:tr w:rsidR="00CD0A52" w:rsidRPr="00CD0A52" w:rsidTr="00CD0A52">
        <w:trPr>
          <w:trHeight w:val="6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Мероприятие "Приведение в нормативное состояние объектов культуры"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13 0 03 00000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3 762</w:t>
            </w:r>
          </w:p>
        </w:tc>
      </w:tr>
      <w:tr w:rsidR="00CD0A52" w:rsidRPr="00CD0A52" w:rsidTr="00CD0A52">
        <w:trPr>
          <w:trHeight w:val="3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Капитальный ремонт и ремонт объектов культуры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13 0 03 73580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3 762</w:t>
            </w:r>
          </w:p>
        </w:tc>
      </w:tr>
      <w:tr w:rsidR="00CD0A52" w:rsidRPr="00CD0A52" w:rsidTr="00CD0A52">
        <w:trPr>
          <w:trHeight w:val="70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13 0 03 73580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3 762</w:t>
            </w:r>
          </w:p>
        </w:tc>
      </w:tr>
      <w:tr w:rsidR="00CD0A52" w:rsidRPr="00CD0A52" w:rsidTr="00CD0A52">
        <w:trPr>
          <w:trHeight w:val="10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13 0 03 73580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3 762</w:t>
            </w:r>
          </w:p>
        </w:tc>
      </w:tr>
      <w:tr w:rsidR="00CD0A52" w:rsidRPr="00CD0A52" w:rsidTr="00CD0A52">
        <w:trPr>
          <w:trHeight w:val="10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lastRenderedPageBreak/>
              <w:t>Мероприятие "Укрепление и развитие материально-технической базы муниципальных учреждений культуры"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13 0 04 00000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</w:t>
            </w:r>
          </w:p>
        </w:tc>
      </w:tr>
      <w:tr w:rsidR="00CD0A52" w:rsidRPr="00CD0A52" w:rsidTr="00CD0A52">
        <w:trPr>
          <w:trHeight w:val="151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Приобретение оборудования, мебели, автотранспорта и инвентаря для муниципальных учреждений культуры и организаций дополнительного образования детей в сфере культуры за счет средств местного бюджета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13 0 04 79770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</w:t>
            </w:r>
          </w:p>
        </w:tc>
      </w:tr>
      <w:tr w:rsidR="00CD0A52" w:rsidRPr="00CD0A52" w:rsidTr="00CD0A52">
        <w:trPr>
          <w:trHeight w:val="63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13 0 04 79770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</w:t>
            </w:r>
          </w:p>
        </w:tc>
      </w:tr>
      <w:tr w:rsidR="00CD0A52" w:rsidRPr="00CD0A52" w:rsidTr="00CD0A52">
        <w:trPr>
          <w:trHeight w:val="10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13 0 04 79770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</w:t>
            </w:r>
          </w:p>
        </w:tc>
      </w:tr>
      <w:tr w:rsidR="00CD0A52" w:rsidRPr="00CD0A52" w:rsidTr="00CD0A52">
        <w:trPr>
          <w:trHeight w:val="94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Мероприятие "Региональный проект "Культурная среда" в рамках реализации национального проекта "Культура"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 0 А</w:t>
            </w:r>
            <w:proofErr w:type="gramStart"/>
            <w:r w:rsidRPr="00CD0A52">
              <w:t>1</w:t>
            </w:r>
            <w:proofErr w:type="gramEnd"/>
            <w:r w:rsidRPr="00CD0A52">
              <w:t xml:space="preserve">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2 213</w:t>
            </w:r>
          </w:p>
        </w:tc>
      </w:tr>
      <w:tr w:rsidR="00CD0A52" w:rsidRPr="00CD0A52" w:rsidTr="00CD0A52">
        <w:trPr>
          <w:trHeight w:val="164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Приобретение оборудования, мебели, автотранспорта и инвентаря для муниципальных учреждений культуры и организаций дополнительного образования детей в сфере культуры, проведение противопожарных мероприятий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 0 А</w:t>
            </w:r>
            <w:proofErr w:type="gramStart"/>
            <w:r w:rsidRPr="00CD0A52">
              <w:t>1</w:t>
            </w:r>
            <w:proofErr w:type="gramEnd"/>
            <w:r w:rsidRPr="00CD0A52">
              <w:t xml:space="preserve"> 19770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2 212</w:t>
            </w:r>
          </w:p>
        </w:tc>
      </w:tr>
      <w:tr w:rsidR="00CD0A52" w:rsidRPr="00CD0A52" w:rsidTr="00CD0A52">
        <w:trPr>
          <w:trHeight w:val="75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 0 А</w:t>
            </w:r>
            <w:proofErr w:type="gramStart"/>
            <w:r w:rsidRPr="00CD0A52">
              <w:t>1</w:t>
            </w:r>
            <w:proofErr w:type="gramEnd"/>
            <w:r w:rsidRPr="00CD0A52">
              <w:t xml:space="preserve"> 19770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2 212</w:t>
            </w:r>
          </w:p>
        </w:tc>
      </w:tr>
      <w:tr w:rsidR="00CD0A52" w:rsidRPr="00CD0A52" w:rsidTr="00CD0A52">
        <w:trPr>
          <w:trHeight w:val="94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 0 А</w:t>
            </w:r>
            <w:proofErr w:type="gramStart"/>
            <w:r w:rsidRPr="00CD0A52">
              <w:t>1</w:t>
            </w:r>
            <w:proofErr w:type="gramEnd"/>
            <w:r w:rsidRPr="00CD0A52">
              <w:t xml:space="preserve"> 19770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2 212</w:t>
            </w:r>
          </w:p>
        </w:tc>
      </w:tr>
      <w:tr w:rsidR="00CD0A52" w:rsidRPr="00CD0A52" w:rsidTr="00CD0A52">
        <w:trPr>
          <w:trHeight w:val="153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Приобретение оборудования, мебели, автотранспорта и инвентаря для муниципальных учреждений культуры и организаций дополнительного образования детей в сфере культуры, проведение противопожарных мероприятий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 0 А</w:t>
            </w:r>
            <w:proofErr w:type="gramStart"/>
            <w:r w:rsidRPr="00CD0A52">
              <w:t>1</w:t>
            </w:r>
            <w:proofErr w:type="gramEnd"/>
            <w:r w:rsidRPr="00CD0A52">
              <w:t xml:space="preserve"> S9770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</w:t>
            </w:r>
          </w:p>
        </w:tc>
      </w:tr>
      <w:tr w:rsidR="00CD0A52" w:rsidRPr="00CD0A52" w:rsidTr="00CD0A52">
        <w:trPr>
          <w:trHeight w:val="67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 0 А</w:t>
            </w:r>
            <w:proofErr w:type="gramStart"/>
            <w:r w:rsidRPr="00CD0A52">
              <w:t>1</w:t>
            </w:r>
            <w:proofErr w:type="gramEnd"/>
            <w:r w:rsidRPr="00CD0A52">
              <w:t xml:space="preserve"> S9770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</w:t>
            </w:r>
          </w:p>
        </w:tc>
      </w:tr>
      <w:tr w:rsidR="00CD0A52" w:rsidRPr="00CD0A52" w:rsidTr="00CD0A52">
        <w:trPr>
          <w:trHeight w:val="94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 0 А</w:t>
            </w:r>
            <w:proofErr w:type="gramStart"/>
            <w:r w:rsidRPr="00CD0A52">
              <w:t>1</w:t>
            </w:r>
            <w:proofErr w:type="gramEnd"/>
            <w:r w:rsidRPr="00CD0A52">
              <w:t xml:space="preserve"> S9770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</w:t>
            </w:r>
          </w:p>
        </w:tc>
      </w:tr>
      <w:tr w:rsidR="00CD0A52" w:rsidRPr="00CD0A52" w:rsidTr="00CD0A52">
        <w:trPr>
          <w:trHeight w:val="97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Муниципальная программа "Улучшение условий и охраны труда в Упоровском муниципальном районе Тюменской области"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21 0 00 00000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25</w:t>
            </w:r>
          </w:p>
        </w:tc>
      </w:tr>
      <w:tr w:rsidR="00CD0A52" w:rsidRPr="00CD0A52" w:rsidTr="00CD0A52">
        <w:trPr>
          <w:trHeight w:val="10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Мероприятие "Увеличение количества рабочих мест соответствующих нормативным требованиям охраны труда"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21 0 01 00000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25</w:t>
            </w:r>
          </w:p>
        </w:tc>
      </w:tr>
      <w:tr w:rsidR="00CD0A52" w:rsidRPr="00CD0A52" w:rsidTr="00CD0A52">
        <w:trPr>
          <w:trHeight w:val="9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Расходы на обеспечение деятельности (оказание услуг) муниципальных учреждений культуры и библиотек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21 0 01 73570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25</w:t>
            </w:r>
          </w:p>
        </w:tc>
      </w:tr>
      <w:tr w:rsidR="00CD0A52" w:rsidRPr="00CD0A52" w:rsidTr="00CD0A52">
        <w:trPr>
          <w:trHeight w:val="80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21 0 01 73570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25</w:t>
            </w:r>
          </w:p>
        </w:tc>
      </w:tr>
      <w:tr w:rsidR="00CD0A52" w:rsidRPr="00CD0A52" w:rsidTr="00CD0A52">
        <w:trPr>
          <w:trHeight w:val="44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21 0 01 73570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25</w:t>
            </w:r>
          </w:p>
        </w:tc>
      </w:tr>
      <w:tr w:rsidR="00CD0A52" w:rsidRPr="00CD0A52" w:rsidTr="00CD0A52">
        <w:trPr>
          <w:trHeight w:val="6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Мероприятия по поддержанию в нормативном состоянии объектов культурного наследия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99 0 00 70383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945</w:t>
            </w:r>
          </w:p>
        </w:tc>
      </w:tr>
      <w:tr w:rsidR="00CD0A52" w:rsidRPr="00CD0A52" w:rsidTr="00CD0A52">
        <w:trPr>
          <w:trHeight w:val="7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99 0 00 70383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945</w:t>
            </w:r>
          </w:p>
        </w:tc>
      </w:tr>
      <w:tr w:rsidR="00CD0A52" w:rsidRPr="00CD0A52" w:rsidTr="00CD0A52">
        <w:trPr>
          <w:trHeight w:val="105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99 0 00 70383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945</w:t>
            </w:r>
          </w:p>
        </w:tc>
      </w:tr>
      <w:tr w:rsidR="00CD0A52" w:rsidRPr="00CD0A52" w:rsidTr="00CD0A52">
        <w:trPr>
          <w:trHeight w:val="74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Другие вопросы в области культуры, кинематографии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178</w:t>
            </w:r>
          </w:p>
        </w:tc>
      </w:tr>
      <w:tr w:rsidR="00CD0A52" w:rsidRPr="00CD0A52" w:rsidTr="00CD0A52">
        <w:trPr>
          <w:trHeight w:val="207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Муниципальная программа "Основные направления деятельности по реализации государственной политики в сферах национальных, государственно-конфессиональных, общественно-политических отношений и профилактике экстремистских проявлений в Упоровском муниципальном районе"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178</w:t>
            </w:r>
          </w:p>
        </w:tc>
      </w:tr>
      <w:tr w:rsidR="00CD0A52" w:rsidRPr="00CD0A52" w:rsidTr="00CD0A52">
        <w:trPr>
          <w:trHeight w:val="81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Мероприятия по укреплению межнационального и межконфессионального согласия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20 0 00 79010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178</w:t>
            </w:r>
          </w:p>
        </w:tc>
      </w:tr>
      <w:tr w:rsidR="00CD0A52" w:rsidRPr="00CD0A52" w:rsidTr="00CD0A52">
        <w:trPr>
          <w:trHeight w:val="64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20 0 00 79010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178</w:t>
            </w:r>
          </w:p>
        </w:tc>
      </w:tr>
      <w:tr w:rsidR="00CD0A52" w:rsidRPr="00CD0A52" w:rsidTr="00CD0A52">
        <w:trPr>
          <w:trHeight w:val="50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20 0 00 79010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178</w:t>
            </w:r>
          </w:p>
        </w:tc>
      </w:tr>
      <w:tr w:rsidR="00CD0A52" w:rsidRPr="00CD0A52" w:rsidTr="00CD0A52">
        <w:trPr>
          <w:trHeight w:val="4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СОЦИАЛЬНАЯ ПОЛИТИКА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57 163</w:t>
            </w:r>
          </w:p>
        </w:tc>
      </w:tr>
      <w:tr w:rsidR="00CD0A52" w:rsidRPr="00CD0A52" w:rsidTr="00CD0A52">
        <w:trPr>
          <w:trHeight w:val="3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Пенсионное обеспечение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1 711</w:t>
            </w:r>
          </w:p>
        </w:tc>
      </w:tr>
      <w:tr w:rsidR="00CD0A52" w:rsidRPr="00CD0A52" w:rsidTr="00CD0A52">
        <w:trPr>
          <w:trHeight w:val="3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Доплаты к пенсии муниципальных служащих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1 711</w:t>
            </w:r>
          </w:p>
        </w:tc>
      </w:tr>
      <w:tr w:rsidR="00CD0A52" w:rsidRPr="00CD0A52" w:rsidTr="00CD0A52">
        <w:trPr>
          <w:trHeight w:val="3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1 711</w:t>
            </w:r>
          </w:p>
        </w:tc>
      </w:tr>
      <w:tr w:rsidR="00CD0A52" w:rsidRPr="00CD0A52" w:rsidTr="00CD0A52">
        <w:trPr>
          <w:trHeight w:val="6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Публичные нормативные социальные выплаты гражданам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1 711</w:t>
            </w:r>
          </w:p>
        </w:tc>
      </w:tr>
      <w:tr w:rsidR="00CD0A52" w:rsidRPr="00CD0A52" w:rsidTr="00CD0A52">
        <w:trPr>
          <w:trHeight w:val="45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Социальное обслуживание населения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26 819</w:t>
            </w:r>
          </w:p>
        </w:tc>
      </w:tr>
      <w:tr w:rsidR="00CD0A52" w:rsidRPr="00CD0A52" w:rsidTr="00CD0A52">
        <w:trPr>
          <w:trHeight w:val="106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Муниципальная программа "Основные направления развития отрасли "Социальная политика" в Упоровском районе"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16 0 00 00000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26 554</w:t>
            </w:r>
          </w:p>
        </w:tc>
      </w:tr>
      <w:tr w:rsidR="00CD0A52" w:rsidRPr="00CD0A52" w:rsidTr="00CD0A52">
        <w:trPr>
          <w:trHeight w:val="100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Мероприятие "Обеспечение оказания социальных услуг в рамках государственного стандарта социального обслуживания населения"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16 0 01 00000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26 209</w:t>
            </w:r>
          </w:p>
        </w:tc>
      </w:tr>
      <w:tr w:rsidR="00CD0A52" w:rsidRPr="00CD0A52" w:rsidTr="00CD0A52">
        <w:trPr>
          <w:trHeight w:val="4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Организация социального обслуживания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16 0 01 19320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24 534</w:t>
            </w:r>
          </w:p>
        </w:tc>
      </w:tr>
      <w:tr w:rsidR="00CD0A52" w:rsidRPr="00CD0A52" w:rsidTr="00CD0A52">
        <w:trPr>
          <w:trHeight w:val="75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Предоставление субсидий  бюджетным, автономным учреждениям и иным </w:t>
            </w:r>
            <w:r w:rsidRPr="00CD0A52">
              <w:lastRenderedPageBreak/>
              <w:t>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lastRenderedPageBreak/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16 0 01 19320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24 534</w:t>
            </w:r>
          </w:p>
        </w:tc>
      </w:tr>
      <w:tr w:rsidR="00CD0A52" w:rsidRPr="00CD0A52" w:rsidTr="00CD0A52">
        <w:trPr>
          <w:trHeight w:val="4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lastRenderedPageBreak/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16 0 01 19320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24 534</w:t>
            </w:r>
          </w:p>
        </w:tc>
      </w:tr>
      <w:tr w:rsidR="00CD0A52" w:rsidRPr="00CD0A52" w:rsidTr="00CD0A52">
        <w:trPr>
          <w:trHeight w:val="6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Обеспечение деятельности подведомственных учреждений социального обслуживания населения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16 0 01 76530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1 675</w:t>
            </w:r>
          </w:p>
        </w:tc>
      </w:tr>
      <w:tr w:rsidR="00CD0A52" w:rsidRPr="00CD0A52" w:rsidTr="00CD0A52">
        <w:trPr>
          <w:trHeight w:val="64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16 0 01 76530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1 675</w:t>
            </w:r>
          </w:p>
        </w:tc>
      </w:tr>
      <w:tr w:rsidR="00CD0A52" w:rsidRPr="00CD0A52" w:rsidTr="00CD0A52">
        <w:trPr>
          <w:trHeight w:val="4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16 0 01 76530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620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1 675</w:t>
            </w:r>
          </w:p>
        </w:tc>
      </w:tr>
      <w:tr w:rsidR="00CD0A52" w:rsidRPr="00CD0A52" w:rsidTr="00CD0A52">
        <w:trPr>
          <w:trHeight w:val="61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Мероприятие "Приведение в нормативное состояние объектов социальной сферы"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16 0 03 00000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49</w:t>
            </w:r>
          </w:p>
        </w:tc>
      </w:tr>
      <w:tr w:rsidR="00CD0A52" w:rsidRPr="00CD0A52" w:rsidTr="00CD0A52">
        <w:trPr>
          <w:trHeight w:val="61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Капитальный ремонт и ремонт объектов социальной сферы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16 0 03 73680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49</w:t>
            </w:r>
          </w:p>
        </w:tc>
      </w:tr>
      <w:tr w:rsidR="00CD0A52" w:rsidRPr="00CD0A52" w:rsidTr="00CD0A52">
        <w:trPr>
          <w:trHeight w:val="62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16 0 03 73680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49</w:t>
            </w:r>
          </w:p>
        </w:tc>
      </w:tr>
      <w:tr w:rsidR="00CD0A52" w:rsidRPr="00CD0A52" w:rsidTr="00CD0A52">
        <w:trPr>
          <w:trHeight w:val="70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16 0 03 73680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49</w:t>
            </w:r>
          </w:p>
        </w:tc>
      </w:tr>
      <w:tr w:rsidR="00CD0A52" w:rsidRPr="00CD0A52" w:rsidTr="00CD0A52">
        <w:trPr>
          <w:trHeight w:val="74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Мероприятие "Проект "Старшее поколение" в рамках реализации национального проекта "Демография""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16 0 P3 00000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296</w:t>
            </w:r>
          </w:p>
        </w:tc>
      </w:tr>
      <w:tr w:rsidR="00CD0A52" w:rsidRPr="00CD0A52" w:rsidTr="00CD0A52">
        <w:trPr>
          <w:trHeight w:val="4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Организация социального обслуживания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16 0 P3 19320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296</w:t>
            </w:r>
          </w:p>
        </w:tc>
      </w:tr>
      <w:tr w:rsidR="00CD0A52" w:rsidRPr="00CD0A52" w:rsidTr="00CD0A52">
        <w:trPr>
          <w:trHeight w:val="74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16 0 P3 19320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296</w:t>
            </w:r>
          </w:p>
        </w:tc>
      </w:tr>
      <w:tr w:rsidR="00CD0A52" w:rsidRPr="00CD0A52" w:rsidTr="00CD0A52">
        <w:trPr>
          <w:trHeight w:val="4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16 0 P3 19320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296</w:t>
            </w:r>
          </w:p>
        </w:tc>
      </w:tr>
      <w:tr w:rsidR="00CD0A52" w:rsidRPr="00CD0A52" w:rsidTr="00CD0A52">
        <w:trPr>
          <w:trHeight w:val="10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Муниципальная программа "Улучшение условий и охраны труда в Упоровском муниципальном районе Тюменской области"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21 0 00 00000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42</w:t>
            </w:r>
          </w:p>
        </w:tc>
      </w:tr>
      <w:tr w:rsidR="00CD0A52" w:rsidRPr="00CD0A52" w:rsidTr="00CD0A52">
        <w:trPr>
          <w:trHeight w:val="103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Мероприятие "Увеличение количества рабочих мест соответствующих нормативным требованиям охраны труда"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21 0 01 00000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42</w:t>
            </w:r>
          </w:p>
        </w:tc>
      </w:tr>
      <w:tr w:rsidR="00CD0A52" w:rsidRPr="00CD0A52" w:rsidTr="00CD0A52">
        <w:trPr>
          <w:trHeight w:val="43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Организация социального обслуживания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21 0 01 19320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42</w:t>
            </w:r>
          </w:p>
        </w:tc>
      </w:tr>
      <w:tr w:rsidR="00CD0A52" w:rsidRPr="00CD0A52" w:rsidTr="00CD0A52">
        <w:trPr>
          <w:trHeight w:val="74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21 0 01 19320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42</w:t>
            </w:r>
          </w:p>
        </w:tc>
      </w:tr>
      <w:tr w:rsidR="00CD0A52" w:rsidRPr="00CD0A52" w:rsidTr="00CD0A52">
        <w:trPr>
          <w:trHeight w:val="3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21 0 01 19320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42</w:t>
            </w:r>
          </w:p>
        </w:tc>
      </w:tr>
      <w:tr w:rsidR="00CD0A52" w:rsidRPr="00CD0A52" w:rsidTr="00CD0A52">
        <w:trPr>
          <w:trHeight w:val="804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Обеспечение деятельности специализированной службы по вопросам похоронного дела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99 0 00 70336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223</w:t>
            </w:r>
          </w:p>
        </w:tc>
      </w:tr>
      <w:tr w:rsidR="00CD0A52" w:rsidRPr="00CD0A52" w:rsidTr="00CD0A52">
        <w:trPr>
          <w:trHeight w:val="624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99 0 00 70336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223</w:t>
            </w:r>
          </w:p>
        </w:tc>
      </w:tr>
      <w:tr w:rsidR="00CD0A52" w:rsidRPr="00CD0A52" w:rsidTr="00CD0A52">
        <w:trPr>
          <w:trHeight w:val="3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99 0 00 70336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223</w:t>
            </w:r>
          </w:p>
        </w:tc>
      </w:tr>
      <w:tr w:rsidR="00CD0A52" w:rsidRPr="00CD0A52" w:rsidTr="00CD0A52">
        <w:trPr>
          <w:trHeight w:val="44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Социальное обеспечение населения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17 093</w:t>
            </w:r>
          </w:p>
        </w:tc>
      </w:tr>
      <w:tr w:rsidR="00CD0A52" w:rsidRPr="00CD0A52" w:rsidTr="00CD0A52">
        <w:trPr>
          <w:trHeight w:val="100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lastRenderedPageBreak/>
              <w:t>Муниципальная программа "Основные направления развития отрасли "Социальная политика" в Упоровском районе"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16 0 00 00000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4 806</w:t>
            </w:r>
          </w:p>
        </w:tc>
      </w:tr>
      <w:tr w:rsidR="00CD0A52" w:rsidRPr="00CD0A52" w:rsidTr="00CD0A52">
        <w:trPr>
          <w:trHeight w:val="134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Мероприятие "Обеспечение предоставления мер социальной поддержки гражданам, имеющим право на их получение в соответствии с действующим законодательством"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03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16 0 02 00000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4 668</w:t>
            </w:r>
          </w:p>
        </w:tc>
      </w:tr>
      <w:tr w:rsidR="00CD0A52" w:rsidRPr="00CD0A52" w:rsidTr="00CD0A52">
        <w:trPr>
          <w:trHeight w:val="79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16 0 02 19340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3 394</w:t>
            </w:r>
          </w:p>
        </w:tc>
      </w:tr>
      <w:tr w:rsidR="00CD0A52" w:rsidRPr="00CD0A52" w:rsidTr="00CD0A52">
        <w:trPr>
          <w:trHeight w:val="67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16 0 02 19340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18</w:t>
            </w:r>
          </w:p>
        </w:tc>
      </w:tr>
      <w:tr w:rsidR="00CD0A52" w:rsidRPr="00CD0A52" w:rsidTr="00CD0A52">
        <w:trPr>
          <w:trHeight w:val="10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16 0 02 19340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18</w:t>
            </w:r>
          </w:p>
        </w:tc>
      </w:tr>
      <w:tr w:rsidR="00CD0A52" w:rsidRPr="00CD0A52" w:rsidTr="00CD0A52">
        <w:trPr>
          <w:trHeight w:val="45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16 0 02 19340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3 074</w:t>
            </w:r>
          </w:p>
        </w:tc>
      </w:tr>
      <w:tr w:rsidR="00CD0A52" w:rsidRPr="00CD0A52" w:rsidTr="00CD0A52">
        <w:trPr>
          <w:trHeight w:val="81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Публичные нормативные социальные выплаты гражданам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16 0 02 19340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3 074</w:t>
            </w:r>
          </w:p>
        </w:tc>
      </w:tr>
      <w:tr w:rsidR="00CD0A52" w:rsidRPr="00CD0A52" w:rsidTr="00CD0A52">
        <w:trPr>
          <w:trHeight w:val="7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16 0 02 19340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302</w:t>
            </w:r>
          </w:p>
        </w:tc>
      </w:tr>
      <w:tr w:rsidR="00CD0A52" w:rsidRPr="00CD0A52" w:rsidTr="00CD0A52">
        <w:trPr>
          <w:trHeight w:val="43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16 0 02 19340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302</w:t>
            </w:r>
          </w:p>
        </w:tc>
      </w:tr>
      <w:tr w:rsidR="00CD0A52" w:rsidRPr="00CD0A52" w:rsidTr="00CD0A52">
        <w:trPr>
          <w:trHeight w:val="69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Социальная поддержка отдельных категорий граждан в отношении проезда на транспорте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16 0 02 19360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974</w:t>
            </w:r>
          </w:p>
        </w:tc>
      </w:tr>
      <w:tr w:rsidR="00CD0A52" w:rsidRPr="00CD0A52" w:rsidTr="00CD0A52">
        <w:trPr>
          <w:trHeight w:val="4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16 0 02 19360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974</w:t>
            </w:r>
          </w:p>
        </w:tc>
      </w:tr>
      <w:tr w:rsidR="00CD0A52" w:rsidRPr="00CD0A52" w:rsidTr="00CD0A52">
        <w:trPr>
          <w:trHeight w:val="13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16 0 02 19360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974</w:t>
            </w:r>
          </w:p>
        </w:tc>
      </w:tr>
      <w:tr w:rsidR="00CD0A52" w:rsidRPr="00CD0A52" w:rsidTr="00CD0A52">
        <w:trPr>
          <w:trHeight w:val="4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Оказание материальной помощи населению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16 0 02 71240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300</w:t>
            </w:r>
          </w:p>
        </w:tc>
      </w:tr>
      <w:tr w:rsidR="00CD0A52" w:rsidRPr="00CD0A52" w:rsidTr="00CD0A52">
        <w:trPr>
          <w:trHeight w:val="74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16 0 02 71240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</w:t>
            </w:r>
          </w:p>
        </w:tc>
      </w:tr>
      <w:tr w:rsidR="00CD0A52" w:rsidRPr="00CD0A52" w:rsidTr="00CD0A52">
        <w:trPr>
          <w:trHeight w:val="103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16 0 02 71240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</w:t>
            </w:r>
          </w:p>
        </w:tc>
      </w:tr>
      <w:tr w:rsidR="00CD0A52" w:rsidRPr="00CD0A52" w:rsidTr="00CD0A52">
        <w:trPr>
          <w:trHeight w:val="46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16 0 02 71240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297</w:t>
            </w:r>
          </w:p>
        </w:tc>
      </w:tr>
      <w:tr w:rsidR="00CD0A52" w:rsidRPr="00CD0A52" w:rsidTr="00CD0A52">
        <w:trPr>
          <w:trHeight w:val="73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16 0 02 71240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297</w:t>
            </w:r>
          </w:p>
        </w:tc>
      </w:tr>
      <w:tr w:rsidR="00CD0A52" w:rsidRPr="00CD0A52" w:rsidTr="00CD0A52">
        <w:trPr>
          <w:trHeight w:val="92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Мероприятие "Обеспечение взаимодействия с общественными организациями ветеранов и их поддержка"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16 0 04 00000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138</w:t>
            </w:r>
          </w:p>
        </w:tc>
      </w:tr>
      <w:tr w:rsidR="00CD0A52" w:rsidRPr="00CD0A52" w:rsidTr="00CD0A52">
        <w:trPr>
          <w:trHeight w:val="40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Поддержка общественных организаций ветеранов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16 0 04 70337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138</w:t>
            </w:r>
          </w:p>
        </w:tc>
      </w:tr>
      <w:tr w:rsidR="00CD0A52" w:rsidRPr="00CD0A52" w:rsidTr="00CD0A52">
        <w:trPr>
          <w:trHeight w:val="73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16 0 04 70337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138</w:t>
            </w:r>
          </w:p>
        </w:tc>
      </w:tr>
      <w:tr w:rsidR="00CD0A52" w:rsidRPr="00CD0A52" w:rsidTr="00CD0A52">
        <w:trPr>
          <w:trHeight w:val="96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16 0 04 70337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138</w:t>
            </w:r>
          </w:p>
        </w:tc>
      </w:tr>
      <w:tr w:rsidR="00CD0A52" w:rsidRPr="00CD0A52" w:rsidTr="00CD0A52">
        <w:trPr>
          <w:trHeight w:val="96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Муниципальная программа "Устойчивое развитие сельских территорий Упоровского района Тюменской области"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22 0 00 00000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9 938</w:t>
            </w:r>
          </w:p>
        </w:tc>
      </w:tr>
      <w:tr w:rsidR="00CD0A52" w:rsidRPr="00CD0A52" w:rsidTr="00CD0A52">
        <w:trPr>
          <w:trHeight w:val="9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Мероприятие "Улучшение условий жизнедеятельности на сельских территориях Упоровского района"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22 0 01 00000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9 938</w:t>
            </w:r>
          </w:p>
        </w:tc>
      </w:tr>
      <w:tr w:rsidR="00CD0A52" w:rsidRPr="00CD0A52" w:rsidTr="00CD0A52">
        <w:trPr>
          <w:trHeight w:val="122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Реализация мероприятий по устойчивому развитию сельских территорий (улучшение жилищных условий молодых семей и молодых специалистов, проживающих на селе)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22 0 01 L5671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9 938</w:t>
            </w:r>
          </w:p>
        </w:tc>
      </w:tr>
      <w:tr w:rsidR="00CD0A52" w:rsidRPr="00CD0A52" w:rsidTr="00CD0A52">
        <w:trPr>
          <w:trHeight w:val="43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22 0 01 L5671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9 938</w:t>
            </w:r>
          </w:p>
        </w:tc>
      </w:tr>
      <w:tr w:rsidR="00CD0A52" w:rsidRPr="00CD0A52" w:rsidTr="00CD0A52">
        <w:trPr>
          <w:trHeight w:val="67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22 0 01 L5671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9 938</w:t>
            </w:r>
          </w:p>
        </w:tc>
      </w:tr>
      <w:tr w:rsidR="00CD0A52" w:rsidRPr="00CD0A52" w:rsidTr="00CD0A52">
        <w:trPr>
          <w:trHeight w:val="109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Социальная поддержка отдельных категорий граждан в отношении газификации жилых домов (квартир) в населённых пунктах Тюменской области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99 0 00 19330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2 160</w:t>
            </w:r>
          </w:p>
        </w:tc>
      </w:tr>
      <w:tr w:rsidR="00CD0A52" w:rsidRPr="00CD0A52" w:rsidTr="00CD0A52">
        <w:trPr>
          <w:trHeight w:val="4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99 0 00 19330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2 160</w:t>
            </w:r>
          </w:p>
        </w:tc>
      </w:tr>
      <w:tr w:rsidR="00CD0A52" w:rsidRPr="00CD0A52" w:rsidTr="00CD0A52">
        <w:trPr>
          <w:trHeight w:val="7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99 0 00 19330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2 160</w:t>
            </w:r>
          </w:p>
        </w:tc>
      </w:tr>
      <w:tr w:rsidR="00CD0A52" w:rsidRPr="00CD0A52" w:rsidTr="00CD0A52">
        <w:trPr>
          <w:trHeight w:val="3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Прочие мероприятия в области социальной политики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99 0 00 70384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189</w:t>
            </w:r>
          </w:p>
        </w:tc>
      </w:tr>
      <w:tr w:rsidR="00CD0A52" w:rsidRPr="00CD0A52" w:rsidTr="00CD0A52">
        <w:trPr>
          <w:trHeight w:val="37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бюджетные ассигнования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99 0 00 70384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189</w:t>
            </w:r>
          </w:p>
        </w:tc>
      </w:tr>
      <w:tr w:rsidR="00CD0A52" w:rsidRPr="00CD0A52" w:rsidTr="00CD0A52">
        <w:trPr>
          <w:trHeight w:val="4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99 0 00 70384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189</w:t>
            </w:r>
          </w:p>
        </w:tc>
      </w:tr>
      <w:tr w:rsidR="00CD0A52" w:rsidRPr="00CD0A52" w:rsidTr="00CD0A52">
        <w:trPr>
          <w:trHeight w:val="43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Охрана семьи и детства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10 380</w:t>
            </w:r>
          </w:p>
        </w:tc>
      </w:tr>
      <w:tr w:rsidR="00CD0A52" w:rsidRPr="00CD0A52" w:rsidTr="00CD0A52">
        <w:trPr>
          <w:trHeight w:val="111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Муниципальная программа "Основные направления развития системы образования в Упоровском муниципальном районе"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6 717</w:t>
            </w:r>
          </w:p>
        </w:tc>
      </w:tr>
      <w:tr w:rsidR="00CD0A52" w:rsidRPr="00CD0A52" w:rsidTr="00CD0A52">
        <w:trPr>
          <w:trHeight w:val="73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Мероприятие "Социальная поддержка семей, имеющих детей дошкольного возраста"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11 0 05 00000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6 717</w:t>
            </w:r>
          </w:p>
        </w:tc>
      </w:tr>
      <w:tr w:rsidR="00CD0A52" w:rsidRPr="00CD0A52" w:rsidTr="00CD0A52">
        <w:trPr>
          <w:trHeight w:val="196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Социальная поддержка семей, имеющих детей, в отношении компенсации родительской платы за присмотр и уход за детьми в организациях, осуществляющих образовательную деятельность по реализации образовательных программ дошкольного образования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11 0 05 19370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6 717</w:t>
            </w:r>
          </w:p>
        </w:tc>
      </w:tr>
      <w:tr w:rsidR="00CD0A52" w:rsidRPr="00CD0A52" w:rsidTr="00CD0A52">
        <w:trPr>
          <w:trHeight w:val="70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11 0 05 19370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6 717</w:t>
            </w:r>
          </w:p>
        </w:tc>
      </w:tr>
      <w:tr w:rsidR="00CD0A52" w:rsidRPr="00CD0A52" w:rsidTr="00CD0A52">
        <w:trPr>
          <w:trHeight w:val="45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lastRenderedPageBreak/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11 0 05 19370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6 717</w:t>
            </w:r>
          </w:p>
        </w:tc>
      </w:tr>
      <w:tr w:rsidR="00CD0A52" w:rsidRPr="00CD0A52" w:rsidTr="00CD0A52">
        <w:trPr>
          <w:trHeight w:val="92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Муниципальная программа "Основные направления градостроительной политики и жилищного строительства Упоровского муниципального района"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17 0 00 00000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3 663</w:t>
            </w:r>
          </w:p>
        </w:tc>
      </w:tr>
      <w:tr w:rsidR="00CD0A52" w:rsidRPr="00CD0A52" w:rsidTr="00CD0A52">
        <w:trPr>
          <w:trHeight w:val="123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Мероприятие "Предоставление социальных выплат молодым семьям в рамках подпрограммы "Обеспечение жильём молодых семей" Федеральной целевой программы "Жилище"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17 0 06 00000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3 663</w:t>
            </w:r>
          </w:p>
        </w:tc>
      </w:tr>
      <w:tr w:rsidR="00CD0A52" w:rsidRPr="00CD0A52" w:rsidTr="00CD0A52">
        <w:trPr>
          <w:trHeight w:val="88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Мероприятие "Региональный проект "Жилье" в рамках реализации национального проекта "Жилье и городская среда""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17 0 06 L4970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3 663</w:t>
            </w:r>
          </w:p>
        </w:tc>
      </w:tr>
      <w:tr w:rsidR="00CD0A52" w:rsidRPr="00CD0A52" w:rsidTr="00CD0A52">
        <w:trPr>
          <w:trHeight w:val="157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Мероприятия по обеспечению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17 0 06 L4970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3 663</w:t>
            </w:r>
          </w:p>
        </w:tc>
      </w:tr>
      <w:tr w:rsidR="00CD0A52" w:rsidRPr="00CD0A52" w:rsidTr="00CD0A52">
        <w:trPr>
          <w:trHeight w:val="6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17 0 06 L4970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3 663</w:t>
            </w:r>
          </w:p>
        </w:tc>
      </w:tr>
      <w:tr w:rsidR="00CD0A52" w:rsidRPr="00CD0A52" w:rsidTr="00CD0A52">
        <w:trPr>
          <w:trHeight w:val="50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 Другие вопросы в области социальной политики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1 160</w:t>
            </w:r>
          </w:p>
        </w:tc>
      </w:tr>
      <w:tr w:rsidR="00CD0A52" w:rsidRPr="00CD0A52" w:rsidTr="00CD0A52">
        <w:trPr>
          <w:trHeight w:val="7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99 0 00 19050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1 160</w:t>
            </w:r>
          </w:p>
        </w:tc>
      </w:tr>
      <w:tr w:rsidR="00CD0A52" w:rsidRPr="00CD0A52" w:rsidTr="00CD0A52">
        <w:trPr>
          <w:trHeight w:val="165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99 0 00 19050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839</w:t>
            </w:r>
          </w:p>
        </w:tc>
      </w:tr>
      <w:tr w:rsidR="00CD0A52" w:rsidRPr="00CD0A52" w:rsidTr="00CD0A52">
        <w:trPr>
          <w:trHeight w:val="78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99 0 00 19050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839</w:t>
            </w:r>
          </w:p>
        </w:tc>
      </w:tr>
      <w:tr w:rsidR="00CD0A52" w:rsidRPr="00CD0A52" w:rsidTr="00CD0A52">
        <w:trPr>
          <w:trHeight w:val="70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99 0 00 19050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321</w:t>
            </w:r>
          </w:p>
        </w:tc>
      </w:tr>
      <w:tr w:rsidR="00CD0A52" w:rsidRPr="00CD0A52" w:rsidTr="00CD0A52">
        <w:trPr>
          <w:trHeight w:val="100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99 0 00 19050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321</w:t>
            </w:r>
          </w:p>
        </w:tc>
      </w:tr>
      <w:tr w:rsidR="00CD0A52" w:rsidRPr="00CD0A52" w:rsidTr="00CD0A52">
        <w:trPr>
          <w:trHeight w:val="45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ФИЗИЧЕСКАЯ КУЛЬТУРА И СПОРТ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38 807</w:t>
            </w:r>
          </w:p>
        </w:tc>
      </w:tr>
      <w:tr w:rsidR="00CD0A52" w:rsidRPr="00CD0A52" w:rsidTr="00CD0A52">
        <w:trPr>
          <w:trHeight w:val="40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Массовый спорт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38 807</w:t>
            </w:r>
          </w:p>
        </w:tc>
      </w:tr>
      <w:tr w:rsidR="00CD0A52" w:rsidRPr="00CD0A52" w:rsidTr="00CD0A52">
        <w:trPr>
          <w:trHeight w:val="106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 Муниципальная программа "Основные направления развития физической культуры и спорта, молодёжной политики в Упоровском муниципальном районе"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14 0 00 00000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34 602</w:t>
            </w:r>
          </w:p>
        </w:tc>
      </w:tr>
      <w:tr w:rsidR="00CD0A52" w:rsidRPr="00CD0A52" w:rsidTr="00CD0A52">
        <w:trPr>
          <w:trHeight w:val="147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 Мероприятие "Развитие физкультурно-спортивной активности, здорового образа жизни населения и обеспечение подготовки районных сборных команд по видам спорта"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14 0 01 00000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31 470</w:t>
            </w:r>
          </w:p>
        </w:tc>
      </w:tr>
      <w:tr w:rsidR="00CD0A52" w:rsidRPr="00CD0A52" w:rsidTr="00CD0A52">
        <w:trPr>
          <w:trHeight w:val="112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lastRenderedPageBreak/>
              <w:t>Расходы на обеспечение деятельности (оказание услуг) муниципальных учреждений физической культуры и спорта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14 0 01 74620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31 470</w:t>
            </w:r>
          </w:p>
        </w:tc>
      </w:tr>
      <w:tr w:rsidR="00CD0A52" w:rsidRPr="00CD0A52" w:rsidTr="00CD0A52">
        <w:trPr>
          <w:trHeight w:val="80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14 0 01 74620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31 470</w:t>
            </w:r>
          </w:p>
        </w:tc>
      </w:tr>
      <w:tr w:rsidR="00CD0A52" w:rsidRPr="00CD0A52" w:rsidTr="00CD0A52">
        <w:trPr>
          <w:trHeight w:val="45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14 0 01 74620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31 470</w:t>
            </w:r>
          </w:p>
        </w:tc>
      </w:tr>
      <w:tr w:rsidR="00CD0A52" w:rsidRPr="00CD0A52" w:rsidTr="00CD0A52">
        <w:trPr>
          <w:trHeight w:val="10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Мероприятие "Приведение в нормативное состояние объектов физической культуры и спорта, молодежной политики"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14 0 03 00000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3 132</w:t>
            </w:r>
          </w:p>
        </w:tc>
      </w:tr>
      <w:tr w:rsidR="00CD0A52" w:rsidRPr="00CD0A52" w:rsidTr="00CD0A52">
        <w:trPr>
          <w:trHeight w:val="75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Капитальный ремонт и ремонт объектов физической культуры и спорта, молодежной политики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14 0 03 74630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3 127</w:t>
            </w:r>
          </w:p>
        </w:tc>
      </w:tr>
      <w:tr w:rsidR="00CD0A52" w:rsidRPr="00CD0A52" w:rsidTr="00CD0A52">
        <w:trPr>
          <w:trHeight w:val="75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14 0 03 74630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2 862</w:t>
            </w:r>
          </w:p>
        </w:tc>
      </w:tr>
      <w:tr w:rsidR="00CD0A52" w:rsidRPr="00CD0A52" w:rsidTr="00CD0A52">
        <w:trPr>
          <w:trHeight w:val="9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14 0 03 74630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2 862</w:t>
            </w:r>
          </w:p>
        </w:tc>
      </w:tr>
      <w:tr w:rsidR="00CD0A52" w:rsidRPr="00CD0A52" w:rsidTr="00CD0A52">
        <w:trPr>
          <w:trHeight w:val="75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14 0 03 74630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265</w:t>
            </w:r>
          </w:p>
        </w:tc>
      </w:tr>
      <w:tr w:rsidR="00CD0A52" w:rsidRPr="00CD0A52" w:rsidTr="00CD0A52">
        <w:trPr>
          <w:trHeight w:val="3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14 0 03 74630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620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265</w:t>
            </w:r>
          </w:p>
        </w:tc>
      </w:tr>
      <w:tr w:rsidR="00CD0A52" w:rsidRPr="00CD0A52" w:rsidTr="00CD0A52">
        <w:trPr>
          <w:trHeight w:val="54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Мероприятия по строительству и реконструкции объектов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14 0 03 74650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</w:t>
            </w:r>
          </w:p>
        </w:tc>
      </w:tr>
      <w:tr w:rsidR="00CD0A52" w:rsidRPr="00CD0A52" w:rsidTr="00CD0A52">
        <w:trPr>
          <w:trHeight w:val="64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14 0 03 74650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</w:t>
            </w:r>
          </w:p>
        </w:tc>
      </w:tr>
      <w:tr w:rsidR="00CD0A52" w:rsidRPr="00CD0A52" w:rsidTr="00CD0A52">
        <w:trPr>
          <w:trHeight w:val="4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14 0 03 74650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</w:t>
            </w:r>
          </w:p>
        </w:tc>
      </w:tr>
      <w:tr w:rsidR="00CD0A52" w:rsidRPr="00CD0A52" w:rsidTr="00CD0A52">
        <w:trPr>
          <w:trHeight w:val="76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Мероприятия по строительству и реконструкции объектов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99 0 00 25220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4 200</w:t>
            </w:r>
          </w:p>
        </w:tc>
      </w:tr>
      <w:tr w:rsidR="00CD0A52" w:rsidRPr="00CD0A52" w:rsidTr="00CD0A52">
        <w:trPr>
          <w:trHeight w:val="62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99 0 00 25220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4 200</w:t>
            </w:r>
          </w:p>
        </w:tc>
      </w:tr>
      <w:tr w:rsidR="00CD0A52" w:rsidRPr="00CD0A52" w:rsidTr="00CD0A52">
        <w:trPr>
          <w:trHeight w:val="4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99 0 00 25220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4 200</w:t>
            </w:r>
          </w:p>
        </w:tc>
      </w:tr>
      <w:tr w:rsidR="00CD0A52" w:rsidRPr="00CD0A52" w:rsidTr="00CD0A52">
        <w:trPr>
          <w:trHeight w:val="87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Приобретение оборудования, автотранспорта и инвентаря для муниципальных учреждений физической культуры и спорта, молодежной политики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</w:t>
            </w:r>
          </w:p>
        </w:tc>
      </w:tr>
      <w:tr w:rsidR="00CD0A52" w:rsidRPr="00CD0A52" w:rsidTr="00CD0A52">
        <w:trPr>
          <w:trHeight w:val="63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</w:t>
            </w:r>
          </w:p>
        </w:tc>
      </w:tr>
      <w:tr w:rsidR="00CD0A52" w:rsidRPr="00CD0A52" w:rsidTr="00CD0A52">
        <w:trPr>
          <w:trHeight w:val="100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240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</w:t>
            </w:r>
          </w:p>
        </w:tc>
      </w:tr>
      <w:tr w:rsidR="00CD0A52" w:rsidRPr="00CD0A52" w:rsidTr="00CD0A52">
        <w:trPr>
          <w:trHeight w:val="110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45 529</w:t>
            </w:r>
          </w:p>
        </w:tc>
      </w:tr>
      <w:tr w:rsidR="00CD0A52" w:rsidRPr="00CD0A52" w:rsidTr="00CD0A52">
        <w:trPr>
          <w:trHeight w:val="1056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15 475</w:t>
            </w:r>
          </w:p>
        </w:tc>
      </w:tr>
      <w:tr w:rsidR="00CD0A52" w:rsidRPr="00CD0A52" w:rsidTr="00CD0A52">
        <w:trPr>
          <w:trHeight w:val="732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Дотации на выравнивание бюджетной обеспеченности поселений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15 475</w:t>
            </w:r>
          </w:p>
        </w:tc>
      </w:tr>
      <w:tr w:rsidR="00CD0A52" w:rsidRPr="00CD0A52" w:rsidTr="00CD0A52">
        <w:trPr>
          <w:trHeight w:val="3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15 475</w:t>
            </w:r>
          </w:p>
        </w:tc>
      </w:tr>
      <w:tr w:rsidR="00CD0A52" w:rsidRPr="00CD0A52" w:rsidTr="00CD0A52">
        <w:trPr>
          <w:trHeight w:val="40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Дотации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15 475</w:t>
            </w:r>
          </w:p>
        </w:tc>
      </w:tr>
      <w:tr w:rsidR="00CD0A52" w:rsidRPr="00CD0A52" w:rsidTr="00CD0A52">
        <w:trPr>
          <w:trHeight w:val="70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Прочие межбюджетные трансферты общего характера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30 054</w:t>
            </w:r>
          </w:p>
        </w:tc>
      </w:tr>
      <w:tr w:rsidR="00CD0A52" w:rsidRPr="00CD0A52" w:rsidTr="00CD0A52">
        <w:trPr>
          <w:trHeight w:val="74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 xml:space="preserve">Иные межбюджетные трансферты бюджетам бюджетной системы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30 054</w:t>
            </w:r>
          </w:p>
        </w:tc>
      </w:tr>
      <w:tr w:rsidR="00CD0A52" w:rsidRPr="00CD0A52" w:rsidTr="00CD0A52">
        <w:trPr>
          <w:trHeight w:val="42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30 054</w:t>
            </w:r>
          </w:p>
        </w:tc>
      </w:tr>
      <w:tr w:rsidR="00CD0A52" w:rsidRPr="00CD0A52" w:rsidTr="00CD0A52">
        <w:trPr>
          <w:trHeight w:val="40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Иные межбюджетные трансферты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99 0 00 70260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30 054</w:t>
            </w:r>
          </w:p>
        </w:tc>
      </w:tr>
      <w:tr w:rsidR="00CD0A52" w:rsidRPr="00CD0A52" w:rsidTr="00CD0A52">
        <w:trPr>
          <w:trHeight w:val="408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ВСЕГО РАСХОДОВ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CB3EB1">
            <w:pPr>
              <w:pStyle w:val="Table"/>
            </w:pPr>
            <w:r w:rsidRPr="00CD0A52">
              <w:t>955 993</w:t>
            </w:r>
          </w:p>
        </w:tc>
      </w:tr>
    </w:tbl>
    <w:p w:rsidR="002042AD" w:rsidRPr="00CB3EB1" w:rsidRDefault="002042AD" w:rsidP="00CB3EB1">
      <w:pPr>
        <w:widowControl w:val="0"/>
        <w:autoSpaceDE w:val="0"/>
        <w:autoSpaceDN w:val="0"/>
        <w:adjustRightInd w:val="0"/>
        <w:spacing w:line="360" w:lineRule="auto"/>
      </w:pPr>
      <w:r w:rsidRPr="00CB3EB1">
        <w:t>11. Приложение № 13 изложить в следующей редакции:</w:t>
      </w:r>
    </w:p>
    <w:tbl>
      <w:tblPr>
        <w:tblW w:w="10733" w:type="dxa"/>
        <w:tblInd w:w="93" w:type="dxa"/>
        <w:tblLook w:val="04A0" w:firstRow="1" w:lastRow="0" w:firstColumn="1" w:lastColumn="0" w:noHBand="0" w:noVBand="1"/>
      </w:tblPr>
      <w:tblGrid>
        <w:gridCol w:w="4835"/>
        <w:gridCol w:w="487"/>
        <w:gridCol w:w="522"/>
        <w:gridCol w:w="1826"/>
        <w:gridCol w:w="617"/>
        <w:gridCol w:w="1170"/>
        <w:gridCol w:w="1276"/>
      </w:tblGrid>
      <w:tr w:rsidR="002042AD" w:rsidRPr="002042AD" w:rsidTr="002042AD">
        <w:trPr>
          <w:trHeight w:val="1710"/>
        </w:trPr>
        <w:tc>
          <w:tcPr>
            <w:tcW w:w="107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0"/>
            </w:pPr>
            <w:r w:rsidRPr="002042AD">
              <w:t xml:space="preserve">Распределение бюджетных ассигнований по разделам, подразделам, целевым статьям (муниципальным программам Упоровского муниципального района и непрограммным направлениям деятельности), группам и подгруппам </w:t>
            </w:r>
            <w:proofErr w:type="gramStart"/>
            <w:r w:rsidRPr="002042AD">
              <w:t>видов расходов классификации расходов бюджета</w:t>
            </w:r>
            <w:proofErr w:type="gramEnd"/>
            <w:r w:rsidRPr="002042AD">
              <w:t xml:space="preserve"> Упоровского муниципального района на плановый период 2020 и 2021 годов</w:t>
            </w:r>
          </w:p>
        </w:tc>
      </w:tr>
      <w:tr w:rsidR="002042AD" w:rsidRPr="002042AD" w:rsidTr="002042AD">
        <w:trPr>
          <w:trHeight w:val="300"/>
        </w:trPr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0"/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0"/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0"/>
            </w:pP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0"/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0"/>
            </w:pPr>
          </w:p>
        </w:tc>
        <w:tc>
          <w:tcPr>
            <w:tcW w:w="24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(тыс. руб.)</w:t>
            </w:r>
          </w:p>
        </w:tc>
      </w:tr>
      <w:tr w:rsidR="002042AD" w:rsidRPr="002042AD" w:rsidTr="002042AD">
        <w:trPr>
          <w:trHeight w:val="555"/>
        </w:trPr>
        <w:tc>
          <w:tcPr>
            <w:tcW w:w="4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Наименование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proofErr w:type="spellStart"/>
            <w:r w:rsidRPr="002042AD">
              <w:t>Рз</w:t>
            </w:r>
            <w:proofErr w:type="spellEnd"/>
          </w:p>
        </w:tc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proofErr w:type="spellStart"/>
            <w:proofErr w:type="gramStart"/>
            <w:r w:rsidRPr="002042AD">
              <w:t>Пр</w:t>
            </w:r>
            <w:proofErr w:type="spellEnd"/>
            <w:proofErr w:type="gramEnd"/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ЦСР</w:t>
            </w:r>
          </w:p>
        </w:tc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ВР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Плановый период</w:t>
            </w:r>
          </w:p>
        </w:tc>
      </w:tr>
      <w:tr w:rsidR="002042AD" w:rsidRPr="002042AD" w:rsidTr="002042AD">
        <w:trPr>
          <w:trHeight w:val="600"/>
        </w:trPr>
        <w:tc>
          <w:tcPr>
            <w:tcW w:w="4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2AD" w:rsidRPr="002042AD" w:rsidRDefault="002042AD" w:rsidP="00CB3EB1">
            <w:pPr>
              <w:pStyle w:val="Table"/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2AD" w:rsidRPr="002042AD" w:rsidRDefault="002042AD" w:rsidP="00CB3EB1">
            <w:pPr>
              <w:pStyle w:val="Table"/>
            </w:pPr>
          </w:p>
        </w:tc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2AD" w:rsidRPr="002042AD" w:rsidRDefault="002042AD" w:rsidP="00CB3EB1">
            <w:pPr>
              <w:pStyle w:val="Table"/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2AD" w:rsidRPr="002042AD" w:rsidRDefault="002042AD" w:rsidP="00CB3EB1">
            <w:pPr>
              <w:pStyle w:val="Table"/>
            </w:pPr>
          </w:p>
        </w:tc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042AD" w:rsidRPr="002042AD" w:rsidRDefault="002042AD" w:rsidP="00CB3EB1">
            <w:pPr>
              <w:pStyle w:val="Table"/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2021 год</w:t>
            </w:r>
          </w:p>
        </w:tc>
      </w:tr>
      <w:tr w:rsidR="002042AD" w:rsidRPr="002042AD" w:rsidTr="002042AD">
        <w:trPr>
          <w:trHeight w:val="37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41 039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40 127</w:t>
            </w:r>
          </w:p>
        </w:tc>
      </w:tr>
      <w:tr w:rsidR="002042AD" w:rsidRPr="002042AD" w:rsidTr="002042AD">
        <w:trPr>
          <w:trHeight w:val="116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2 307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2 307</w:t>
            </w:r>
          </w:p>
        </w:tc>
      </w:tr>
      <w:tr w:rsidR="002042AD" w:rsidRPr="002042AD" w:rsidTr="002042AD">
        <w:trPr>
          <w:trHeight w:val="141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Высшее должностное лицо муниципального образования (глава муниципального образования, </w:t>
            </w:r>
            <w:proofErr w:type="gramStart"/>
            <w:r w:rsidRPr="002042AD">
              <w:t>возглавляющий</w:t>
            </w:r>
            <w:proofErr w:type="gramEnd"/>
            <w:r w:rsidRPr="002042AD">
              <w:t xml:space="preserve"> местную администрацию)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99 0 00 70110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2 307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2 307</w:t>
            </w:r>
          </w:p>
        </w:tc>
      </w:tr>
      <w:tr w:rsidR="002042AD" w:rsidRPr="002042AD" w:rsidTr="002042AD">
        <w:trPr>
          <w:trHeight w:val="195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99 0 00 70110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2 307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2 307</w:t>
            </w:r>
          </w:p>
        </w:tc>
      </w:tr>
      <w:tr w:rsidR="002042AD" w:rsidRPr="002042AD" w:rsidTr="002042AD">
        <w:trPr>
          <w:trHeight w:val="7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Расходы на выплаты персоналу государственных (муниципальных) органов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99 0 00 70110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2 307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2 307</w:t>
            </w:r>
          </w:p>
        </w:tc>
      </w:tr>
      <w:tr w:rsidR="002042AD" w:rsidRPr="002042AD" w:rsidTr="002042AD">
        <w:trPr>
          <w:trHeight w:val="16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</w:tr>
      <w:tr w:rsidR="002042AD" w:rsidRPr="002042AD" w:rsidTr="002042AD">
        <w:trPr>
          <w:trHeight w:val="80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Обеспечение деятельности органов местного самоуправления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</w:tr>
      <w:tr w:rsidR="002042AD" w:rsidRPr="002042AD" w:rsidTr="002042AD">
        <w:trPr>
          <w:trHeight w:val="91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</w:tr>
      <w:tr w:rsidR="002042AD" w:rsidRPr="002042AD" w:rsidTr="002042AD">
        <w:trPr>
          <w:trHeight w:val="103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</w:tr>
      <w:tr w:rsidR="002042AD" w:rsidRPr="002042AD" w:rsidTr="002042AD">
        <w:trPr>
          <w:trHeight w:val="170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22 501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22 559</w:t>
            </w:r>
          </w:p>
        </w:tc>
      </w:tr>
      <w:tr w:rsidR="002042AD" w:rsidRPr="002042AD" w:rsidTr="002042AD">
        <w:trPr>
          <w:trHeight w:val="114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Муниципальная программа "Основные направления развития предпринимательства и торговли в Упоровском муниципальном районе"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479</w:t>
            </w:r>
          </w:p>
        </w:tc>
      </w:tr>
      <w:tr w:rsidR="002042AD" w:rsidRPr="002042AD" w:rsidTr="002042AD">
        <w:trPr>
          <w:trHeight w:val="115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Мероприятие "Создание благоприятных условий для развития субъектов малого и среднего предпринимательства"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479</w:t>
            </w:r>
          </w:p>
        </w:tc>
      </w:tr>
      <w:tr w:rsidR="002042AD" w:rsidRPr="002042AD" w:rsidTr="002042AD">
        <w:trPr>
          <w:trHeight w:val="69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Обеспечение деятельности органов местного самоуправления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12 0 03 70100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479</w:t>
            </w:r>
          </w:p>
        </w:tc>
      </w:tr>
      <w:tr w:rsidR="002042AD" w:rsidRPr="002042AD" w:rsidTr="002042AD">
        <w:trPr>
          <w:trHeight w:val="195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12 0 03 70100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479</w:t>
            </w:r>
          </w:p>
        </w:tc>
      </w:tr>
      <w:tr w:rsidR="002042AD" w:rsidRPr="002042AD" w:rsidTr="002042AD">
        <w:trPr>
          <w:trHeight w:val="7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Расходы на выплаты персоналу государственных (муниципальных) органов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12 0 03 70100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479</w:t>
            </w:r>
          </w:p>
        </w:tc>
      </w:tr>
      <w:tr w:rsidR="002042AD" w:rsidRPr="002042AD" w:rsidTr="002042AD">
        <w:trPr>
          <w:trHeight w:val="70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Обеспечение деятельности органов местного самоуправления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21 323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21 380</w:t>
            </w:r>
          </w:p>
        </w:tc>
      </w:tr>
      <w:tr w:rsidR="002042AD" w:rsidRPr="002042AD" w:rsidTr="002042AD">
        <w:trPr>
          <w:trHeight w:val="195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20 469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20 525</w:t>
            </w:r>
          </w:p>
        </w:tc>
      </w:tr>
      <w:tr w:rsidR="002042AD" w:rsidRPr="002042AD" w:rsidTr="002042AD">
        <w:trPr>
          <w:trHeight w:val="84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20 469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20 525</w:t>
            </w:r>
          </w:p>
        </w:tc>
      </w:tr>
      <w:tr w:rsidR="002042AD" w:rsidRPr="002042AD" w:rsidTr="002042AD">
        <w:trPr>
          <w:trHeight w:val="96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855</w:t>
            </w:r>
          </w:p>
        </w:tc>
      </w:tr>
      <w:tr w:rsidR="002042AD" w:rsidRPr="002042AD" w:rsidTr="002042AD">
        <w:trPr>
          <w:trHeight w:val="106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855</w:t>
            </w:r>
          </w:p>
        </w:tc>
      </w:tr>
      <w:tr w:rsidR="002042AD" w:rsidRPr="002042AD" w:rsidTr="002042AD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Формирование и содержание архивных фондов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99 0 00 71902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407</w:t>
            </w:r>
          </w:p>
        </w:tc>
      </w:tr>
      <w:tr w:rsidR="002042AD" w:rsidRPr="002042AD" w:rsidTr="002042AD">
        <w:trPr>
          <w:trHeight w:val="19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99 0 00 71902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407</w:t>
            </w:r>
          </w:p>
        </w:tc>
      </w:tr>
      <w:tr w:rsidR="002042AD" w:rsidRPr="002042AD" w:rsidTr="002042AD">
        <w:trPr>
          <w:trHeight w:val="7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Расходы на выплаты персоналу государственных (муниципальных) органов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99 0 00 71902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407</w:t>
            </w:r>
          </w:p>
        </w:tc>
      </w:tr>
      <w:tr w:rsidR="002042AD" w:rsidRPr="002042AD" w:rsidTr="002042AD">
        <w:trPr>
          <w:trHeight w:val="7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Создание и организация деятельности административных комиссий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99 0 00 71904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291</w:t>
            </w:r>
          </w:p>
        </w:tc>
      </w:tr>
      <w:tr w:rsidR="002042AD" w:rsidRPr="002042AD" w:rsidTr="002042AD">
        <w:trPr>
          <w:trHeight w:val="195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99 0 00 71904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199</w:t>
            </w:r>
          </w:p>
        </w:tc>
      </w:tr>
      <w:tr w:rsidR="002042AD" w:rsidRPr="002042AD" w:rsidTr="002042AD">
        <w:trPr>
          <w:trHeight w:val="88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Расходы на выплаты персоналу государственных (муниципальных) органов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99 0 00 71904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199</w:t>
            </w:r>
          </w:p>
        </w:tc>
      </w:tr>
      <w:tr w:rsidR="002042AD" w:rsidRPr="002042AD" w:rsidTr="002042AD">
        <w:trPr>
          <w:trHeight w:val="10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99 0 00 71904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92</w:t>
            </w:r>
          </w:p>
        </w:tc>
      </w:tr>
      <w:tr w:rsidR="002042AD" w:rsidRPr="002042AD" w:rsidTr="002042AD">
        <w:trPr>
          <w:trHeight w:val="10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99 0 00 71904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92</w:t>
            </w:r>
          </w:p>
        </w:tc>
      </w:tr>
      <w:tr w:rsidR="002042AD" w:rsidRPr="002042AD" w:rsidTr="002042AD">
        <w:trPr>
          <w:trHeight w:val="216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Определение перечня должностных лиц, уполномоченных составлять протоколы об административных правонарушениях в соответствии с пунктом "б" части 2 статьи 5.1 Кодекса Тюменской области об административной ответственности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99 0 00 71907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</w:t>
            </w:r>
          </w:p>
        </w:tc>
      </w:tr>
      <w:tr w:rsidR="002042AD" w:rsidRPr="002042AD" w:rsidTr="002042AD">
        <w:trPr>
          <w:trHeight w:val="98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99 0 00 71907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</w:t>
            </w:r>
          </w:p>
        </w:tc>
      </w:tr>
      <w:tr w:rsidR="002042AD" w:rsidRPr="002042AD" w:rsidTr="002042AD">
        <w:trPr>
          <w:trHeight w:val="10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99 0 00 71907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</w:t>
            </w:r>
          </w:p>
        </w:tc>
      </w:tr>
      <w:tr w:rsidR="002042AD" w:rsidRPr="002042AD" w:rsidTr="002042AD">
        <w:trPr>
          <w:trHeight w:val="147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126</w:t>
            </w:r>
          </w:p>
        </w:tc>
      </w:tr>
      <w:tr w:rsidR="002042AD" w:rsidRPr="002042AD" w:rsidTr="002042AD">
        <w:trPr>
          <w:trHeight w:val="70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Обеспечение деятельности органов местного самоуправления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126</w:t>
            </w:r>
          </w:p>
        </w:tc>
      </w:tr>
      <w:tr w:rsidR="002042AD" w:rsidRPr="002042AD" w:rsidTr="002042AD">
        <w:trPr>
          <w:trHeight w:val="9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126</w:t>
            </w:r>
          </w:p>
        </w:tc>
      </w:tr>
      <w:tr w:rsidR="002042AD" w:rsidRPr="002042AD" w:rsidTr="002042AD">
        <w:trPr>
          <w:trHeight w:val="10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126</w:t>
            </w:r>
          </w:p>
        </w:tc>
      </w:tr>
      <w:tr w:rsidR="002042AD" w:rsidRPr="002042AD" w:rsidTr="002042AD">
        <w:trPr>
          <w:trHeight w:val="38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Резервные фонды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1 000</w:t>
            </w:r>
          </w:p>
        </w:tc>
      </w:tr>
      <w:tr w:rsidR="002042AD" w:rsidRPr="002042AD" w:rsidTr="002042AD">
        <w:trPr>
          <w:trHeight w:val="43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Резервный фонд местной администрации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1 000</w:t>
            </w:r>
          </w:p>
        </w:tc>
      </w:tr>
      <w:tr w:rsidR="002042AD" w:rsidRPr="002042AD" w:rsidTr="002042AD">
        <w:trPr>
          <w:trHeight w:val="33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Иные бюджетные ассигнования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1 000</w:t>
            </w:r>
          </w:p>
        </w:tc>
      </w:tr>
      <w:tr w:rsidR="002042AD" w:rsidRPr="002042AD" w:rsidTr="002042AD">
        <w:trPr>
          <w:trHeight w:val="4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Резервные средства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870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1 000</w:t>
            </w:r>
          </w:p>
        </w:tc>
      </w:tr>
      <w:tr w:rsidR="002042AD" w:rsidRPr="002042AD" w:rsidTr="002042AD">
        <w:trPr>
          <w:trHeight w:val="4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Другие общегосударственные вопросы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14 905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13 935</w:t>
            </w:r>
          </w:p>
        </w:tc>
      </w:tr>
      <w:tr w:rsidR="002042AD" w:rsidRPr="002042AD" w:rsidTr="002042AD">
        <w:trPr>
          <w:trHeight w:val="106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Муниципальная программа "Основные направления  развития предпринимательства и торговли в Упоровском муниципальном районе"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21</w:t>
            </w:r>
          </w:p>
        </w:tc>
      </w:tr>
      <w:tr w:rsidR="002042AD" w:rsidRPr="002042AD" w:rsidTr="002042AD">
        <w:trPr>
          <w:trHeight w:val="111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Мероприятие "Совершенствование нормативно-правовой базы, регулирующей торговую деятельность"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21</w:t>
            </w:r>
          </w:p>
        </w:tc>
      </w:tr>
      <w:tr w:rsidR="002042AD" w:rsidRPr="002042AD" w:rsidTr="002042AD">
        <w:trPr>
          <w:trHeight w:val="37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Формирование торгового реестра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12 0 01 71914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21</w:t>
            </w:r>
          </w:p>
        </w:tc>
      </w:tr>
      <w:tr w:rsidR="002042AD" w:rsidRPr="002042AD" w:rsidTr="002042AD">
        <w:trPr>
          <w:trHeight w:val="99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12 0 01 71914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21</w:t>
            </w:r>
          </w:p>
        </w:tc>
      </w:tr>
      <w:tr w:rsidR="002042AD" w:rsidRPr="002042AD" w:rsidTr="002042AD">
        <w:trPr>
          <w:trHeight w:val="103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12 0 01 71914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21</w:t>
            </w:r>
          </w:p>
        </w:tc>
      </w:tr>
      <w:tr w:rsidR="002042AD" w:rsidRPr="002042AD" w:rsidTr="002042AD">
        <w:trPr>
          <w:trHeight w:val="10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Муниципальная программа "Устойчивое развитие сельских территорий Упоровского района Тюменской области"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22 0 00 00000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291</w:t>
            </w:r>
          </w:p>
        </w:tc>
      </w:tr>
      <w:tr w:rsidR="002042AD" w:rsidRPr="002042AD" w:rsidTr="002042AD">
        <w:trPr>
          <w:trHeight w:val="98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Мероприятие "Улучшение условий жизнедеятельности на сельских территориях Упоровского района"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22 0 01 00000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291</w:t>
            </w:r>
          </w:p>
        </w:tc>
      </w:tr>
      <w:tr w:rsidR="002042AD" w:rsidRPr="002042AD" w:rsidTr="002042AD">
        <w:trPr>
          <w:trHeight w:val="98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Исполнение управленческих функций по социальной поддержке отдельных категорий граждан по обеспечению жильем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22 0 01 19120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291</w:t>
            </w:r>
          </w:p>
        </w:tc>
      </w:tr>
      <w:tr w:rsidR="002042AD" w:rsidRPr="002042AD" w:rsidTr="002042AD">
        <w:trPr>
          <w:trHeight w:val="195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22 0 01 19120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199</w:t>
            </w:r>
          </w:p>
        </w:tc>
      </w:tr>
      <w:tr w:rsidR="002042AD" w:rsidRPr="002042AD" w:rsidTr="002042AD">
        <w:trPr>
          <w:trHeight w:val="70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Расходы на выплаты персоналу государственных (муниципальных) органов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22 0 01 19120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199</w:t>
            </w:r>
          </w:p>
        </w:tc>
      </w:tr>
      <w:tr w:rsidR="002042AD" w:rsidRPr="002042AD" w:rsidTr="002042AD">
        <w:trPr>
          <w:trHeight w:val="97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22 0 01 19120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92</w:t>
            </w:r>
          </w:p>
        </w:tc>
      </w:tr>
      <w:tr w:rsidR="002042AD" w:rsidRPr="002042AD" w:rsidTr="002042AD">
        <w:trPr>
          <w:trHeight w:val="10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22 0 01 19120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92</w:t>
            </w:r>
          </w:p>
        </w:tc>
      </w:tr>
      <w:tr w:rsidR="002042AD" w:rsidRPr="002042AD" w:rsidTr="002042AD">
        <w:trPr>
          <w:trHeight w:val="100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Осуществление государственных полномочий по государственной регистрации актов гражданского состояния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99 0 00 19430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459</w:t>
            </w:r>
          </w:p>
        </w:tc>
      </w:tr>
      <w:tr w:rsidR="002042AD" w:rsidRPr="002042AD" w:rsidTr="002042AD">
        <w:trPr>
          <w:trHeight w:val="195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99 0 00 19430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172</w:t>
            </w:r>
          </w:p>
        </w:tc>
      </w:tr>
      <w:tr w:rsidR="002042AD" w:rsidRPr="002042AD" w:rsidTr="002042AD">
        <w:trPr>
          <w:trHeight w:val="62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Расходы на выплаты персоналу государственных (муниципальных) органов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99 0 00 19430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172</w:t>
            </w:r>
          </w:p>
        </w:tc>
      </w:tr>
      <w:tr w:rsidR="002042AD" w:rsidRPr="002042AD" w:rsidTr="002042AD">
        <w:trPr>
          <w:trHeight w:val="91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99 0 00 19430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524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287</w:t>
            </w:r>
          </w:p>
        </w:tc>
      </w:tr>
      <w:tr w:rsidR="002042AD" w:rsidRPr="002042AD" w:rsidTr="002042AD">
        <w:trPr>
          <w:trHeight w:val="10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99 0 00 19430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524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287</w:t>
            </w:r>
          </w:p>
        </w:tc>
      </w:tr>
      <w:tr w:rsidR="002042AD" w:rsidRPr="002042AD" w:rsidTr="002042AD">
        <w:trPr>
          <w:trHeight w:val="261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Осуществление переданных органам государственной власти субъектов Российской Федерации, в соответствии с пунктом 1 статьи 4 Федерального закона от 15 ноября 1997 года № 143-ФЗ "Об актах гражданского состояния",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99 0 00 59300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1 047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1 287</w:t>
            </w:r>
          </w:p>
        </w:tc>
      </w:tr>
      <w:tr w:rsidR="002042AD" w:rsidRPr="002042AD" w:rsidTr="002042AD">
        <w:trPr>
          <w:trHeight w:val="195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99 0 00 59300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1 047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1 287</w:t>
            </w:r>
          </w:p>
        </w:tc>
      </w:tr>
      <w:tr w:rsidR="002042AD" w:rsidRPr="002042AD" w:rsidTr="002042AD">
        <w:trPr>
          <w:trHeight w:val="75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99 0 00 59300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1 047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1 287</w:t>
            </w:r>
          </w:p>
        </w:tc>
      </w:tr>
      <w:tr w:rsidR="002042AD" w:rsidRPr="002042AD" w:rsidTr="002042AD">
        <w:trPr>
          <w:trHeight w:val="352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Осуществление переданных органам государственной власти субъектов Российской Федерации, в соответствии с пунктом 1 статьи 4 Федерального закона от 15 ноября 1997 года № 143-ФЗ "Об актах гражданского состояния", полномочий Российской Федерации на государственную регистрацию актов гражданского состояния в части перевода в электронную форму книг государственной регистрации актов гражданского состояния (актовых книг)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99 0 00 59310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</w:t>
            </w:r>
          </w:p>
        </w:tc>
      </w:tr>
      <w:tr w:rsidR="002042AD" w:rsidRPr="002042AD" w:rsidTr="002042AD">
        <w:trPr>
          <w:trHeight w:val="196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99 0 00 59310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</w:t>
            </w:r>
          </w:p>
        </w:tc>
      </w:tr>
      <w:tr w:rsidR="002042AD" w:rsidRPr="002042AD" w:rsidTr="002042AD">
        <w:trPr>
          <w:trHeight w:val="7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Расходы на выплаты персоналу государственных (муниципальных) органов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99 0 00 59310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</w:t>
            </w:r>
          </w:p>
        </w:tc>
      </w:tr>
      <w:tr w:rsidR="002042AD" w:rsidRPr="002042AD" w:rsidTr="002042AD">
        <w:trPr>
          <w:trHeight w:val="64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Организация и проведение организационных и юбилейных мероприятий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99 0 00 70130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300</w:t>
            </w:r>
          </w:p>
        </w:tc>
      </w:tr>
      <w:tr w:rsidR="002042AD" w:rsidRPr="002042AD" w:rsidTr="002042AD">
        <w:trPr>
          <w:trHeight w:val="9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99 0 00 70130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300</w:t>
            </w:r>
          </w:p>
        </w:tc>
      </w:tr>
      <w:tr w:rsidR="002042AD" w:rsidRPr="002042AD" w:rsidTr="002042AD">
        <w:trPr>
          <w:trHeight w:val="98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99 0 00 70130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300</w:t>
            </w:r>
          </w:p>
        </w:tc>
      </w:tr>
      <w:tr w:rsidR="002042AD" w:rsidRPr="002042AD" w:rsidTr="002042AD">
        <w:trPr>
          <w:trHeight w:val="6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Членские взносы в совет муниципальных образований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99 0 00 70140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104</w:t>
            </w:r>
          </w:p>
        </w:tc>
      </w:tr>
      <w:tr w:rsidR="002042AD" w:rsidRPr="002042AD" w:rsidTr="002042AD">
        <w:trPr>
          <w:trHeight w:val="40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Иные бюджетные ассигнования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99 0 00 70140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104</w:t>
            </w:r>
          </w:p>
        </w:tc>
      </w:tr>
      <w:tr w:rsidR="002042AD" w:rsidRPr="002042AD" w:rsidTr="002042AD">
        <w:trPr>
          <w:trHeight w:val="43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Уплата налогов, сборов и иных платежей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99 0 00 70140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850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104</w:t>
            </w:r>
          </w:p>
        </w:tc>
      </w:tr>
      <w:tr w:rsidR="002042AD" w:rsidRPr="002042AD" w:rsidTr="002042AD">
        <w:trPr>
          <w:trHeight w:val="46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Информационные услуги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99 0 00 70150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1 049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1 049</w:t>
            </w:r>
          </w:p>
        </w:tc>
      </w:tr>
      <w:tr w:rsidR="002042AD" w:rsidRPr="002042AD" w:rsidTr="002042AD">
        <w:trPr>
          <w:trHeight w:val="98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99 0 00 70150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1 049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1 049</w:t>
            </w:r>
          </w:p>
        </w:tc>
      </w:tr>
      <w:tr w:rsidR="002042AD" w:rsidRPr="002042AD" w:rsidTr="002042AD">
        <w:trPr>
          <w:trHeight w:val="99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99 0 00 70150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1 049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1 049</w:t>
            </w:r>
          </w:p>
        </w:tc>
      </w:tr>
      <w:tr w:rsidR="002042AD" w:rsidRPr="002042AD" w:rsidTr="002042AD">
        <w:trPr>
          <w:trHeight w:val="10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99 0 00 70170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483</w:t>
            </w:r>
          </w:p>
        </w:tc>
      </w:tr>
      <w:tr w:rsidR="002042AD" w:rsidRPr="002042AD" w:rsidTr="002042AD">
        <w:trPr>
          <w:trHeight w:val="9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99 0 00 70170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483</w:t>
            </w:r>
          </w:p>
        </w:tc>
      </w:tr>
      <w:tr w:rsidR="002042AD" w:rsidRPr="002042AD" w:rsidTr="002042AD">
        <w:trPr>
          <w:trHeight w:val="98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99 0 00 70170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483</w:t>
            </w:r>
          </w:p>
        </w:tc>
      </w:tr>
      <w:tr w:rsidR="002042AD" w:rsidRPr="002042AD" w:rsidTr="002042AD">
        <w:trPr>
          <w:trHeight w:val="81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Выполнение других обязательств органа местного самоуправления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9 773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9 795</w:t>
            </w:r>
          </w:p>
        </w:tc>
      </w:tr>
      <w:tr w:rsidR="002042AD" w:rsidRPr="002042AD" w:rsidTr="002042AD">
        <w:trPr>
          <w:trHeight w:val="19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6 096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6 110</w:t>
            </w:r>
          </w:p>
        </w:tc>
      </w:tr>
      <w:tr w:rsidR="002042AD" w:rsidRPr="002042AD" w:rsidTr="002042AD">
        <w:trPr>
          <w:trHeight w:val="7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Расходы на выплаты персоналу государственных (муниципальных) органов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6 096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6 110</w:t>
            </w:r>
          </w:p>
        </w:tc>
      </w:tr>
      <w:tr w:rsidR="002042AD" w:rsidRPr="002042AD" w:rsidTr="002042AD">
        <w:trPr>
          <w:trHeight w:val="10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3 655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3 663</w:t>
            </w:r>
          </w:p>
        </w:tc>
      </w:tr>
      <w:tr w:rsidR="002042AD" w:rsidRPr="002042AD" w:rsidTr="002042AD">
        <w:trPr>
          <w:trHeight w:val="105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3 655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3 663</w:t>
            </w:r>
          </w:p>
        </w:tc>
      </w:tr>
      <w:tr w:rsidR="002042AD" w:rsidRPr="002042AD" w:rsidTr="002042AD">
        <w:trPr>
          <w:trHeight w:val="38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Иные бюджетные ассигнования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22</w:t>
            </w:r>
          </w:p>
        </w:tc>
      </w:tr>
      <w:tr w:rsidR="002042AD" w:rsidRPr="002042AD" w:rsidTr="002042AD">
        <w:trPr>
          <w:trHeight w:val="49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Уплата налогов, сборов и иных платежей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850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22</w:t>
            </w:r>
          </w:p>
        </w:tc>
      </w:tr>
      <w:tr w:rsidR="002042AD" w:rsidRPr="002042AD" w:rsidTr="002042AD">
        <w:trPr>
          <w:trHeight w:val="16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Исполнение государственных полномочий, отнесенных к полномочиям органов местного самоуправления в соответствии с пунктами 5-7 и пунктом 12 части 8 статьи 1 Закона Тюменской области от 26.12.2014 № 125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99 0 00 71910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146</w:t>
            </w:r>
          </w:p>
        </w:tc>
      </w:tr>
      <w:tr w:rsidR="002042AD" w:rsidRPr="002042AD" w:rsidTr="002042AD">
        <w:trPr>
          <w:trHeight w:val="195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99 0 00 71910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116</w:t>
            </w:r>
          </w:p>
        </w:tc>
      </w:tr>
      <w:tr w:rsidR="002042AD" w:rsidRPr="002042AD" w:rsidTr="002042AD">
        <w:trPr>
          <w:trHeight w:val="70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Расходы на выплаты персоналу государственных (муниципальных) органов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99 0 00 71910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116</w:t>
            </w:r>
          </w:p>
        </w:tc>
      </w:tr>
      <w:tr w:rsidR="002042AD" w:rsidRPr="002042AD" w:rsidTr="002042AD">
        <w:trPr>
          <w:trHeight w:val="9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99 0 00 71910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30</w:t>
            </w:r>
          </w:p>
        </w:tc>
      </w:tr>
      <w:tr w:rsidR="002042AD" w:rsidRPr="002042AD" w:rsidTr="002042AD">
        <w:trPr>
          <w:trHeight w:val="93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99 0 00 71910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30</w:t>
            </w:r>
          </w:p>
        </w:tc>
      </w:tr>
      <w:tr w:rsidR="002042AD" w:rsidRPr="002042AD" w:rsidTr="002042AD">
        <w:trPr>
          <w:trHeight w:val="36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Национальная оборона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1 749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1 807</w:t>
            </w:r>
          </w:p>
        </w:tc>
      </w:tr>
      <w:tr w:rsidR="002042AD" w:rsidRPr="002042AD" w:rsidTr="002042AD">
        <w:trPr>
          <w:trHeight w:val="68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lastRenderedPageBreak/>
              <w:t>Мобилизационная и вневойсковая подготовка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1 749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1 807</w:t>
            </w:r>
          </w:p>
        </w:tc>
      </w:tr>
      <w:tr w:rsidR="002042AD" w:rsidRPr="002042AD" w:rsidTr="002042AD">
        <w:trPr>
          <w:trHeight w:val="99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99 0 00 51180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1 749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1 807</w:t>
            </w:r>
          </w:p>
        </w:tc>
      </w:tr>
      <w:tr w:rsidR="002042AD" w:rsidRPr="002042AD" w:rsidTr="002042AD">
        <w:trPr>
          <w:trHeight w:val="45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Межбюджетные трансферты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99 0 00 51180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500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1 749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1 807</w:t>
            </w:r>
          </w:p>
        </w:tc>
      </w:tr>
      <w:tr w:rsidR="002042AD" w:rsidRPr="002042AD" w:rsidTr="002042AD">
        <w:trPr>
          <w:trHeight w:val="39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Субвенции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99 0 00 51180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530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1 749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1 807</w:t>
            </w:r>
          </w:p>
        </w:tc>
      </w:tr>
      <w:tr w:rsidR="002042AD" w:rsidRPr="002042AD" w:rsidTr="002042AD">
        <w:trPr>
          <w:trHeight w:val="85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НАЦИОНАЛЬНАЯ БЕЗОПАСНОСТЬ И ПРАВООХРАНИТЕЛЬНАЯ ДЕЯТЕЛЬНОСТЬ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4 845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4 847</w:t>
            </w:r>
          </w:p>
        </w:tc>
      </w:tr>
      <w:tr w:rsidR="002042AD" w:rsidRPr="002042AD" w:rsidTr="002042AD">
        <w:trPr>
          <w:trHeight w:val="13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4 649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4 651</w:t>
            </w:r>
          </w:p>
        </w:tc>
      </w:tr>
      <w:tr w:rsidR="002042AD" w:rsidRPr="002042AD" w:rsidTr="002042AD">
        <w:trPr>
          <w:trHeight w:val="166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Муниципальная программа "Защита населения и территории Упоровского муниципального района от чрезвычайных ситуаций природного и техногенного характера, проведение мероприятий по гражданской обороне"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19 0 00 00000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255</w:t>
            </w:r>
          </w:p>
        </w:tc>
      </w:tr>
      <w:tr w:rsidR="002042AD" w:rsidRPr="002042AD" w:rsidTr="002042AD">
        <w:trPr>
          <w:trHeight w:val="171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Мероприятие "Повышение уровня защиты населения и территории района от опасностей военного времени и от угроз, возникающих при чрезвычайных ситуациях природного и техногенного характера"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19 0 01 00000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255</w:t>
            </w:r>
          </w:p>
        </w:tc>
      </w:tr>
      <w:tr w:rsidR="002042AD" w:rsidRPr="002042AD" w:rsidTr="002042AD">
        <w:trPr>
          <w:trHeight w:val="133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19 0 01 70180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</w:tr>
      <w:tr w:rsidR="002042AD" w:rsidRPr="002042AD" w:rsidTr="002042AD">
        <w:trPr>
          <w:trHeight w:val="97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19 0 01 70180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</w:tr>
      <w:tr w:rsidR="002042AD" w:rsidRPr="002042AD" w:rsidTr="002042AD">
        <w:trPr>
          <w:trHeight w:val="111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19 0 01 70180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</w:tr>
      <w:tr w:rsidR="002042AD" w:rsidRPr="002042AD" w:rsidTr="002042AD">
        <w:trPr>
          <w:trHeight w:val="100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Организация мероприятий по обеспечению безопасности людей на водных объектах, охране их жизни и здоровья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19 0 01 70190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55</w:t>
            </w:r>
          </w:p>
        </w:tc>
      </w:tr>
      <w:tr w:rsidR="002042AD" w:rsidRPr="002042AD" w:rsidTr="002042AD">
        <w:trPr>
          <w:trHeight w:val="50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Межбюджетные трансферты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19 0 01 70190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500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55</w:t>
            </w:r>
          </w:p>
        </w:tc>
      </w:tr>
      <w:tr w:rsidR="002042AD" w:rsidRPr="002042AD" w:rsidTr="002042AD">
        <w:trPr>
          <w:trHeight w:val="4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Иные межбюджетные трансферты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19 0 01 70190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540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55</w:t>
            </w:r>
          </w:p>
        </w:tc>
      </w:tr>
      <w:tr w:rsidR="002042AD" w:rsidRPr="002042AD" w:rsidTr="002042AD">
        <w:trPr>
          <w:trHeight w:val="69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Иные межбюджетные трансферты на содержание скотомогильников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99 0 00 70201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861</w:t>
            </w:r>
          </w:p>
        </w:tc>
      </w:tr>
      <w:tr w:rsidR="002042AD" w:rsidRPr="002042AD" w:rsidTr="002042AD">
        <w:trPr>
          <w:trHeight w:val="4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Межбюджетные трансферты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99 0 00 70201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500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861</w:t>
            </w:r>
          </w:p>
        </w:tc>
      </w:tr>
      <w:tr w:rsidR="002042AD" w:rsidRPr="002042AD" w:rsidTr="002042AD">
        <w:trPr>
          <w:trHeight w:val="39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Иные межбюджетные трансферты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99 0 00 70201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540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861</w:t>
            </w:r>
          </w:p>
        </w:tc>
      </w:tr>
      <w:tr w:rsidR="002042AD" w:rsidRPr="002042AD" w:rsidTr="002042AD">
        <w:trPr>
          <w:trHeight w:val="66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lastRenderedPageBreak/>
              <w:t>Содержание единой дежурно - диспетчерской службы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99 0 00 70203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3 533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3 535</w:t>
            </w:r>
          </w:p>
        </w:tc>
      </w:tr>
      <w:tr w:rsidR="002042AD" w:rsidRPr="002042AD" w:rsidTr="002042AD">
        <w:trPr>
          <w:trHeight w:val="195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99 0 00 70203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3 444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3 442</w:t>
            </w:r>
          </w:p>
        </w:tc>
      </w:tr>
      <w:tr w:rsidR="002042AD" w:rsidRPr="002042AD" w:rsidTr="002042AD">
        <w:trPr>
          <w:trHeight w:val="62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Расходы на выплаты персоналу государственных (муниципальных) органов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99 0 00 70203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3 444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3 442</w:t>
            </w:r>
          </w:p>
        </w:tc>
      </w:tr>
      <w:tr w:rsidR="002042AD" w:rsidRPr="002042AD" w:rsidTr="002042AD">
        <w:trPr>
          <w:trHeight w:val="94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99 0 00 70203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93</w:t>
            </w:r>
          </w:p>
        </w:tc>
      </w:tr>
      <w:tr w:rsidR="002042AD" w:rsidRPr="002042AD" w:rsidTr="002042AD">
        <w:trPr>
          <w:trHeight w:val="109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99 0 00 70203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93</w:t>
            </w:r>
          </w:p>
        </w:tc>
      </w:tr>
      <w:tr w:rsidR="002042AD" w:rsidRPr="002042AD" w:rsidTr="002042AD">
        <w:trPr>
          <w:trHeight w:val="4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Миграционная политика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64</w:t>
            </w:r>
          </w:p>
        </w:tc>
      </w:tr>
      <w:tr w:rsidR="002042AD" w:rsidRPr="002042AD" w:rsidTr="002042AD">
        <w:trPr>
          <w:trHeight w:val="10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Участие в осуществлении государственной политики в отношении соотечественников, проживающих за рубежом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99 0 00 19170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64</w:t>
            </w:r>
          </w:p>
        </w:tc>
      </w:tr>
      <w:tr w:rsidR="002042AD" w:rsidRPr="002042AD" w:rsidTr="002042AD">
        <w:trPr>
          <w:trHeight w:val="9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99 0 00 19170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64</w:t>
            </w:r>
          </w:p>
        </w:tc>
      </w:tr>
      <w:tr w:rsidR="002042AD" w:rsidRPr="002042AD" w:rsidTr="002042AD">
        <w:trPr>
          <w:trHeight w:val="109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99 0 00 19170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64</w:t>
            </w:r>
          </w:p>
        </w:tc>
      </w:tr>
      <w:tr w:rsidR="002042AD" w:rsidRPr="002042AD" w:rsidTr="002042AD">
        <w:trPr>
          <w:trHeight w:val="109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132</w:t>
            </w:r>
          </w:p>
        </w:tc>
      </w:tr>
      <w:tr w:rsidR="002042AD" w:rsidRPr="002042AD" w:rsidTr="002042AD">
        <w:trPr>
          <w:trHeight w:val="109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132</w:t>
            </w:r>
          </w:p>
        </w:tc>
      </w:tr>
      <w:tr w:rsidR="002042AD" w:rsidRPr="002042AD" w:rsidTr="002042AD">
        <w:trPr>
          <w:trHeight w:val="109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132</w:t>
            </w:r>
          </w:p>
        </w:tc>
      </w:tr>
      <w:tr w:rsidR="002042AD" w:rsidRPr="002042AD" w:rsidTr="002042AD">
        <w:trPr>
          <w:trHeight w:val="109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132</w:t>
            </w:r>
          </w:p>
        </w:tc>
      </w:tr>
      <w:tr w:rsidR="002042AD" w:rsidRPr="002042AD" w:rsidTr="002042AD">
        <w:trPr>
          <w:trHeight w:val="45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НАЦИОНАЛЬНАЯ ЭКОНОМИКА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87 855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90 926</w:t>
            </w:r>
          </w:p>
        </w:tc>
      </w:tr>
      <w:tr w:rsidR="002042AD" w:rsidRPr="002042AD" w:rsidTr="002042AD">
        <w:trPr>
          <w:trHeight w:val="43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Сельское хозяйство и рыболовство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4 067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4 074</w:t>
            </w:r>
          </w:p>
        </w:tc>
      </w:tr>
      <w:tr w:rsidR="002042AD" w:rsidRPr="002042AD" w:rsidTr="002042AD">
        <w:trPr>
          <w:trHeight w:val="129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lastRenderedPageBreak/>
              <w:t>Муниципальная программа "Основные направления развития агропромышленного комплекса Упоровского муниципального района"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18 0 00 00000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4 067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4 074</w:t>
            </w:r>
          </w:p>
        </w:tc>
      </w:tr>
      <w:tr w:rsidR="002042AD" w:rsidRPr="002042AD" w:rsidTr="002042AD">
        <w:trPr>
          <w:trHeight w:val="68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Поддержка сельскохозяйственного производства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18 0 00 19190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4 067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4 074</w:t>
            </w:r>
          </w:p>
        </w:tc>
      </w:tr>
      <w:tr w:rsidR="002042AD" w:rsidRPr="002042AD" w:rsidTr="002042AD">
        <w:trPr>
          <w:trHeight w:val="196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18 0 00 19190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3 722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3 729</w:t>
            </w:r>
          </w:p>
        </w:tc>
      </w:tr>
      <w:tr w:rsidR="002042AD" w:rsidRPr="002042AD" w:rsidTr="002042AD">
        <w:trPr>
          <w:trHeight w:val="69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Расходы на выплаты персоналу государственных (муниципальных) органов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18 0 00 19190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3 722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3 729</w:t>
            </w:r>
          </w:p>
        </w:tc>
      </w:tr>
      <w:tr w:rsidR="002042AD" w:rsidRPr="002042AD" w:rsidTr="002042AD">
        <w:trPr>
          <w:trHeight w:val="9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18 0 00 19190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345</w:t>
            </w:r>
          </w:p>
        </w:tc>
      </w:tr>
      <w:tr w:rsidR="002042AD" w:rsidRPr="002042AD" w:rsidTr="002042AD">
        <w:trPr>
          <w:trHeight w:val="10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18 0 00 19190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345</w:t>
            </w:r>
          </w:p>
        </w:tc>
      </w:tr>
      <w:tr w:rsidR="002042AD" w:rsidRPr="002042AD" w:rsidTr="002042AD">
        <w:trPr>
          <w:trHeight w:val="4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Транспорт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39 422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40 333</w:t>
            </w:r>
          </w:p>
        </w:tc>
      </w:tr>
      <w:tr w:rsidR="002042AD" w:rsidRPr="002042AD" w:rsidTr="002042AD">
        <w:trPr>
          <w:trHeight w:val="140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Муниципальная программа "Основные направления градостроительной политики и жилищного строительства Упоровского муниципального района"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17 0 00 00000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39 422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40 333</w:t>
            </w:r>
          </w:p>
        </w:tc>
      </w:tr>
      <w:tr w:rsidR="002042AD" w:rsidRPr="002042AD" w:rsidTr="002042AD">
        <w:trPr>
          <w:trHeight w:val="106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Мероприятие "Удовлетворение потребности населения в качественном обслуживании автомобильным транспортом"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17 0 01 00000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39 422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40 333</w:t>
            </w:r>
          </w:p>
        </w:tc>
      </w:tr>
      <w:tr w:rsidR="002042AD" w:rsidRPr="002042AD" w:rsidTr="002042AD">
        <w:trPr>
          <w:trHeight w:val="169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Регулирование тарифов на перевозку пассажиров и багажа автомобильным транспортом в городском (</w:t>
            </w:r>
            <w:proofErr w:type="spellStart"/>
            <w:r w:rsidRPr="002042AD">
              <w:t>внутрипоселковом</w:t>
            </w:r>
            <w:proofErr w:type="spellEnd"/>
            <w:r w:rsidRPr="002042AD">
              <w:t xml:space="preserve">) сообщении и в пригородном сообщении до садоводческих товариществ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17 0 01 71920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291</w:t>
            </w:r>
          </w:p>
        </w:tc>
      </w:tr>
      <w:tr w:rsidR="002042AD" w:rsidRPr="002042AD" w:rsidTr="002042AD">
        <w:trPr>
          <w:trHeight w:val="196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17 0 01 71920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281</w:t>
            </w:r>
          </w:p>
        </w:tc>
      </w:tr>
      <w:tr w:rsidR="002042AD" w:rsidRPr="002042AD" w:rsidTr="002042AD">
        <w:trPr>
          <w:trHeight w:val="79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Расходы на выплаты персоналу государственных (муниципальных) органов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17 0 01 71920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281</w:t>
            </w:r>
          </w:p>
        </w:tc>
      </w:tr>
      <w:tr w:rsidR="002042AD" w:rsidRPr="002042AD" w:rsidTr="002042AD">
        <w:trPr>
          <w:trHeight w:val="110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17 0 01 71920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</w:tr>
      <w:tr w:rsidR="002042AD" w:rsidRPr="002042AD" w:rsidTr="002042AD">
        <w:trPr>
          <w:trHeight w:val="10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17 0 01 71920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</w:tr>
      <w:tr w:rsidR="002042AD" w:rsidRPr="002042AD" w:rsidTr="002042AD">
        <w:trPr>
          <w:trHeight w:val="10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Выдача разрешений на осуществление деятельности по перевозке пассажиров и багажа легковым такси в Тюменской области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17 0 01 71922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146</w:t>
            </w:r>
          </w:p>
        </w:tc>
      </w:tr>
      <w:tr w:rsidR="002042AD" w:rsidRPr="002042AD" w:rsidTr="002042AD">
        <w:trPr>
          <w:trHeight w:val="196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17 0 01 71922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146</w:t>
            </w:r>
          </w:p>
        </w:tc>
      </w:tr>
      <w:tr w:rsidR="002042AD" w:rsidRPr="002042AD" w:rsidTr="002042AD">
        <w:trPr>
          <w:trHeight w:val="66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Расходы на выплаты персоналу государственных (муниципальных) органов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17 0 01 71922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146</w:t>
            </w:r>
          </w:p>
        </w:tc>
      </w:tr>
      <w:tr w:rsidR="002042AD" w:rsidRPr="002042AD" w:rsidTr="002042AD">
        <w:trPr>
          <w:trHeight w:val="75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Мероприятия, направленные на организацию транспортного обслуживания населения района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17 0 01 77760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38 986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39 896</w:t>
            </w:r>
          </w:p>
        </w:tc>
      </w:tr>
      <w:tr w:rsidR="002042AD" w:rsidRPr="002042AD" w:rsidTr="002042AD">
        <w:trPr>
          <w:trHeight w:val="105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17 0 01 77760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38 986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39 896</w:t>
            </w:r>
          </w:p>
        </w:tc>
      </w:tr>
      <w:tr w:rsidR="002042AD" w:rsidRPr="002042AD" w:rsidTr="002042AD">
        <w:trPr>
          <w:trHeight w:val="106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17 0 01 77760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38 986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39 896</w:t>
            </w:r>
          </w:p>
        </w:tc>
      </w:tr>
      <w:tr w:rsidR="002042AD" w:rsidRPr="002042AD" w:rsidTr="002042AD">
        <w:trPr>
          <w:trHeight w:val="39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Дорожное хозяйство (дорожные фонды)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42 004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44 155</w:t>
            </w:r>
          </w:p>
        </w:tc>
      </w:tr>
      <w:tr w:rsidR="002042AD" w:rsidRPr="002042AD" w:rsidTr="002042AD">
        <w:trPr>
          <w:trHeight w:val="106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Муниципальная программа "Комплексное развитие транспортной инфраструктуры Упоровского района и сельских поселений"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23 0 00 00000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42 004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44 155</w:t>
            </w:r>
          </w:p>
        </w:tc>
      </w:tr>
      <w:tr w:rsidR="002042AD" w:rsidRPr="002042AD" w:rsidTr="002042AD">
        <w:trPr>
          <w:trHeight w:val="15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Мероприятие "Создание современной, развитой и эффективной транспортной инфраструктуры, обеспечивающей ускорение товародвижения и снижения транспортных издержек в экономике"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23 0 01 00000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42 004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44 155</w:t>
            </w:r>
          </w:p>
        </w:tc>
      </w:tr>
      <w:tr w:rsidR="002042AD" w:rsidRPr="002042AD" w:rsidTr="002042AD">
        <w:trPr>
          <w:trHeight w:val="7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Мероприятия по содержанию автомобильных дорог местного значения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23 0 01 77770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17 151</w:t>
            </w:r>
          </w:p>
        </w:tc>
      </w:tr>
      <w:tr w:rsidR="002042AD" w:rsidRPr="002042AD" w:rsidTr="002042AD">
        <w:trPr>
          <w:trHeight w:val="10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23 0 01 77770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14 158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16 309</w:t>
            </w:r>
          </w:p>
        </w:tc>
      </w:tr>
      <w:tr w:rsidR="002042AD" w:rsidRPr="002042AD" w:rsidTr="006C515D">
        <w:trPr>
          <w:trHeight w:val="82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23 0 01 77770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14 158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16 309</w:t>
            </w:r>
          </w:p>
        </w:tc>
      </w:tr>
      <w:tr w:rsidR="002042AD" w:rsidRPr="002042AD" w:rsidTr="002042AD">
        <w:trPr>
          <w:trHeight w:val="3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Межбюджетные трансферты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23 0 01 77770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500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842</w:t>
            </w:r>
          </w:p>
        </w:tc>
      </w:tr>
      <w:tr w:rsidR="002042AD" w:rsidRPr="002042AD" w:rsidTr="002042AD">
        <w:trPr>
          <w:trHeight w:val="46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Иные межбюджетные трансферты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23 0 01 77770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540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842</w:t>
            </w:r>
          </w:p>
        </w:tc>
      </w:tr>
      <w:tr w:rsidR="002042AD" w:rsidRPr="002042AD" w:rsidTr="006C515D">
        <w:trPr>
          <w:trHeight w:val="76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Мероприятия по капитальному ремонту и ремонту автомобильных дорог местного значения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23 0 01 77780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12 364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10 843</w:t>
            </w:r>
          </w:p>
        </w:tc>
      </w:tr>
      <w:tr w:rsidR="002042AD" w:rsidRPr="002042AD" w:rsidTr="006C515D">
        <w:trPr>
          <w:trHeight w:val="6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23 0 01 77780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12 364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10 843</w:t>
            </w:r>
          </w:p>
        </w:tc>
      </w:tr>
      <w:tr w:rsidR="002042AD" w:rsidRPr="002042AD" w:rsidTr="006C515D">
        <w:trPr>
          <w:trHeight w:val="78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23 0 01 77780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12 364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10 843</w:t>
            </w:r>
          </w:p>
        </w:tc>
      </w:tr>
      <w:tr w:rsidR="002042AD" w:rsidRPr="002042AD" w:rsidTr="002042AD">
        <w:trPr>
          <w:trHeight w:val="114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Мероприятия по капитальному ремонту и ремонту автомобильных дорог местного значения за счет средств дорожного фонда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23 0 01 78800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14 640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16 161</w:t>
            </w:r>
          </w:p>
        </w:tc>
      </w:tr>
      <w:tr w:rsidR="002042AD" w:rsidRPr="002042AD" w:rsidTr="002042AD">
        <w:trPr>
          <w:trHeight w:val="103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23 0 01 78800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14 640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16 161</w:t>
            </w:r>
          </w:p>
        </w:tc>
      </w:tr>
      <w:tr w:rsidR="002042AD" w:rsidRPr="002042AD" w:rsidTr="002042AD">
        <w:trPr>
          <w:trHeight w:val="100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23 0 01 78800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14 640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16 161</w:t>
            </w:r>
          </w:p>
        </w:tc>
      </w:tr>
      <w:tr w:rsidR="002042AD" w:rsidRPr="002042AD" w:rsidTr="002042AD">
        <w:trPr>
          <w:trHeight w:val="7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Другие вопросы в области национальной экономики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2 362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2 364</w:t>
            </w:r>
          </w:p>
        </w:tc>
      </w:tr>
      <w:tr w:rsidR="002042AD" w:rsidRPr="002042AD" w:rsidTr="002042AD">
        <w:trPr>
          <w:trHeight w:val="110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Муниципальная программа "Основные направления развития предпринимательства и торговли в Упоровском муниципальном районе"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489</w:t>
            </w:r>
          </w:p>
        </w:tc>
      </w:tr>
      <w:tr w:rsidR="002042AD" w:rsidRPr="002042AD" w:rsidTr="002042AD">
        <w:trPr>
          <w:trHeight w:val="100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Мероприятие "Повышение экономической и территориальной доступности товаров и услуг для населения района"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489</w:t>
            </w:r>
          </w:p>
        </w:tc>
      </w:tr>
      <w:tr w:rsidR="002042AD" w:rsidRPr="002042AD" w:rsidTr="002042AD">
        <w:trPr>
          <w:trHeight w:val="40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Поддержка труднодоступных территорий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12 0 02 19230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489</w:t>
            </w:r>
          </w:p>
        </w:tc>
      </w:tr>
      <w:tr w:rsidR="002042AD" w:rsidRPr="002042AD" w:rsidTr="002042AD">
        <w:trPr>
          <w:trHeight w:val="43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Иные бюджетные ассигнования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12 0 02 19230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489</w:t>
            </w:r>
          </w:p>
        </w:tc>
      </w:tr>
      <w:tr w:rsidR="002042AD" w:rsidRPr="002042AD" w:rsidTr="002042AD">
        <w:trPr>
          <w:trHeight w:val="174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12 0 02 19230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489</w:t>
            </w:r>
          </w:p>
        </w:tc>
      </w:tr>
      <w:tr w:rsidR="002042AD" w:rsidRPr="002042AD" w:rsidTr="002042AD">
        <w:trPr>
          <w:trHeight w:val="141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Муниципальная программа "Основные направления градостроительной политики и жилищного строительства Упоровского муниципального района"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17 0 00 00000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1 164</w:t>
            </w:r>
          </w:p>
        </w:tc>
      </w:tr>
      <w:tr w:rsidR="002042AD" w:rsidRPr="002042AD" w:rsidTr="002042AD">
        <w:trPr>
          <w:trHeight w:val="207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Мероприятие "Создание условий для устойчивого, безопасного и комплексного развития территорий Упоровского муниципального района в целях обеспечения благоприятной среды для проживания населения"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17 0 03 00000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1 164</w:t>
            </w:r>
          </w:p>
        </w:tc>
      </w:tr>
      <w:tr w:rsidR="002042AD" w:rsidRPr="002042AD" w:rsidTr="002042AD">
        <w:trPr>
          <w:trHeight w:val="79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Ведение информационной системы обеспечения градостроительной деятельности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17 0 03 73380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1 164</w:t>
            </w:r>
          </w:p>
        </w:tc>
      </w:tr>
      <w:tr w:rsidR="002042AD" w:rsidRPr="002042AD" w:rsidTr="002042AD">
        <w:trPr>
          <w:trHeight w:val="110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17 0 03 73380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1 164</w:t>
            </w:r>
          </w:p>
        </w:tc>
      </w:tr>
      <w:tr w:rsidR="002042AD" w:rsidRPr="002042AD" w:rsidTr="002042AD">
        <w:trPr>
          <w:trHeight w:val="114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17 0 03 73380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1 164</w:t>
            </w:r>
          </w:p>
        </w:tc>
      </w:tr>
      <w:tr w:rsidR="002042AD" w:rsidRPr="002042AD" w:rsidTr="002042AD">
        <w:trPr>
          <w:trHeight w:val="37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Мероприятия по землеустройству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711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711</w:t>
            </w:r>
          </w:p>
        </w:tc>
      </w:tr>
      <w:tr w:rsidR="002042AD" w:rsidRPr="002042AD" w:rsidTr="002042AD">
        <w:trPr>
          <w:trHeight w:val="103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711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711</w:t>
            </w:r>
          </w:p>
        </w:tc>
      </w:tr>
      <w:tr w:rsidR="002042AD" w:rsidRPr="002042AD" w:rsidTr="002042AD">
        <w:trPr>
          <w:trHeight w:val="10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711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711</w:t>
            </w:r>
          </w:p>
        </w:tc>
      </w:tr>
      <w:tr w:rsidR="002042AD" w:rsidRPr="002042AD" w:rsidTr="002042AD">
        <w:trPr>
          <w:trHeight w:val="4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ЖИЛИЩНО-КОММУНАЛЬНОЕ ХОЗЯЙСТВО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21 469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21 476</w:t>
            </w:r>
          </w:p>
        </w:tc>
      </w:tr>
      <w:tr w:rsidR="002042AD" w:rsidRPr="002042AD" w:rsidTr="002042AD">
        <w:trPr>
          <w:trHeight w:val="4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Жилищное хозяйство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1 939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1 939</w:t>
            </w:r>
          </w:p>
        </w:tc>
      </w:tr>
      <w:tr w:rsidR="002042AD" w:rsidRPr="002042AD" w:rsidTr="002042AD">
        <w:trPr>
          <w:trHeight w:val="10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Муниципальная программа "Модернизация систем  коммунальной инфраструктуры Упоровского муниципального района"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15 0 00 00000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1 428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1 428</w:t>
            </w:r>
          </w:p>
        </w:tc>
      </w:tr>
      <w:tr w:rsidR="002042AD" w:rsidRPr="002042AD" w:rsidTr="002042AD">
        <w:trPr>
          <w:trHeight w:val="10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Мероприятие "Поддержание в надлежащем состоянии объектов государственного и муниципального жилищного фонда"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15 0 01 00000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1 428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1 428</w:t>
            </w:r>
          </w:p>
        </w:tc>
      </w:tr>
      <w:tr w:rsidR="002042AD" w:rsidRPr="002042AD" w:rsidTr="002042AD">
        <w:trPr>
          <w:trHeight w:val="79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Капитальный ремонт государственного жилищного фонда Тюменской области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15 0 01 71924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176</w:t>
            </w:r>
          </w:p>
        </w:tc>
      </w:tr>
      <w:tr w:rsidR="002042AD" w:rsidRPr="002042AD" w:rsidTr="002042AD">
        <w:trPr>
          <w:trHeight w:val="94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15 0 01 71924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176</w:t>
            </w:r>
          </w:p>
        </w:tc>
      </w:tr>
      <w:tr w:rsidR="002042AD" w:rsidRPr="002042AD" w:rsidTr="002042AD">
        <w:trPr>
          <w:trHeight w:val="10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15 0 01 71924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176</w:t>
            </w:r>
          </w:p>
        </w:tc>
      </w:tr>
      <w:tr w:rsidR="002042AD" w:rsidRPr="002042AD" w:rsidTr="002042AD">
        <w:trPr>
          <w:trHeight w:val="73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Мероприятия по капитальному ремонту муниципального жилого фонда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15 0 01 75000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1 252</w:t>
            </w:r>
          </w:p>
        </w:tc>
      </w:tr>
      <w:tr w:rsidR="002042AD" w:rsidRPr="002042AD" w:rsidTr="002042AD">
        <w:trPr>
          <w:trHeight w:val="9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15 0 01 75000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1 252</w:t>
            </w:r>
          </w:p>
        </w:tc>
      </w:tr>
      <w:tr w:rsidR="002042AD" w:rsidRPr="002042AD" w:rsidTr="002042AD">
        <w:trPr>
          <w:trHeight w:val="93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15 0 01 75000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1 252</w:t>
            </w:r>
          </w:p>
        </w:tc>
      </w:tr>
      <w:tr w:rsidR="002042AD" w:rsidRPr="002042AD" w:rsidTr="002042AD">
        <w:trPr>
          <w:trHeight w:val="169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Уплата ежемесячных взносов на капитальный ремонт общего имущества многоквартирных домов органами местного самоуправления как собственниками помещений в многоквартирных домах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99 0 00 96160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511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511</w:t>
            </w:r>
          </w:p>
        </w:tc>
      </w:tr>
      <w:tr w:rsidR="002042AD" w:rsidRPr="002042AD" w:rsidTr="002042AD">
        <w:trPr>
          <w:trHeight w:val="9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99 0 00 96160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511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511</w:t>
            </w:r>
          </w:p>
        </w:tc>
      </w:tr>
      <w:tr w:rsidR="002042AD" w:rsidRPr="002042AD" w:rsidTr="002042AD">
        <w:trPr>
          <w:trHeight w:val="93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99 0 00 96160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511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511</w:t>
            </w:r>
          </w:p>
        </w:tc>
      </w:tr>
      <w:tr w:rsidR="002042AD" w:rsidRPr="002042AD" w:rsidTr="002042AD">
        <w:trPr>
          <w:trHeight w:val="43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Коммунальное хозяйство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14 880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14 880</w:t>
            </w:r>
          </w:p>
        </w:tc>
      </w:tr>
      <w:tr w:rsidR="002042AD" w:rsidRPr="002042AD" w:rsidTr="002042AD">
        <w:trPr>
          <w:trHeight w:val="99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Муниципальная программа "Модернизация систем  коммунальной инфраструктуры Упоровского муниципального района"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15 0 00 00000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14 843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14 843</w:t>
            </w:r>
          </w:p>
        </w:tc>
      </w:tr>
      <w:tr w:rsidR="002042AD" w:rsidRPr="002042AD" w:rsidTr="002042AD">
        <w:trPr>
          <w:trHeight w:val="10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Мероприятие "Повышение уровня надежности, качества и эффективности работы коммунального комплекса"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15 0 02 00000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14 843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14 843</w:t>
            </w:r>
          </w:p>
        </w:tc>
      </w:tr>
      <w:tr w:rsidR="002042AD" w:rsidRPr="002042AD" w:rsidTr="002042AD">
        <w:trPr>
          <w:trHeight w:val="76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Мероприятия по повышению надежности и эффективности инженерных систем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15 0 02 75220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14 843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14 843</w:t>
            </w:r>
          </w:p>
        </w:tc>
      </w:tr>
      <w:tr w:rsidR="002042AD" w:rsidRPr="002042AD" w:rsidTr="002042AD">
        <w:trPr>
          <w:trHeight w:val="9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15 0 02 75220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10 203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10 203</w:t>
            </w:r>
          </w:p>
        </w:tc>
      </w:tr>
      <w:tr w:rsidR="002042AD" w:rsidRPr="002042AD" w:rsidTr="002042AD">
        <w:trPr>
          <w:trHeight w:val="100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15 0 02 75220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10 203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10 203</w:t>
            </w:r>
          </w:p>
        </w:tc>
      </w:tr>
      <w:tr w:rsidR="002042AD" w:rsidRPr="002042AD" w:rsidTr="002042AD">
        <w:trPr>
          <w:trHeight w:val="46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Межбюджетные трансферты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15 0 02 75220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500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4 640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4 640</w:t>
            </w:r>
          </w:p>
        </w:tc>
      </w:tr>
      <w:tr w:rsidR="002042AD" w:rsidRPr="002042AD" w:rsidTr="002042AD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Иные межбюджетные трансферты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15 0 02 75220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540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4 640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4 640</w:t>
            </w:r>
          </w:p>
        </w:tc>
      </w:tr>
      <w:tr w:rsidR="002042AD" w:rsidRPr="002042AD" w:rsidTr="002042AD">
        <w:trPr>
          <w:trHeight w:val="13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Мероприятия по транспортировке тел умерших (погибших) граждан из общественных мест в места проведения судебно-медицинской экспертизы и </w:t>
            </w:r>
            <w:proofErr w:type="spellStart"/>
            <w:r w:rsidRPr="002042AD">
              <w:t>предпохоронного</w:t>
            </w:r>
            <w:proofErr w:type="spellEnd"/>
            <w:r w:rsidRPr="002042AD">
              <w:t xml:space="preserve"> содержания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99 0 00 70160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37</w:t>
            </w:r>
          </w:p>
        </w:tc>
      </w:tr>
      <w:tr w:rsidR="002042AD" w:rsidRPr="002042AD" w:rsidTr="002042AD">
        <w:trPr>
          <w:trHeight w:val="9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99 0 00 70160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37</w:t>
            </w:r>
          </w:p>
        </w:tc>
      </w:tr>
      <w:tr w:rsidR="002042AD" w:rsidRPr="002042AD" w:rsidTr="002042AD">
        <w:trPr>
          <w:trHeight w:val="99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99 0 00 70160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37</w:t>
            </w:r>
          </w:p>
        </w:tc>
      </w:tr>
      <w:tr w:rsidR="002042AD" w:rsidRPr="002042AD" w:rsidTr="002042AD">
        <w:trPr>
          <w:trHeight w:val="4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Благоустройство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1 744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1 744</w:t>
            </w:r>
          </w:p>
        </w:tc>
      </w:tr>
      <w:tr w:rsidR="002042AD" w:rsidRPr="002042AD" w:rsidTr="002042AD">
        <w:trPr>
          <w:trHeight w:val="98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Иные межбюджетные трансферты на благоустройство территорий сельских поселений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1 330</w:t>
            </w:r>
          </w:p>
        </w:tc>
      </w:tr>
      <w:tr w:rsidR="002042AD" w:rsidRPr="002042AD" w:rsidTr="002042AD">
        <w:trPr>
          <w:trHeight w:val="39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Межбюджетные трансферты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500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1 330</w:t>
            </w:r>
          </w:p>
        </w:tc>
      </w:tr>
      <w:tr w:rsidR="002042AD" w:rsidRPr="002042AD" w:rsidTr="002042AD">
        <w:trPr>
          <w:trHeight w:val="4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Иные межбюджетные трансферты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540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1 330</w:t>
            </w:r>
          </w:p>
        </w:tc>
      </w:tr>
      <w:tr w:rsidR="002042AD" w:rsidRPr="002042AD" w:rsidTr="002042AD">
        <w:trPr>
          <w:trHeight w:val="75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Проведение мероприятий по отлову и содержанию безнадзорных животных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99 0 00 70391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414</w:t>
            </w:r>
          </w:p>
        </w:tc>
      </w:tr>
      <w:tr w:rsidR="002042AD" w:rsidRPr="002042AD" w:rsidTr="002042AD">
        <w:trPr>
          <w:trHeight w:val="9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99 0 00 70391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414</w:t>
            </w:r>
          </w:p>
        </w:tc>
      </w:tr>
      <w:tr w:rsidR="002042AD" w:rsidRPr="002042AD" w:rsidTr="002042AD">
        <w:trPr>
          <w:trHeight w:val="97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99 0 00 70391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414</w:t>
            </w:r>
          </w:p>
        </w:tc>
      </w:tr>
      <w:tr w:rsidR="002042AD" w:rsidRPr="002042AD" w:rsidTr="002042AD">
        <w:trPr>
          <w:trHeight w:val="7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Другие вопросы в области жилищно-коммунального хозяйства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2 906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2 913</w:t>
            </w:r>
          </w:p>
        </w:tc>
      </w:tr>
      <w:tr w:rsidR="002042AD" w:rsidRPr="002042AD" w:rsidTr="002042AD">
        <w:trPr>
          <w:trHeight w:val="68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Обеспечение деятельности органов местного самоуправления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2 906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2 913</w:t>
            </w:r>
          </w:p>
        </w:tc>
      </w:tr>
      <w:tr w:rsidR="002042AD" w:rsidRPr="002042AD" w:rsidTr="002042AD">
        <w:trPr>
          <w:trHeight w:val="196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2 735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2 735</w:t>
            </w:r>
          </w:p>
        </w:tc>
      </w:tr>
      <w:tr w:rsidR="002042AD" w:rsidRPr="002042AD" w:rsidTr="002042AD">
        <w:trPr>
          <w:trHeight w:val="66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Расходы на выплаты персоналу государственных (муниципальных) органов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2 735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2 735</w:t>
            </w:r>
          </w:p>
        </w:tc>
      </w:tr>
      <w:tr w:rsidR="002042AD" w:rsidRPr="002042AD" w:rsidTr="002042AD">
        <w:trPr>
          <w:trHeight w:val="9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178</w:t>
            </w:r>
          </w:p>
        </w:tc>
      </w:tr>
      <w:tr w:rsidR="002042AD" w:rsidRPr="002042AD" w:rsidTr="002042AD">
        <w:trPr>
          <w:trHeight w:val="96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178</w:t>
            </w:r>
          </w:p>
        </w:tc>
      </w:tr>
      <w:tr w:rsidR="002042AD" w:rsidRPr="002042AD" w:rsidTr="002042AD">
        <w:trPr>
          <w:trHeight w:val="36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ОБРАЗОВАНИЕ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412 211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418 538</w:t>
            </w:r>
          </w:p>
        </w:tc>
      </w:tr>
      <w:tr w:rsidR="002042AD" w:rsidRPr="002042AD" w:rsidTr="002042AD">
        <w:trPr>
          <w:trHeight w:val="37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Дошкольное образование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113 969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114 975</w:t>
            </w:r>
          </w:p>
        </w:tc>
      </w:tr>
      <w:tr w:rsidR="002042AD" w:rsidRPr="002042AD" w:rsidTr="002042AD">
        <w:trPr>
          <w:trHeight w:val="103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Муниципальная программа "Основные направления развития системы образования в Упоровском муниципальном районе"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113 969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114 975</w:t>
            </w:r>
          </w:p>
        </w:tc>
      </w:tr>
      <w:tr w:rsidR="002042AD" w:rsidRPr="002042AD" w:rsidTr="002042AD">
        <w:trPr>
          <w:trHeight w:val="103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Мероприятие "Обеспечение получения общедоступного и качественного дошкольного образования"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113 969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114 975</w:t>
            </w:r>
          </w:p>
        </w:tc>
      </w:tr>
      <w:tr w:rsidR="002042AD" w:rsidRPr="002042AD" w:rsidTr="002042AD">
        <w:trPr>
          <w:trHeight w:val="139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11 0 01 19250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51 635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51 791</w:t>
            </w:r>
          </w:p>
        </w:tc>
      </w:tr>
      <w:tr w:rsidR="002042AD" w:rsidRPr="002042AD" w:rsidTr="002042AD">
        <w:trPr>
          <w:trHeight w:val="103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11 0 01 19250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51 635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51 791</w:t>
            </w:r>
          </w:p>
        </w:tc>
      </w:tr>
      <w:tr w:rsidR="002042AD" w:rsidRPr="002042AD" w:rsidTr="002042AD">
        <w:trPr>
          <w:trHeight w:val="43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Субсидии автономным учреждениям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11 0 01 19250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51 635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51 791</w:t>
            </w:r>
          </w:p>
        </w:tc>
      </w:tr>
      <w:tr w:rsidR="002042AD" w:rsidRPr="002042AD" w:rsidTr="002042AD">
        <w:trPr>
          <w:trHeight w:val="10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Расходы на обеспечение деятельности (оказание услуг) муниципальных учреждений дошкольного образования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11 0 01 71400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26 960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27 810</w:t>
            </w:r>
          </w:p>
        </w:tc>
      </w:tr>
      <w:tr w:rsidR="002042AD" w:rsidRPr="002042AD" w:rsidTr="002042AD">
        <w:trPr>
          <w:trHeight w:val="106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11 0 01 71400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26 960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27 810</w:t>
            </w:r>
          </w:p>
        </w:tc>
      </w:tr>
      <w:tr w:rsidR="002042AD" w:rsidRPr="002042AD" w:rsidTr="002042AD">
        <w:trPr>
          <w:trHeight w:val="4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Субсидии автономным учреждениям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11 0 01 71400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26 960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27 810</w:t>
            </w:r>
          </w:p>
        </w:tc>
      </w:tr>
      <w:tr w:rsidR="002042AD" w:rsidRPr="002042AD" w:rsidTr="002042AD">
        <w:trPr>
          <w:trHeight w:val="196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Возмещение расходов по созданию условий для осуществления присмотра и ухода за детьми, содержания детей в финансируемых из местного бюджета организациях, реализующих образовательную программу дошкольного образования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11 0 01 71969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35 374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35 374</w:t>
            </w:r>
          </w:p>
        </w:tc>
      </w:tr>
      <w:tr w:rsidR="002042AD" w:rsidRPr="002042AD" w:rsidTr="002042AD">
        <w:trPr>
          <w:trHeight w:val="105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11 0 01 71969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35 374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35 374</w:t>
            </w:r>
          </w:p>
        </w:tc>
      </w:tr>
      <w:tr w:rsidR="002042AD" w:rsidRPr="002042AD" w:rsidTr="002042AD">
        <w:trPr>
          <w:trHeight w:val="4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Субсидии автономным учреждениям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11 0 01 71969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35 374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35 374</w:t>
            </w:r>
          </w:p>
        </w:tc>
      </w:tr>
      <w:tr w:rsidR="002042AD" w:rsidRPr="002042AD" w:rsidTr="002042AD">
        <w:trPr>
          <w:trHeight w:val="50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Общее образование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259 864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265 048</w:t>
            </w:r>
          </w:p>
        </w:tc>
      </w:tr>
      <w:tr w:rsidR="002042AD" w:rsidRPr="002042AD" w:rsidTr="002042AD">
        <w:trPr>
          <w:trHeight w:val="111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Муниципальная программа "Основные направления развития системы образования в Упоровском муниципальном районе"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259 864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265 048</w:t>
            </w:r>
          </w:p>
        </w:tc>
      </w:tr>
      <w:tr w:rsidR="002042AD" w:rsidRPr="002042AD" w:rsidTr="002042AD">
        <w:trPr>
          <w:trHeight w:val="13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Мероприятие "Обеспечение получения общедоступного и бесплатного начального общего, основного общего, среднего общего образования"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241 736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246 810</w:t>
            </w:r>
          </w:p>
        </w:tc>
      </w:tr>
      <w:tr w:rsidR="002042AD" w:rsidRPr="002042AD" w:rsidTr="002042AD">
        <w:trPr>
          <w:trHeight w:val="22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образовательных организациях, а также в иных организациях, не являющихся муниципальными или частными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11 0 02 19270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162 251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165 536</w:t>
            </w:r>
          </w:p>
        </w:tc>
      </w:tr>
      <w:tr w:rsidR="002042AD" w:rsidRPr="002042AD" w:rsidTr="002042AD">
        <w:trPr>
          <w:trHeight w:val="99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11 0 02 19270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162 251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165 536</w:t>
            </w:r>
          </w:p>
        </w:tc>
      </w:tr>
      <w:tr w:rsidR="002042AD" w:rsidRPr="002042AD" w:rsidTr="002042AD">
        <w:trPr>
          <w:trHeight w:val="40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Субсидии автономным учреждениям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11 0 02 19270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162 251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165 536</w:t>
            </w:r>
          </w:p>
        </w:tc>
      </w:tr>
      <w:tr w:rsidR="002042AD" w:rsidRPr="002042AD" w:rsidTr="002042AD">
        <w:trPr>
          <w:trHeight w:val="10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Расходы на обеспечение деятельности (оказание услуг)  муниципальных учреждений общего образования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11 0 02 71410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79 485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81 274</w:t>
            </w:r>
          </w:p>
        </w:tc>
      </w:tr>
      <w:tr w:rsidR="002042AD" w:rsidRPr="002042AD" w:rsidTr="002042AD">
        <w:trPr>
          <w:trHeight w:val="105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11 0 02 71410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79 485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81 274</w:t>
            </w:r>
          </w:p>
        </w:tc>
      </w:tr>
      <w:tr w:rsidR="002042AD" w:rsidRPr="002042AD" w:rsidTr="002042AD">
        <w:trPr>
          <w:trHeight w:val="33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Субсидии автономным учреждениям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11 0 02 71410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79 485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81 274</w:t>
            </w:r>
          </w:p>
        </w:tc>
      </w:tr>
      <w:tr w:rsidR="002042AD" w:rsidRPr="002042AD" w:rsidTr="002042AD">
        <w:trPr>
          <w:trHeight w:val="207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lastRenderedPageBreak/>
              <w:t xml:space="preserve">Мероприятие "Организация предоставления психолого-педагогической, медицинской и социальной помощи </w:t>
            </w:r>
            <w:proofErr w:type="gramStart"/>
            <w:r w:rsidRPr="002042AD">
              <w:t>обучающимся</w:t>
            </w:r>
            <w:proofErr w:type="gramEnd"/>
            <w:r w:rsidRPr="002042AD">
              <w:t>, испытывающим трудности в освоении основных общеобразовательных программ, своем развитии и социальной адаптации"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1 703</w:t>
            </w:r>
          </w:p>
        </w:tc>
      </w:tr>
      <w:tr w:rsidR="002042AD" w:rsidRPr="002042AD" w:rsidTr="002042AD">
        <w:trPr>
          <w:trHeight w:val="199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Организация предоставления психолого-педагогической, медицинской и социальной помощи </w:t>
            </w:r>
            <w:proofErr w:type="gramStart"/>
            <w:r w:rsidRPr="002042AD">
              <w:t>обучающимся</w:t>
            </w:r>
            <w:proofErr w:type="gramEnd"/>
            <w:r w:rsidRPr="002042AD">
              <w:t xml:space="preserve">, испытывающим трудности в освоении основных общеобразовательных программ, своем развитии и социальной адаптации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11 0 03 19280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1 703</w:t>
            </w:r>
          </w:p>
        </w:tc>
      </w:tr>
      <w:tr w:rsidR="002042AD" w:rsidRPr="002042AD" w:rsidTr="002042AD">
        <w:trPr>
          <w:trHeight w:val="196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11 0 03 19280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1 600</w:t>
            </w:r>
          </w:p>
        </w:tc>
      </w:tr>
      <w:tr w:rsidR="002042AD" w:rsidRPr="002042AD" w:rsidTr="002042AD">
        <w:trPr>
          <w:trHeight w:val="76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Расходы на выплаты персоналу казенных учреждений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11 0 03 19280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1 600</w:t>
            </w:r>
          </w:p>
        </w:tc>
      </w:tr>
      <w:tr w:rsidR="002042AD" w:rsidRPr="002042AD" w:rsidTr="002042AD">
        <w:trPr>
          <w:trHeight w:val="103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11 0 03 19280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103</w:t>
            </w:r>
          </w:p>
        </w:tc>
      </w:tr>
      <w:tr w:rsidR="002042AD" w:rsidRPr="002042AD" w:rsidTr="002042AD">
        <w:trPr>
          <w:trHeight w:val="111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11 0 03 19280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103</w:t>
            </w:r>
          </w:p>
        </w:tc>
      </w:tr>
      <w:tr w:rsidR="002042AD" w:rsidRPr="002042AD" w:rsidTr="002042AD">
        <w:trPr>
          <w:trHeight w:val="141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Мероприятие "Обеспечение мероприятий по организации питания обучающихся образовательных организаций, реализующих программы общего образования"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11 0 04 00000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16 425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16 535</w:t>
            </w:r>
          </w:p>
        </w:tc>
      </w:tr>
      <w:tr w:rsidR="002042AD" w:rsidRPr="002042AD" w:rsidTr="002042AD">
        <w:trPr>
          <w:trHeight w:val="115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Финансовое обеспечение мероприятий по организации питания обучающихся в муниципальных образовательных организациях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11 0 04 71968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16 425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16 535</w:t>
            </w:r>
          </w:p>
        </w:tc>
      </w:tr>
      <w:tr w:rsidR="002042AD" w:rsidRPr="002042AD" w:rsidTr="002042AD">
        <w:trPr>
          <w:trHeight w:val="103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11 0 04 71968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16 425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16 535</w:t>
            </w:r>
          </w:p>
        </w:tc>
      </w:tr>
      <w:tr w:rsidR="002042AD" w:rsidRPr="002042AD" w:rsidTr="002042AD">
        <w:trPr>
          <w:trHeight w:val="49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Субсидии автономным учреждениям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11 0 04 71968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16 425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16 535</w:t>
            </w:r>
          </w:p>
        </w:tc>
      </w:tr>
      <w:tr w:rsidR="002042AD" w:rsidRPr="002042AD" w:rsidTr="002042AD">
        <w:trPr>
          <w:trHeight w:val="3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Дополнительное образование детей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25 199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25 334</w:t>
            </w:r>
          </w:p>
        </w:tc>
      </w:tr>
      <w:tr w:rsidR="002042AD" w:rsidRPr="002042AD" w:rsidTr="002042AD">
        <w:trPr>
          <w:trHeight w:val="103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Муниципальная программа "Основные направления развития  культуры Упоровского муниципального района"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8 220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8 260</w:t>
            </w:r>
          </w:p>
        </w:tc>
      </w:tr>
      <w:tr w:rsidR="002042AD" w:rsidRPr="002042AD" w:rsidTr="002042AD">
        <w:trPr>
          <w:trHeight w:val="109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lastRenderedPageBreak/>
              <w:t>Мероприятие "Организация доступности и высокого качества дополнительного образования в сфере "Культура""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8 220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8 260</w:t>
            </w:r>
          </w:p>
        </w:tc>
      </w:tr>
      <w:tr w:rsidR="002042AD" w:rsidRPr="002042AD" w:rsidTr="002042AD">
        <w:trPr>
          <w:trHeight w:val="110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Расходы на обеспечение деятельности (оказание услуг) муниципальных учреждений дополнительного образования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8 220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8 260</w:t>
            </w:r>
          </w:p>
        </w:tc>
      </w:tr>
      <w:tr w:rsidR="002042AD" w:rsidRPr="002042AD" w:rsidTr="002042AD">
        <w:trPr>
          <w:trHeight w:val="106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8 220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8 260</w:t>
            </w:r>
          </w:p>
        </w:tc>
      </w:tr>
      <w:tr w:rsidR="002042AD" w:rsidRPr="002042AD" w:rsidTr="002042AD">
        <w:trPr>
          <w:trHeight w:val="4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Субсидии автономным учреждениям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8 220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8 260</w:t>
            </w:r>
          </w:p>
        </w:tc>
      </w:tr>
      <w:tr w:rsidR="002042AD" w:rsidRPr="002042AD" w:rsidTr="002042AD">
        <w:trPr>
          <w:trHeight w:val="136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Муниципальная программа "Основные направления развития физической культуры и спорта, молодёжной политики в Упоровском муниципальном районе"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16 979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17 074</w:t>
            </w:r>
          </w:p>
        </w:tc>
      </w:tr>
      <w:tr w:rsidR="002042AD" w:rsidRPr="002042AD" w:rsidTr="002042AD">
        <w:trPr>
          <w:trHeight w:val="140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Мероприятие "Развитие физкультурно-спортивной активности, здорового образа жизни населения и обеспечение подготовки районных сборных команд по видам спорта"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10 609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10 664</w:t>
            </w:r>
          </w:p>
        </w:tc>
      </w:tr>
      <w:tr w:rsidR="002042AD" w:rsidRPr="002042AD" w:rsidTr="002042AD">
        <w:trPr>
          <w:trHeight w:val="10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Расходы на обеспечение деятельности (оказание услуг) муниципальных учреждений дополнительного образования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10 609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10 664</w:t>
            </w:r>
          </w:p>
        </w:tc>
      </w:tr>
      <w:tr w:rsidR="002042AD" w:rsidRPr="002042AD" w:rsidTr="002042AD">
        <w:trPr>
          <w:trHeight w:val="97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10 609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10 664</w:t>
            </w:r>
          </w:p>
        </w:tc>
      </w:tr>
      <w:tr w:rsidR="002042AD" w:rsidRPr="002042AD" w:rsidTr="002042AD">
        <w:trPr>
          <w:trHeight w:val="39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Субсидии автономным учреждениям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10 609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10 664</w:t>
            </w:r>
          </w:p>
        </w:tc>
      </w:tr>
      <w:tr w:rsidR="002042AD" w:rsidRPr="002042AD" w:rsidTr="002042AD">
        <w:trPr>
          <w:trHeight w:val="100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Мероприятие "Содействие позитивной самореализации и интеграции молодежи в систему общественных отношений"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6 370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6 410</w:t>
            </w:r>
          </w:p>
        </w:tc>
      </w:tr>
      <w:tr w:rsidR="002042AD" w:rsidRPr="002042AD" w:rsidTr="002042AD">
        <w:trPr>
          <w:trHeight w:val="10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Расходы на обеспечение деятельности (оказание услуг) муниципальных учреждений дополнительного образования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14 0 02 73560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6 370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6 410</w:t>
            </w:r>
          </w:p>
        </w:tc>
      </w:tr>
      <w:tr w:rsidR="002042AD" w:rsidRPr="002042AD" w:rsidTr="002042AD">
        <w:trPr>
          <w:trHeight w:val="103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14 0 02 73560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6 370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6 410</w:t>
            </w:r>
          </w:p>
        </w:tc>
      </w:tr>
      <w:tr w:rsidR="002042AD" w:rsidRPr="002042AD" w:rsidTr="002042AD">
        <w:trPr>
          <w:trHeight w:val="4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Субсидии автономным учреждениям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14 0 02 73560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6 370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6 410</w:t>
            </w:r>
          </w:p>
        </w:tc>
      </w:tr>
      <w:tr w:rsidR="002042AD" w:rsidRPr="002042AD" w:rsidTr="002042AD">
        <w:trPr>
          <w:trHeight w:val="43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Молодежная политика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4 644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4 644</w:t>
            </w:r>
          </w:p>
        </w:tc>
      </w:tr>
      <w:tr w:rsidR="002042AD" w:rsidRPr="002042AD" w:rsidTr="002042AD">
        <w:trPr>
          <w:trHeight w:val="13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Муниципальная программа "Основные направления развития физической культуры и спорта, молодёжной политики в Упоровском муниципальном районе"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392</w:t>
            </w:r>
          </w:p>
        </w:tc>
      </w:tr>
      <w:tr w:rsidR="002042AD" w:rsidRPr="002042AD" w:rsidTr="002042AD">
        <w:trPr>
          <w:trHeight w:val="106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lastRenderedPageBreak/>
              <w:t>Мероприятие "Содействие позитивной самореализации и интеграции молодежи в систему общественных отношений"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392</w:t>
            </w:r>
          </w:p>
        </w:tc>
      </w:tr>
      <w:tr w:rsidR="002042AD" w:rsidRPr="002042AD" w:rsidTr="002042AD">
        <w:trPr>
          <w:trHeight w:val="75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Проведение мероприятий для детей и молодежи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14 0 02 74610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392</w:t>
            </w:r>
          </w:p>
        </w:tc>
      </w:tr>
      <w:tr w:rsidR="002042AD" w:rsidRPr="002042AD" w:rsidTr="002042AD">
        <w:trPr>
          <w:trHeight w:val="103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14 0 02 74610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392</w:t>
            </w:r>
          </w:p>
        </w:tc>
      </w:tr>
      <w:tr w:rsidR="002042AD" w:rsidRPr="002042AD" w:rsidTr="002042AD">
        <w:trPr>
          <w:trHeight w:val="43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Субсидии автономным учреждениям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14 0 02 74610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392</w:t>
            </w:r>
          </w:p>
        </w:tc>
      </w:tr>
      <w:tr w:rsidR="002042AD" w:rsidRPr="002042AD" w:rsidTr="002042AD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Мероприятия по оздоровлению детей в каникулярное время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4 252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4 252</w:t>
            </w:r>
          </w:p>
        </w:tc>
      </w:tr>
      <w:tr w:rsidR="002042AD" w:rsidRPr="002042AD" w:rsidTr="002042AD">
        <w:trPr>
          <w:trHeight w:val="105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4 252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4 252</w:t>
            </w:r>
          </w:p>
        </w:tc>
      </w:tr>
      <w:tr w:rsidR="002042AD" w:rsidRPr="002042AD" w:rsidTr="002042AD">
        <w:trPr>
          <w:trHeight w:val="4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Субсидии автономным учреждениям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4 252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4 252</w:t>
            </w:r>
          </w:p>
        </w:tc>
      </w:tr>
      <w:tr w:rsidR="002042AD" w:rsidRPr="002042AD" w:rsidTr="002042AD">
        <w:trPr>
          <w:trHeight w:val="39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Другие вопросы в области образования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8 535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8 537</w:t>
            </w:r>
          </w:p>
        </w:tc>
      </w:tr>
      <w:tr w:rsidR="002042AD" w:rsidRPr="002042AD" w:rsidTr="002042AD">
        <w:trPr>
          <w:trHeight w:val="10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Муниципальная программа "Основные направления развития системы образования в Упоровском муниципальном районе"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7 583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7 583</w:t>
            </w:r>
          </w:p>
        </w:tc>
      </w:tr>
      <w:tr w:rsidR="002042AD" w:rsidRPr="002042AD" w:rsidTr="002042AD">
        <w:trPr>
          <w:trHeight w:val="139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Расходы на обеспечение деятельности (оказание услуг) муниципальных учреждений, обеспечивающих предоставление услуг в сфере образования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7 583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7 583</w:t>
            </w:r>
          </w:p>
        </w:tc>
      </w:tr>
      <w:tr w:rsidR="002042AD" w:rsidRPr="002042AD" w:rsidTr="002042AD">
        <w:trPr>
          <w:trHeight w:val="19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6 676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6 676</w:t>
            </w:r>
          </w:p>
        </w:tc>
      </w:tr>
      <w:tr w:rsidR="002042AD" w:rsidRPr="002042AD" w:rsidTr="002042AD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Расходы на выплаты персоналу казенных учреждений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6 676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6 676</w:t>
            </w:r>
          </w:p>
        </w:tc>
      </w:tr>
      <w:tr w:rsidR="002042AD" w:rsidRPr="002042AD" w:rsidTr="002042AD">
        <w:trPr>
          <w:trHeight w:val="100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902</w:t>
            </w:r>
          </w:p>
        </w:tc>
      </w:tr>
      <w:tr w:rsidR="002042AD" w:rsidRPr="002042AD" w:rsidTr="002042AD">
        <w:trPr>
          <w:trHeight w:val="105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902</w:t>
            </w:r>
          </w:p>
        </w:tc>
      </w:tr>
      <w:tr w:rsidR="002042AD" w:rsidRPr="002042AD" w:rsidTr="002042AD">
        <w:trPr>
          <w:trHeight w:val="40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Иные бюджетные ассигнования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5</w:t>
            </w:r>
          </w:p>
        </w:tc>
      </w:tr>
      <w:tr w:rsidR="002042AD" w:rsidRPr="002042AD" w:rsidTr="002042AD">
        <w:trPr>
          <w:trHeight w:val="43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Уплата налогов, сборов и иных платежей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850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5</w:t>
            </w:r>
          </w:p>
        </w:tc>
      </w:tr>
      <w:tr w:rsidR="002042AD" w:rsidRPr="002042AD" w:rsidTr="002042AD">
        <w:trPr>
          <w:trHeight w:val="70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Обеспечение деятельности органов местного самоуправления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954</w:t>
            </w:r>
          </w:p>
        </w:tc>
      </w:tr>
      <w:tr w:rsidR="002042AD" w:rsidRPr="002042AD" w:rsidTr="002042AD">
        <w:trPr>
          <w:trHeight w:val="195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839</w:t>
            </w:r>
          </w:p>
        </w:tc>
      </w:tr>
      <w:tr w:rsidR="002042AD" w:rsidRPr="002042AD" w:rsidTr="002042AD">
        <w:trPr>
          <w:trHeight w:val="66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Расходы на выплаты персоналу государственных (муниципальных) органов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839</w:t>
            </w:r>
          </w:p>
        </w:tc>
      </w:tr>
      <w:tr w:rsidR="002042AD" w:rsidRPr="002042AD" w:rsidTr="002042AD">
        <w:trPr>
          <w:trHeight w:val="96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115</w:t>
            </w:r>
          </w:p>
        </w:tc>
      </w:tr>
      <w:tr w:rsidR="002042AD" w:rsidRPr="002042AD" w:rsidTr="002042AD">
        <w:trPr>
          <w:trHeight w:val="99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115</w:t>
            </w:r>
          </w:p>
        </w:tc>
      </w:tr>
      <w:tr w:rsidR="002042AD" w:rsidRPr="002042AD" w:rsidTr="002042AD">
        <w:trPr>
          <w:trHeight w:val="38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КУЛЬТУРА, КИНЕМАТОГРАФИЯ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102 494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103 161</w:t>
            </w:r>
          </w:p>
        </w:tc>
      </w:tr>
      <w:tr w:rsidR="002042AD" w:rsidRPr="002042AD" w:rsidTr="002042AD">
        <w:trPr>
          <w:trHeight w:val="4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Культура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102 316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102 983</w:t>
            </w:r>
          </w:p>
        </w:tc>
      </w:tr>
      <w:tr w:rsidR="002042AD" w:rsidRPr="002042AD" w:rsidTr="002042AD">
        <w:trPr>
          <w:trHeight w:val="106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Муниципальная программа "Основные направления развития  культуры Упоровского муниципального района"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102 291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102 958</w:t>
            </w:r>
          </w:p>
        </w:tc>
      </w:tr>
      <w:tr w:rsidR="002042AD" w:rsidRPr="002042AD" w:rsidTr="002042AD">
        <w:trPr>
          <w:trHeight w:val="10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Мероприятие "Развитие системы библиотечного и культурно-досугового обслуживания населения"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102 291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102 958</w:t>
            </w:r>
          </w:p>
        </w:tc>
      </w:tr>
      <w:tr w:rsidR="002042AD" w:rsidRPr="002042AD" w:rsidTr="002042AD">
        <w:trPr>
          <w:trHeight w:val="99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Расходы на обеспечение деятельности (оказание услуг) муниципальных учреждений культуры и библиотек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13 0 02 73570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102 291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102 958</w:t>
            </w:r>
          </w:p>
        </w:tc>
      </w:tr>
      <w:tr w:rsidR="002042AD" w:rsidRPr="002042AD" w:rsidTr="002042AD">
        <w:trPr>
          <w:trHeight w:val="105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13 0 02 73570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102 291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102 958</w:t>
            </w:r>
          </w:p>
        </w:tc>
      </w:tr>
      <w:tr w:rsidR="002042AD" w:rsidRPr="002042AD" w:rsidTr="002042AD">
        <w:trPr>
          <w:trHeight w:val="37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Субсидии автономным учреждениям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13 0 02 73570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102 291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102 958</w:t>
            </w:r>
          </w:p>
        </w:tc>
      </w:tr>
      <w:tr w:rsidR="002042AD" w:rsidRPr="002042AD" w:rsidTr="002042AD">
        <w:trPr>
          <w:trHeight w:val="105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Муниципальная программа "Улучшение условий и охраны труда в Упоровском муниципальном районе Тюменской области"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21 0 00 00000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25</w:t>
            </w:r>
          </w:p>
        </w:tc>
      </w:tr>
      <w:tr w:rsidR="002042AD" w:rsidRPr="002042AD" w:rsidTr="002042AD">
        <w:trPr>
          <w:trHeight w:val="103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Мероприятие "Увеличение количества рабочих мест соответствующих нормативным требованиям охраны труда"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21 0 01 00000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25</w:t>
            </w:r>
          </w:p>
        </w:tc>
      </w:tr>
      <w:tr w:rsidR="002042AD" w:rsidRPr="002042AD" w:rsidTr="002042AD">
        <w:trPr>
          <w:trHeight w:val="99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Расходы на обеспечение деятельности (оказание услуг) муниципальных учреждений культуры и библиотек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21 0 01 73570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25</w:t>
            </w:r>
          </w:p>
        </w:tc>
      </w:tr>
      <w:tr w:rsidR="002042AD" w:rsidRPr="002042AD" w:rsidTr="002042AD">
        <w:trPr>
          <w:trHeight w:val="10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21 0 01 73570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25</w:t>
            </w:r>
          </w:p>
        </w:tc>
      </w:tr>
      <w:tr w:rsidR="002042AD" w:rsidRPr="002042AD" w:rsidTr="002042AD">
        <w:trPr>
          <w:trHeight w:val="4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Субсидии автономным учреждениям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21 0 01 73570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25</w:t>
            </w:r>
          </w:p>
        </w:tc>
      </w:tr>
      <w:tr w:rsidR="002042AD" w:rsidRPr="002042AD" w:rsidTr="002042AD">
        <w:trPr>
          <w:trHeight w:val="68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lastRenderedPageBreak/>
              <w:t>Другие вопросы в области культуры, кинематографии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178</w:t>
            </w:r>
          </w:p>
        </w:tc>
      </w:tr>
      <w:tr w:rsidR="002042AD" w:rsidRPr="002042AD" w:rsidTr="002042AD">
        <w:trPr>
          <w:trHeight w:val="255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Муниципальная программа "Основные направления деятельности по реализации государственной политики в сферах национальных, государственно-конфессиональных, общественно-политических отношений и профилактике экстремистских проявлений в Упоровском муниципальном районе"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178</w:t>
            </w:r>
          </w:p>
        </w:tc>
      </w:tr>
      <w:tr w:rsidR="002042AD" w:rsidRPr="002042AD" w:rsidTr="002042AD">
        <w:trPr>
          <w:trHeight w:val="76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Мероприятия по укреплению межнационального и межконфессионального согласия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20 0 00 79010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178</w:t>
            </w:r>
          </w:p>
        </w:tc>
      </w:tr>
      <w:tr w:rsidR="002042AD" w:rsidRPr="002042AD" w:rsidTr="002042AD">
        <w:trPr>
          <w:trHeight w:val="103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20 0 00 79010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178</w:t>
            </w:r>
          </w:p>
        </w:tc>
      </w:tr>
      <w:tr w:rsidR="002042AD" w:rsidRPr="002042AD" w:rsidTr="002042AD">
        <w:trPr>
          <w:trHeight w:val="36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Субсидии автономным учреждениям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20 0 00 79010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178</w:t>
            </w:r>
          </w:p>
        </w:tc>
      </w:tr>
      <w:tr w:rsidR="002042AD" w:rsidRPr="002042AD" w:rsidTr="002042AD">
        <w:trPr>
          <w:trHeight w:val="39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СОЦИАЛЬНАЯ ПОЛИТИКА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43 087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43 587</w:t>
            </w:r>
          </w:p>
        </w:tc>
      </w:tr>
      <w:tr w:rsidR="002042AD" w:rsidRPr="002042AD" w:rsidTr="002042AD">
        <w:trPr>
          <w:trHeight w:val="39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Пенсионное обеспечение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1 774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1 774</w:t>
            </w:r>
          </w:p>
        </w:tc>
      </w:tr>
      <w:tr w:rsidR="002042AD" w:rsidRPr="002042AD" w:rsidTr="002042AD">
        <w:trPr>
          <w:trHeight w:val="4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Доплаты к пенсии муниципальных служащих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1 774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1 774</w:t>
            </w:r>
          </w:p>
        </w:tc>
      </w:tr>
      <w:tr w:rsidR="002042AD" w:rsidRPr="002042AD" w:rsidTr="002042AD">
        <w:trPr>
          <w:trHeight w:val="7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Социальное обеспечение и иные выплаты населению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1 774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1 774</w:t>
            </w:r>
          </w:p>
        </w:tc>
      </w:tr>
      <w:tr w:rsidR="002042AD" w:rsidRPr="002042AD" w:rsidTr="002042AD">
        <w:trPr>
          <w:trHeight w:val="70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Публичные нормативные социальные выплаты гражданам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1 774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1 774</w:t>
            </w:r>
          </w:p>
        </w:tc>
      </w:tr>
      <w:tr w:rsidR="002042AD" w:rsidRPr="002042AD" w:rsidTr="002042AD">
        <w:trPr>
          <w:trHeight w:val="43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Социальное обслуживание населения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24 717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24 770</w:t>
            </w:r>
          </w:p>
        </w:tc>
      </w:tr>
      <w:tr w:rsidR="002042AD" w:rsidRPr="002042AD" w:rsidTr="002042AD">
        <w:trPr>
          <w:trHeight w:val="10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Муниципальная программа "Основные направления развития отрасли "Социальная политика" в Упоровском районе"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16 0 00 00000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24 682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24 758</w:t>
            </w:r>
          </w:p>
        </w:tc>
      </w:tr>
      <w:tr w:rsidR="002042AD" w:rsidRPr="002042AD" w:rsidTr="002042AD">
        <w:trPr>
          <w:trHeight w:val="13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Мероприятие "Обеспечение оказания социальных услуг в рамках государственного стандарта социального обслуживания населения"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16 0 01 00000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24 682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24 758</w:t>
            </w:r>
          </w:p>
        </w:tc>
      </w:tr>
      <w:tr w:rsidR="002042AD" w:rsidRPr="002042AD" w:rsidTr="002042AD">
        <w:trPr>
          <w:trHeight w:val="43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Организация социального обслуживания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16 0 01 19320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24 682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24 758</w:t>
            </w:r>
          </w:p>
        </w:tc>
      </w:tr>
      <w:tr w:rsidR="002042AD" w:rsidRPr="002042AD" w:rsidTr="002042AD">
        <w:trPr>
          <w:trHeight w:val="103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16 0 01 19320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24 682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24 758</w:t>
            </w:r>
          </w:p>
        </w:tc>
      </w:tr>
      <w:tr w:rsidR="002042AD" w:rsidRPr="002042AD" w:rsidTr="002042AD">
        <w:trPr>
          <w:trHeight w:val="49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Субсидии автономным учреждениям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16 0 01 19320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24 682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24 758</w:t>
            </w:r>
          </w:p>
        </w:tc>
      </w:tr>
      <w:tr w:rsidR="002042AD" w:rsidRPr="002042AD" w:rsidTr="002042AD">
        <w:trPr>
          <w:trHeight w:val="111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Муниципальная программа "Улучшение условий и охраны труда в Упоровском муниципальном районе Тюменской области"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21 0 00 00000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</w:t>
            </w:r>
          </w:p>
        </w:tc>
      </w:tr>
      <w:tr w:rsidR="002042AD" w:rsidRPr="002042AD" w:rsidTr="002042AD">
        <w:trPr>
          <w:trHeight w:val="10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Мероприятие "Увеличение количества рабочих мест соответствующих нормативным требованиям охраны </w:t>
            </w:r>
            <w:r w:rsidRPr="002042AD">
              <w:lastRenderedPageBreak/>
              <w:t>труда"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lastRenderedPageBreak/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21 0 01 00000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</w:t>
            </w:r>
          </w:p>
        </w:tc>
      </w:tr>
      <w:tr w:rsidR="002042AD" w:rsidRPr="002042AD" w:rsidTr="002042AD">
        <w:trPr>
          <w:trHeight w:val="46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lastRenderedPageBreak/>
              <w:t xml:space="preserve">Организация социального обслуживания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21 0 01 19320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</w:t>
            </w:r>
          </w:p>
        </w:tc>
      </w:tr>
      <w:tr w:rsidR="002042AD" w:rsidRPr="002042AD" w:rsidTr="002042AD">
        <w:trPr>
          <w:trHeight w:val="105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21 0 01 19320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</w:t>
            </w:r>
          </w:p>
        </w:tc>
      </w:tr>
      <w:tr w:rsidR="002042AD" w:rsidRPr="002042AD" w:rsidTr="002042AD">
        <w:trPr>
          <w:trHeight w:val="43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Субсидии автономным учреждениям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21 0 01 19320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</w:t>
            </w:r>
          </w:p>
        </w:tc>
      </w:tr>
      <w:tr w:rsidR="002042AD" w:rsidRPr="002042AD" w:rsidTr="002042AD">
        <w:trPr>
          <w:trHeight w:val="43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Социальное обеспечение населения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6 939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7 384</w:t>
            </w:r>
          </w:p>
        </w:tc>
      </w:tr>
      <w:tr w:rsidR="002042AD" w:rsidRPr="002042AD" w:rsidTr="002042AD">
        <w:trPr>
          <w:trHeight w:val="124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Муниципальная программа "Основные направления развития отрасли "Социальная политика" в Упоровском районе"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16 0 00 00000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5 179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5 384</w:t>
            </w:r>
          </w:p>
        </w:tc>
      </w:tr>
      <w:tr w:rsidR="002042AD" w:rsidRPr="002042AD" w:rsidTr="002042AD">
        <w:trPr>
          <w:trHeight w:val="156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Мероприятие "Обеспечение предоставления мер социальной поддержки гражданам, имеющим право на их получение в соответствии с действующим законодательством"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03 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16 0 02 00000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5 179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5 384</w:t>
            </w:r>
          </w:p>
        </w:tc>
      </w:tr>
      <w:tr w:rsidR="002042AD" w:rsidRPr="002042AD" w:rsidTr="002042AD">
        <w:trPr>
          <w:trHeight w:val="80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4 091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4 262</w:t>
            </w:r>
          </w:p>
        </w:tc>
      </w:tr>
      <w:tr w:rsidR="002042AD" w:rsidRPr="002042AD" w:rsidTr="002042AD">
        <w:trPr>
          <w:trHeight w:val="100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</w:t>
            </w:r>
          </w:p>
        </w:tc>
      </w:tr>
      <w:tr w:rsidR="002042AD" w:rsidRPr="002042AD" w:rsidTr="002042AD">
        <w:trPr>
          <w:trHeight w:val="105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</w:t>
            </w:r>
          </w:p>
        </w:tc>
      </w:tr>
      <w:tr w:rsidR="002042AD" w:rsidRPr="002042AD" w:rsidTr="002042AD">
        <w:trPr>
          <w:trHeight w:val="68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Социальное обеспечение и иные выплаты населению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3 770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3 940</w:t>
            </w:r>
          </w:p>
        </w:tc>
      </w:tr>
      <w:tr w:rsidR="002042AD" w:rsidRPr="002042AD" w:rsidTr="002042AD">
        <w:trPr>
          <w:trHeight w:val="7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Публичные нормативные социальные выплаты гражданам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3 770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3 940</w:t>
            </w:r>
          </w:p>
        </w:tc>
      </w:tr>
      <w:tr w:rsidR="002042AD" w:rsidRPr="002042AD" w:rsidTr="002042AD">
        <w:trPr>
          <w:trHeight w:val="10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302</w:t>
            </w:r>
          </w:p>
        </w:tc>
      </w:tr>
      <w:tr w:rsidR="002042AD" w:rsidRPr="002042AD" w:rsidTr="002042AD">
        <w:trPr>
          <w:trHeight w:val="37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Субсидии автономным учреждениям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302</w:t>
            </w:r>
          </w:p>
        </w:tc>
      </w:tr>
      <w:tr w:rsidR="002042AD" w:rsidRPr="002042AD" w:rsidTr="002042AD">
        <w:trPr>
          <w:trHeight w:val="66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Социальная поддержка отдельных категорий граждан в отношении проезда на транспорте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16 0 02 19360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788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822</w:t>
            </w:r>
          </w:p>
        </w:tc>
      </w:tr>
      <w:tr w:rsidR="002042AD" w:rsidRPr="002042AD" w:rsidTr="002042AD">
        <w:trPr>
          <w:trHeight w:val="4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Иные бюджетные ассигнования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16 0 02 19360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788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822</w:t>
            </w:r>
          </w:p>
        </w:tc>
      </w:tr>
      <w:tr w:rsidR="002042AD" w:rsidRPr="002042AD" w:rsidTr="002042AD">
        <w:trPr>
          <w:trHeight w:val="171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16 0 02 19360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788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822</w:t>
            </w:r>
          </w:p>
        </w:tc>
      </w:tr>
      <w:tr w:rsidR="002042AD" w:rsidRPr="002042AD" w:rsidTr="002042AD">
        <w:trPr>
          <w:trHeight w:val="4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lastRenderedPageBreak/>
              <w:t xml:space="preserve">Оказание материальной помощи населению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16 0 02 71240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300</w:t>
            </w:r>
          </w:p>
        </w:tc>
      </w:tr>
      <w:tr w:rsidR="002042AD" w:rsidRPr="002042AD" w:rsidTr="002042AD">
        <w:trPr>
          <w:trHeight w:val="93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16 0 02 71240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</w:t>
            </w:r>
          </w:p>
        </w:tc>
      </w:tr>
      <w:tr w:rsidR="002042AD" w:rsidRPr="002042AD" w:rsidTr="002042AD">
        <w:trPr>
          <w:trHeight w:val="99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16 0 02 71240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</w:t>
            </w:r>
          </w:p>
        </w:tc>
      </w:tr>
      <w:tr w:rsidR="002042AD" w:rsidRPr="002042AD" w:rsidTr="002042AD">
        <w:trPr>
          <w:trHeight w:val="75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Социальное обеспечение и иные выплаты населению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16 0 02 71240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297</w:t>
            </w:r>
          </w:p>
        </w:tc>
      </w:tr>
      <w:tr w:rsidR="002042AD" w:rsidRPr="002042AD" w:rsidTr="002042AD">
        <w:trPr>
          <w:trHeight w:val="7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16 0 02 71240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297</w:t>
            </w:r>
          </w:p>
        </w:tc>
      </w:tr>
      <w:tr w:rsidR="002042AD" w:rsidRPr="002042AD" w:rsidTr="002042AD">
        <w:trPr>
          <w:trHeight w:val="127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Социальная поддержка отдельных категорий граждан в отношении газификации жилых домов (квартир) в населённых пунктах Тюменской области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99 0 00 19330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2 000</w:t>
            </w:r>
          </w:p>
        </w:tc>
      </w:tr>
      <w:tr w:rsidR="002042AD" w:rsidRPr="002042AD" w:rsidTr="002042AD">
        <w:trPr>
          <w:trHeight w:val="60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Социальное обеспечение и иные выплаты населению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99 0 00 19330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2 000</w:t>
            </w:r>
          </w:p>
        </w:tc>
      </w:tr>
      <w:tr w:rsidR="002042AD" w:rsidRPr="002042AD" w:rsidTr="002042AD">
        <w:trPr>
          <w:trHeight w:val="73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99 0 00 19330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2 000</w:t>
            </w:r>
          </w:p>
        </w:tc>
      </w:tr>
      <w:tr w:rsidR="002042AD" w:rsidRPr="002042AD" w:rsidTr="002042AD">
        <w:trPr>
          <w:trHeight w:val="43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Охрана семьи и детства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8 495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8 495</w:t>
            </w:r>
          </w:p>
        </w:tc>
      </w:tr>
      <w:tr w:rsidR="002042AD" w:rsidRPr="002042AD" w:rsidTr="002042AD">
        <w:trPr>
          <w:trHeight w:val="10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Муниципальная программа "Основные направления развития системы образования в Упоровском муниципальном районе"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8 495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8 495</w:t>
            </w:r>
          </w:p>
        </w:tc>
      </w:tr>
      <w:tr w:rsidR="002042AD" w:rsidRPr="002042AD" w:rsidTr="002042AD">
        <w:trPr>
          <w:trHeight w:val="80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Мероприятие "Социальная поддержка семей, имеющих детей дошкольного возраста"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11 0 05 00000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8 495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8 495</w:t>
            </w:r>
          </w:p>
        </w:tc>
      </w:tr>
      <w:tr w:rsidR="002042AD" w:rsidRPr="002042AD" w:rsidTr="002042AD">
        <w:trPr>
          <w:trHeight w:val="19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Социальная поддержка семей, имеющих детей, в отношении компенсации родительской платы за присмотр и уход за детьми в организациях, осуществляющих образовательную деятельность по реализации образовательных программ дошкольного образования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11 0 05 19370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8 495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8 495</w:t>
            </w:r>
          </w:p>
        </w:tc>
      </w:tr>
      <w:tr w:rsidR="002042AD" w:rsidRPr="002042AD" w:rsidTr="002042AD">
        <w:trPr>
          <w:trHeight w:val="109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11 0 05 19370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8 495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8 495</w:t>
            </w:r>
          </w:p>
        </w:tc>
      </w:tr>
      <w:tr w:rsidR="002042AD" w:rsidRPr="002042AD" w:rsidTr="002042AD">
        <w:trPr>
          <w:trHeight w:val="4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Субсидии автономным учреждениям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11 0 05 19370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8 495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8 495</w:t>
            </w:r>
          </w:p>
        </w:tc>
      </w:tr>
      <w:tr w:rsidR="002042AD" w:rsidRPr="002042AD" w:rsidTr="002042AD">
        <w:trPr>
          <w:trHeight w:val="79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Другие вопросы в области социальной политики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1 164</w:t>
            </w:r>
          </w:p>
        </w:tc>
      </w:tr>
      <w:tr w:rsidR="002042AD" w:rsidRPr="002042AD" w:rsidTr="002042AD">
        <w:trPr>
          <w:trHeight w:val="93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99 0 00 19050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1 164</w:t>
            </w:r>
          </w:p>
        </w:tc>
      </w:tr>
      <w:tr w:rsidR="002042AD" w:rsidRPr="002042AD" w:rsidTr="002042AD">
        <w:trPr>
          <w:trHeight w:val="198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99 0 00 19050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847</w:t>
            </w:r>
          </w:p>
        </w:tc>
      </w:tr>
      <w:tr w:rsidR="002042AD" w:rsidRPr="002042AD" w:rsidTr="002042AD">
        <w:trPr>
          <w:trHeight w:val="79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Расходы на выплаты персоналу государственных (муниципальных) органов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99 0 00 19050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847</w:t>
            </w:r>
          </w:p>
        </w:tc>
      </w:tr>
      <w:tr w:rsidR="002042AD" w:rsidRPr="002042AD" w:rsidTr="002042AD">
        <w:trPr>
          <w:trHeight w:val="9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99 0 00 19050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317</w:t>
            </w:r>
          </w:p>
        </w:tc>
      </w:tr>
      <w:tr w:rsidR="002042AD" w:rsidRPr="002042AD" w:rsidTr="002042AD">
        <w:trPr>
          <w:trHeight w:val="103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99 0 00 19050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317</w:t>
            </w:r>
          </w:p>
        </w:tc>
      </w:tr>
      <w:tr w:rsidR="002042AD" w:rsidRPr="002042AD" w:rsidTr="002042AD">
        <w:trPr>
          <w:trHeight w:val="4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ФИЗИЧЕСКАЯ КУЛЬТУРА И СПОРТ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31 399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31 997</w:t>
            </w:r>
          </w:p>
        </w:tc>
      </w:tr>
      <w:tr w:rsidR="002042AD" w:rsidRPr="002042AD" w:rsidTr="002042AD">
        <w:trPr>
          <w:trHeight w:val="4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Массовый спорт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31 399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31 997</w:t>
            </w:r>
          </w:p>
        </w:tc>
      </w:tr>
      <w:tr w:rsidR="002042AD" w:rsidRPr="002042AD" w:rsidTr="002042AD">
        <w:trPr>
          <w:trHeight w:val="139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Муниципальная программа "Основные направления развития физической культуры и спорта, молодёжной политики в Упоровском муниципальном районе"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31 399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31 997</w:t>
            </w:r>
          </w:p>
        </w:tc>
      </w:tr>
      <w:tr w:rsidR="002042AD" w:rsidRPr="002042AD" w:rsidTr="002042AD">
        <w:trPr>
          <w:trHeight w:val="130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 Мероприятие "Развитие физкультурно-спортивной активности, здорового образа жизни населения и обеспечение подготовки районных сборных команд по видам спорта"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31 399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31 997</w:t>
            </w:r>
          </w:p>
        </w:tc>
      </w:tr>
      <w:tr w:rsidR="002042AD" w:rsidRPr="002042AD" w:rsidTr="002042AD">
        <w:trPr>
          <w:trHeight w:val="10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Расходы на обеспечение деятельности (оказание услуг) муниципальных учреждений физической культуры и спорта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14 0 01 74620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31 399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31 997</w:t>
            </w:r>
          </w:p>
        </w:tc>
      </w:tr>
      <w:tr w:rsidR="002042AD" w:rsidRPr="002042AD" w:rsidTr="002042AD">
        <w:trPr>
          <w:trHeight w:val="100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14 0 01 74620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31 399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31 997</w:t>
            </w:r>
          </w:p>
        </w:tc>
      </w:tr>
      <w:tr w:rsidR="002042AD" w:rsidRPr="002042AD" w:rsidTr="002042AD">
        <w:trPr>
          <w:trHeight w:val="43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Субсидии автономным учреждениям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14 0 01 74620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620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31 399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31 997</w:t>
            </w:r>
          </w:p>
        </w:tc>
      </w:tr>
      <w:tr w:rsidR="002042AD" w:rsidRPr="002042AD" w:rsidTr="002042AD">
        <w:trPr>
          <w:trHeight w:val="106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50 493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48 376</w:t>
            </w:r>
          </w:p>
        </w:tc>
      </w:tr>
      <w:tr w:rsidR="002042AD" w:rsidRPr="002042AD" w:rsidTr="002042AD">
        <w:trPr>
          <w:trHeight w:val="106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16 269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17 069</w:t>
            </w:r>
          </w:p>
        </w:tc>
      </w:tr>
      <w:tr w:rsidR="002042AD" w:rsidRPr="002042AD" w:rsidTr="002042AD">
        <w:trPr>
          <w:trHeight w:val="69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Дотации на выравнивание бюджетной обеспеченности поселений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16 269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17 069</w:t>
            </w:r>
          </w:p>
        </w:tc>
      </w:tr>
      <w:tr w:rsidR="002042AD" w:rsidRPr="002042AD" w:rsidTr="002042AD">
        <w:trPr>
          <w:trHeight w:val="38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Межбюджетные трансферты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500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16 269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17 069</w:t>
            </w:r>
          </w:p>
        </w:tc>
      </w:tr>
      <w:tr w:rsidR="002042AD" w:rsidRPr="002042AD" w:rsidTr="002042AD">
        <w:trPr>
          <w:trHeight w:val="408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Дотации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510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16 269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17 069</w:t>
            </w:r>
          </w:p>
        </w:tc>
      </w:tr>
      <w:tr w:rsidR="002042AD" w:rsidRPr="002042AD" w:rsidTr="002042AD">
        <w:trPr>
          <w:trHeight w:val="69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lastRenderedPageBreak/>
              <w:t>Прочие межбюджетные трансферты общего характера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34 224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31 307</w:t>
            </w:r>
          </w:p>
        </w:tc>
      </w:tr>
      <w:tr w:rsidR="002042AD" w:rsidRPr="002042AD" w:rsidTr="002042AD">
        <w:trPr>
          <w:trHeight w:val="68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 xml:space="preserve">Иные межбюджетные трансферты бюджетам бюджетной системы 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99 0 00 70260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34 224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31 307</w:t>
            </w:r>
          </w:p>
        </w:tc>
      </w:tr>
      <w:tr w:rsidR="002042AD" w:rsidRPr="002042AD" w:rsidTr="002042AD">
        <w:trPr>
          <w:trHeight w:val="4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Межбюджетные трансферты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99 0 00 70260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500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34 224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31 307</w:t>
            </w:r>
          </w:p>
        </w:tc>
      </w:tr>
      <w:tr w:rsidR="002042AD" w:rsidRPr="002042AD" w:rsidTr="002042AD">
        <w:trPr>
          <w:trHeight w:val="4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Иные межбюджетные трансферты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99 0 00 70260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540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34 224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31 307</w:t>
            </w:r>
          </w:p>
        </w:tc>
      </w:tr>
      <w:tr w:rsidR="002042AD" w:rsidRPr="002042AD" w:rsidTr="002042AD">
        <w:trPr>
          <w:trHeight w:val="4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Условно утвержденные расходы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13 476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27 935</w:t>
            </w:r>
          </w:p>
        </w:tc>
      </w:tr>
      <w:tr w:rsidR="002042AD" w:rsidRPr="002042AD" w:rsidTr="002042AD">
        <w:trPr>
          <w:trHeight w:val="4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Условно утвержденные расходы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13 476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27 935</w:t>
            </w:r>
          </w:p>
        </w:tc>
      </w:tr>
      <w:tr w:rsidR="002042AD" w:rsidRPr="002042AD" w:rsidTr="002042AD">
        <w:trPr>
          <w:trHeight w:val="4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Условно утвержденные расходы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99 0 00 79990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13 476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27 935</w:t>
            </w:r>
          </w:p>
        </w:tc>
      </w:tr>
      <w:tr w:rsidR="002042AD" w:rsidRPr="002042AD" w:rsidTr="002042AD">
        <w:trPr>
          <w:trHeight w:val="4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Иные бюджетные ассигнования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99 0 00 79990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13 476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27 935</w:t>
            </w:r>
          </w:p>
        </w:tc>
      </w:tr>
      <w:tr w:rsidR="002042AD" w:rsidRPr="002042AD" w:rsidTr="002042AD">
        <w:trPr>
          <w:trHeight w:val="4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Резервные средства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99 0 00 79990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870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13 476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27 935</w:t>
            </w:r>
          </w:p>
        </w:tc>
      </w:tr>
      <w:tr w:rsidR="002042AD" w:rsidRPr="002042AD" w:rsidTr="002042AD">
        <w:trPr>
          <w:trHeight w:val="444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ВСЕГО РАСХОДОВ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810 117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2AD" w:rsidRPr="002042AD" w:rsidRDefault="002042AD" w:rsidP="00CB3EB1">
            <w:pPr>
              <w:pStyle w:val="Table"/>
            </w:pPr>
            <w:r w:rsidRPr="002042AD">
              <w:t>832 777</w:t>
            </w:r>
          </w:p>
        </w:tc>
      </w:tr>
    </w:tbl>
    <w:p w:rsidR="00DF7D13" w:rsidRPr="00E81327" w:rsidRDefault="002042AD" w:rsidP="00E81327">
      <w:pPr>
        <w:widowControl w:val="0"/>
        <w:autoSpaceDE w:val="0"/>
        <w:autoSpaceDN w:val="0"/>
        <w:adjustRightInd w:val="0"/>
        <w:spacing w:line="360" w:lineRule="auto"/>
      </w:pPr>
      <w:r w:rsidRPr="00E81327">
        <w:t>12</w:t>
      </w:r>
      <w:r w:rsidR="00DF7D13" w:rsidRPr="00E81327">
        <w:t>. Приложение № 14 изложить в следующей редакции:</w:t>
      </w:r>
    </w:p>
    <w:tbl>
      <w:tblPr>
        <w:tblW w:w="10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80"/>
        <w:gridCol w:w="1047"/>
        <w:gridCol w:w="487"/>
        <w:gridCol w:w="522"/>
        <w:gridCol w:w="1826"/>
        <w:gridCol w:w="617"/>
        <w:gridCol w:w="1234"/>
      </w:tblGrid>
      <w:tr w:rsidR="00CD0A52" w:rsidRPr="00CD0A52" w:rsidTr="00CD0A52">
        <w:trPr>
          <w:trHeight w:val="1920"/>
        </w:trPr>
        <w:tc>
          <w:tcPr>
            <w:tcW w:w="105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0"/>
            </w:pPr>
            <w:r w:rsidRPr="00CD0A52">
              <w:t xml:space="preserve">Ведомственная структура расходов бюджета Упоровского муниципального района по главным распорядителям бюджетных средств, разделам, подразделам, целевым статьям (муниципальным программам Упоровского муниципального района и непрограммным направлениям деятельности), группам и подгруппам </w:t>
            </w:r>
            <w:proofErr w:type="gramStart"/>
            <w:r w:rsidRPr="00CD0A52">
              <w:t>видов расходов классификации расходов бюджета</w:t>
            </w:r>
            <w:proofErr w:type="gramEnd"/>
            <w:r w:rsidRPr="00CD0A52">
              <w:t xml:space="preserve"> Упоровского муниципального района на 2019 год</w:t>
            </w:r>
          </w:p>
        </w:tc>
      </w:tr>
      <w:tr w:rsidR="00CD0A52" w:rsidRPr="00CD0A52" w:rsidTr="00CD0A52">
        <w:trPr>
          <w:trHeight w:val="19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0"/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0"/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0"/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0"/>
            </w:pP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0"/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</w:p>
        </w:tc>
      </w:tr>
      <w:tr w:rsidR="00CD0A52" w:rsidRPr="00CD0A52" w:rsidTr="00CD0A52">
        <w:trPr>
          <w:trHeight w:val="285"/>
        </w:trPr>
        <w:tc>
          <w:tcPr>
            <w:tcW w:w="4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Наименование</w:t>
            </w:r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Главный распорядитель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proofErr w:type="spellStart"/>
            <w:r w:rsidRPr="00CD0A52">
              <w:t>Рз</w:t>
            </w:r>
            <w:proofErr w:type="spellEnd"/>
          </w:p>
        </w:tc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proofErr w:type="spellStart"/>
            <w:proofErr w:type="gramStart"/>
            <w:r w:rsidRPr="00CD0A52">
              <w:t>Пр</w:t>
            </w:r>
            <w:proofErr w:type="spellEnd"/>
            <w:proofErr w:type="gramEnd"/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ЦСР</w:t>
            </w:r>
          </w:p>
        </w:tc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ВР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Сумма,</w:t>
            </w:r>
            <w:r w:rsidRPr="00CD0A52">
              <w:br/>
              <w:t>тыс. руб.</w:t>
            </w:r>
          </w:p>
        </w:tc>
      </w:tr>
      <w:tr w:rsidR="00CD0A52" w:rsidRPr="00CD0A52" w:rsidTr="00CD0A52">
        <w:trPr>
          <w:trHeight w:val="1308"/>
        </w:trPr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52" w:rsidRPr="00CD0A52" w:rsidRDefault="00CD0A52" w:rsidP="00E81327">
            <w:pPr>
              <w:pStyle w:val="Table"/>
            </w:pP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A52" w:rsidRPr="00CD0A52" w:rsidRDefault="00CD0A52" w:rsidP="00E81327">
            <w:pPr>
              <w:pStyle w:val="Table"/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52" w:rsidRPr="00CD0A52" w:rsidRDefault="00CD0A52" w:rsidP="00E81327">
            <w:pPr>
              <w:pStyle w:val="Table"/>
            </w:pPr>
          </w:p>
        </w:tc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52" w:rsidRPr="00CD0A52" w:rsidRDefault="00CD0A52" w:rsidP="00E81327">
            <w:pPr>
              <w:pStyle w:val="Table"/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52" w:rsidRPr="00CD0A52" w:rsidRDefault="00CD0A52" w:rsidP="00E81327">
            <w:pPr>
              <w:pStyle w:val="Table"/>
            </w:pPr>
          </w:p>
        </w:tc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52" w:rsidRPr="00CD0A52" w:rsidRDefault="00CD0A52" w:rsidP="00E81327">
            <w:pPr>
              <w:pStyle w:val="Table"/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52" w:rsidRPr="00CD0A52" w:rsidRDefault="00CD0A52" w:rsidP="00E81327">
            <w:pPr>
              <w:pStyle w:val="Table"/>
            </w:pPr>
          </w:p>
        </w:tc>
      </w:tr>
      <w:tr w:rsidR="00CD0A52" w:rsidRPr="00CD0A52" w:rsidTr="00CD0A52">
        <w:trPr>
          <w:trHeight w:val="62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Администрация Упоровского муниципального района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512 779</w:t>
            </w:r>
          </w:p>
        </w:tc>
      </w:tr>
      <w:tr w:rsidR="00CD0A52" w:rsidRPr="00CD0A52" w:rsidTr="00CD0A52">
        <w:trPr>
          <w:trHeight w:val="37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ОБЩЕГОСУДАРСТВЕННЫЕ ВОПРОСЫ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52 448</w:t>
            </w:r>
          </w:p>
        </w:tc>
      </w:tr>
      <w:tr w:rsidR="00CD0A52" w:rsidRPr="00CD0A52" w:rsidTr="00CD0A52">
        <w:trPr>
          <w:trHeight w:val="10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2 787</w:t>
            </w:r>
          </w:p>
        </w:tc>
      </w:tr>
      <w:tr w:rsidR="00CD0A52" w:rsidRPr="00CD0A52" w:rsidTr="00CD0A52">
        <w:trPr>
          <w:trHeight w:val="130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Высшее должностное лицо муниципального образования (глава муниципального образования, </w:t>
            </w:r>
            <w:proofErr w:type="gramStart"/>
            <w:r w:rsidRPr="00CD0A52">
              <w:t>возглавляющий</w:t>
            </w:r>
            <w:proofErr w:type="gramEnd"/>
            <w:r w:rsidRPr="00CD0A52">
              <w:t xml:space="preserve"> местную администрацию)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2 787</w:t>
            </w:r>
          </w:p>
        </w:tc>
      </w:tr>
      <w:tr w:rsidR="00CD0A52" w:rsidRPr="00CD0A52" w:rsidTr="00CD0A52">
        <w:trPr>
          <w:trHeight w:val="202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2 787</w:t>
            </w:r>
          </w:p>
        </w:tc>
      </w:tr>
      <w:tr w:rsidR="00CD0A52" w:rsidRPr="00CD0A52" w:rsidTr="00CD0A52">
        <w:trPr>
          <w:trHeight w:val="66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2 787</w:t>
            </w:r>
          </w:p>
        </w:tc>
      </w:tr>
      <w:tr w:rsidR="00CD0A52" w:rsidRPr="00CD0A52" w:rsidTr="00CD0A52">
        <w:trPr>
          <w:trHeight w:val="165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</w:tr>
      <w:tr w:rsidR="00CD0A52" w:rsidRPr="00CD0A52" w:rsidTr="00CD0A52">
        <w:trPr>
          <w:trHeight w:val="60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Обеспечение деятельности органов местного самоуправления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</w:tr>
      <w:tr w:rsidR="00CD0A52" w:rsidRPr="00CD0A52" w:rsidTr="00CD0A52">
        <w:trPr>
          <w:trHeight w:val="96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</w:tr>
      <w:tr w:rsidR="00CD0A52" w:rsidRPr="00CD0A52" w:rsidTr="00CD0A52">
        <w:trPr>
          <w:trHeight w:val="100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</w:tr>
      <w:tr w:rsidR="00CD0A52" w:rsidRPr="00CD0A52" w:rsidTr="00CD0A52">
        <w:trPr>
          <w:trHeight w:val="166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24 537</w:t>
            </w:r>
          </w:p>
        </w:tc>
      </w:tr>
      <w:tr w:rsidR="00CD0A52" w:rsidRPr="00CD0A52" w:rsidTr="00CD0A52">
        <w:trPr>
          <w:trHeight w:val="112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Муниципальная программа "Основные направления развития предпринимательства и торговли в Упоровском муниципальном районе"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477</w:t>
            </w:r>
          </w:p>
        </w:tc>
      </w:tr>
      <w:tr w:rsidR="00CD0A52" w:rsidRPr="00CD0A52" w:rsidTr="00CD0A52">
        <w:trPr>
          <w:trHeight w:val="9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"Создание благоприятных условий для развития субъектов малого и среднего предпринимательства"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477</w:t>
            </w:r>
          </w:p>
        </w:tc>
      </w:tr>
      <w:tr w:rsidR="00CD0A52" w:rsidRPr="00CD0A52" w:rsidTr="00CD0A52">
        <w:trPr>
          <w:trHeight w:val="70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Обеспечение деятельности органов местного самоуправления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12 0 03 70100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477</w:t>
            </w:r>
          </w:p>
        </w:tc>
      </w:tr>
      <w:tr w:rsidR="00CD0A52" w:rsidRPr="00CD0A52" w:rsidTr="00CD0A52">
        <w:trPr>
          <w:trHeight w:val="202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12 0 03 70100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477</w:t>
            </w:r>
          </w:p>
        </w:tc>
      </w:tr>
      <w:tr w:rsidR="00CD0A52" w:rsidRPr="00CD0A52" w:rsidTr="00CD0A52">
        <w:trPr>
          <w:trHeight w:val="75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государственных (муниципальных) органов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12 0 03 70100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477</w:t>
            </w:r>
          </w:p>
        </w:tc>
      </w:tr>
      <w:tr w:rsidR="00CD0A52" w:rsidRPr="00CD0A52" w:rsidTr="00CD0A52">
        <w:trPr>
          <w:trHeight w:val="75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Обеспечение деятельности органов местного самоуправления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23 361</w:t>
            </w:r>
          </w:p>
        </w:tc>
      </w:tr>
      <w:tr w:rsidR="00CD0A52" w:rsidRPr="00CD0A52" w:rsidTr="00CD0A52">
        <w:trPr>
          <w:trHeight w:val="200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22 508</w:t>
            </w:r>
          </w:p>
        </w:tc>
      </w:tr>
      <w:tr w:rsidR="00CD0A52" w:rsidRPr="00CD0A52" w:rsidTr="00CD0A52">
        <w:trPr>
          <w:trHeight w:val="70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22 508</w:t>
            </w:r>
          </w:p>
        </w:tc>
      </w:tr>
      <w:tr w:rsidR="00CD0A52" w:rsidRPr="00CD0A52" w:rsidTr="00CD0A52">
        <w:trPr>
          <w:trHeight w:val="93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853</w:t>
            </w:r>
          </w:p>
        </w:tc>
      </w:tr>
      <w:tr w:rsidR="00CD0A52" w:rsidRPr="00CD0A52" w:rsidTr="00CD0A52">
        <w:trPr>
          <w:trHeight w:val="104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853</w:t>
            </w:r>
          </w:p>
        </w:tc>
      </w:tr>
      <w:tr w:rsidR="00CD0A52" w:rsidRPr="00CD0A52" w:rsidTr="00CD0A52">
        <w:trPr>
          <w:trHeight w:val="42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Формирование и содержание архивных фондов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99 0 00 71902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407</w:t>
            </w:r>
          </w:p>
        </w:tc>
      </w:tr>
      <w:tr w:rsidR="00CD0A52" w:rsidRPr="00CD0A52" w:rsidTr="00CD0A52">
        <w:trPr>
          <w:trHeight w:val="201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99 0 00 71902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407</w:t>
            </w:r>
          </w:p>
        </w:tc>
      </w:tr>
      <w:tr w:rsidR="00CD0A52" w:rsidRPr="00CD0A52" w:rsidTr="00CD0A52">
        <w:trPr>
          <w:trHeight w:val="72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государственных (муниципальных) органов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99 0 00 71902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407</w:t>
            </w:r>
          </w:p>
        </w:tc>
      </w:tr>
      <w:tr w:rsidR="00CD0A52" w:rsidRPr="00CD0A52" w:rsidTr="00CD0A52">
        <w:trPr>
          <w:trHeight w:val="70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Создание и организация деятельности административных комиссий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99 0 00 71904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290</w:t>
            </w:r>
          </w:p>
        </w:tc>
      </w:tr>
      <w:tr w:rsidR="00CD0A52" w:rsidRPr="00CD0A52" w:rsidTr="00CD0A52">
        <w:trPr>
          <w:trHeight w:val="201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99 0 00 71904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198</w:t>
            </w:r>
          </w:p>
        </w:tc>
      </w:tr>
      <w:tr w:rsidR="00CD0A52" w:rsidRPr="00CD0A52" w:rsidTr="00CD0A52">
        <w:trPr>
          <w:trHeight w:val="66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государственных (муниципальных) органов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99 0 00 71904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198</w:t>
            </w:r>
          </w:p>
        </w:tc>
      </w:tr>
      <w:tr w:rsidR="00CD0A52" w:rsidRPr="00CD0A52" w:rsidTr="00CD0A52">
        <w:trPr>
          <w:trHeight w:val="97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99 0 00 71904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92</w:t>
            </w:r>
          </w:p>
        </w:tc>
      </w:tr>
      <w:tr w:rsidR="00CD0A52" w:rsidRPr="00CD0A52" w:rsidTr="00CD0A52">
        <w:trPr>
          <w:trHeight w:val="98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99 0 00 71904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92</w:t>
            </w:r>
          </w:p>
        </w:tc>
      </w:tr>
      <w:tr w:rsidR="00CD0A52" w:rsidRPr="00CD0A52" w:rsidTr="00CD0A52">
        <w:trPr>
          <w:trHeight w:val="196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Определение перечня должностных лиц, уполномоченных составлять протоколы об административных правонарушениях в соответствии с пунктом "б" части 2 статьи 5.1 Кодекса Тюменской области об административной ответственности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99 0 00 71907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</w:t>
            </w:r>
          </w:p>
        </w:tc>
      </w:tr>
      <w:tr w:rsidR="00CD0A52" w:rsidRPr="00CD0A52" w:rsidTr="00CD0A52">
        <w:trPr>
          <w:trHeight w:val="94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99 0 00 71907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</w:t>
            </w:r>
          </w:p>
        </w:tc>
      </w:tr>
      <w:tr w:rsidR="00CD0A52" w:rsidRPr="00CD0A52" w:rsidTr="00CD0A52">
        <w:trPr>
          <w:trHeight w:val="108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99 0 00 71907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</w:t>
            </w:r>
          </w:p>
        </w:tc>
      </w:tr>
      <w:tr w:rsidR="00CD0A52" w:rsidRPr="00CD0A52" w:rsidTr="00CD0A52">
        <w:trPr>
          <w:trHeight w:val="139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126</w:t>
            </w:r>
          </w:p>
        </w:tc>
      </w:tr>
      <w:tr w:rsidR="00CD0A52" w:rsidRPr="00CD0A52" w:rsidTr="00CD0A52">
        <w:trPr>
          <w:trHeight w:val="6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Обеспечение деятельности органов местного самоуправления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126</w:t>
            </w:r>
          </w:p>
        </w:tc>
      </w:tr>
      <w:tr w:rsidR="00CD0A52" w:rsidRPr="00CD0A52" w:rsidTr="00CD0A52">
        <w:trPr>
          <w:trHeight w:val="102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126</w:t>
            </w:r>
          </w:p>
        </w:tc>
      </w:tr>
      <w:tr w:rsidR="00CD0A52" w:rsidRPr="00CD0A52" w:rsidTr="00CD0A52">
        <w:trPr>
          <w:trHeight w:val="104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126</w:t>
            </w:r>
          </w:p>
        </w:tc>
      </w:tr>
      <w:tr w:rsidR="00CD0A52" w:rsidRPr="00CD0A52" w:rsidTr="00CD0A52">
        <w:trPr>
          <w:trHeight w:val="62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 Обеспечение проведения выборов и референдумов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90</w:t>
            </w:r>
          </w:p>
        </w:tc>
      </w:tr>
      <w:tr w:rsidR="00CD0A52" w:rsidRPr="00CD0A52" w:rsidTr="00CD0A52">
        <w:trPr>
          <w:trHeight w:val="67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Иные межбюджетные трансферты бюджетам бюджетной системы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90</w:t>
            </w:r>
          </w:p>
        </w:tc>
      </w:tr>
      <w:tr w:rsidR="00CD0A52" w:rsidRPr="00CD0A52" w:rsidTr="00CD0A52">
        <w:trPr>
          <w:trHeight w:val="33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Межбюджетные трансферты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90</w:t>
            </w:r>
          </w:p>
        </w:tc>
      </w:tr>
      <w:tr w:rsidR="00CD0A52" w:rsidRPr="00CD0A52" w:rsidTr="00CD0A52">
        <w:trPr>
          <w:trHeight w:val="36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межбюджетные трансферты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90</w:t>
            </w:r>
          </w:p>
        </w:tc>
      </w:tr>
      <w:tr w:rsidR="00CD0A52" w:rsidRPr="00CD0A52" w:rsidTr="00CD0A52">
        <w:trPr>
          <w:trHeight w:val="36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Резервные фонды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872</w:t>
            </w:r>
          </w:p>
        </w:tc>
      </w:tr>
      <w:tr w:rsidR="00CD0A52" w:rsidRPr="00CD0A52" w:rsidTr="00CD0A52">
        <w:trPr>
          <w:trHeight w:val="36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Резервный фонд местной администрации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872</w:t>
            </w:r>
          </w:p>
        </w:tc>
      </w:tr>
      <w:tr w:rsidR="00CD0A52" w:rsidRPr="00CD0A52" w:rsidTr="00CD0A52">
        <w:trPr>
          <w:trHeight w:val="36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бюджетные ассигнования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872</w:t>
            </w:r>
          </w:p>
        </w:tc>
      </w:tr>
      <w:tr w:rsidR="00CD0A52" w:rsidRPr="00CD0A52" w:rsidTr="00CD0A52">
        <w:trPr>
          <w:trHeight w:val="36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Резервные средства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870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872</w:t>
            </w:r>
          </w:p>
        </w:tc>
      </w:tr>
      <w:tr w:rsidR="00CD0A52" w:rsidRPr="00CD0A52" w:rsidTr="00CD0A52">
        <w:trPr>
          <w:trHeight w:val="42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Другие общегосударственные вопросы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23 836</w:t>
            </w:r>
          </w:p>
        </w:tc>
      </w:tr>
      <w:tr w:rsidR="00CD0A52" w:rsidRPr="00CD0A52" w:rsidTr="00CD0A52">
        <w:trPr>
          <w:trHeight w:val="10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Муниципальная программа "Основные направления развития предпринимательства и торговли в Упоровском муниципальном районе"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706</w:t>
            </w:r>
          </w:p>
        </w:tc>
      </w:tr>
      <w:tr w:rsidR="00CD0A52" w:rsidRPr="00CD0A52" w:rsidTr="00CD0A52">
        <w:trPr>
          <w:trHeight w:val="10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"Совершенствование нормативно-правовой базы, регулирующей торговую деятельность"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</w:t>
            </w:r>
          </w:p>
        </w:tc>
      </w:tr>
      <w:tr w:rsidR="00CD0A52" w:rsidRPr="00CD0A52" w:rsidTr="00CD0A52">
        <w:trPr>
          <w:trHeight w:val="45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Формирование торгового реестра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12 0 01 71914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</w:t>
            </w:r>
          </w:p>
        </w:tc>
      </w:tr>
      <w:tr w:rsidR="00CD0A52" w:rsidRPr="00CD0A52" w:rsidTr="00CD0A52">
        <w:trPr>
          <w:trHeight w:val="100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12 0 01 71914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</w:t>
            </w:r>
          </w:p>
        </w:tc>
      </w:tr>
      <w:tr w:rsidR="00CD0A52" w:rsidRPr="00CD0A52" w:rsidTr="00CD0A52">
        <w:trPr>
          <w:trHeight w:val="98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12 0 01 71914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</w:t>
            </w:r>
          </w:p>
        </w:tc>
      </w:tr>
      <w:tr w:rsidR="00CD0A52" w:rsidRPr="00CD0A52" w:rsidTr="00CD0A52">
        <w:trPr>
          <w:trHeight w:val="98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"Создание благоприятных условий для развития субъектов малого и среднего предпринимательства"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686</w:t>
            </w:r>
          </w:p>
        </w:tc>
      </w:tr>
      <w:tr w:rsidR="00CD0A52" w:rsidRPr="00CD0A52" w:rsidTr="00CD0A52">
        <w:trPr>
          <w:trHeight w:val="127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Приведение в нормативное состояние объектов, передаваемых в пользование субъектам малого бизнеса и предпринимательства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12 0 03 70335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686</w:t>
            </w:r>
          </w:p>
        </w:tc>
      </w:tr>
      <w:tr w:rsidR="00CD0A52" w:rsidRPr="00CD0A52" w:rsidTr="00CD0A52">
        <w:trPr>
          <w:trHeight w:val="98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12 0 03 70335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686</w:t>
            </w:r>
          </w:p>
        </w:tc>
      </w:tr>
      <w:tr w:rsidR="00CD0A52" w:rsidRPr="00CD0A52" w:rsidTr="00CD0A52">
        <w:trPr>
          <w:trHeight w:val="98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12 0 03 70335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686</w:t>
            </w:r>
          </w:p>
        </w:tc>
      </w:tr>
      <w:tr w:rsidR="00CD0A52" w:rsidRPr="00CD0A52" w:rsidTr="00CD0A52">
        <w:trPr>
          <w:trHeight w:val="9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Муниципальная программа "Устойчивое развитие сельских территорий Упоровского района Тюменской области"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22 0 00 00000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290</w:t>
            </w:r>
          </w:p>
        </w:tc>
      </w:tr>
      <w:tr w:rsidR="00CD0A52" w:rsidRPr="00CD0A52" w:rsidTr="00CD0A52">
        <w:trPr>
          <w:trHeight w:val="104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"Улучшение условий жизнедеятельности на сельских территориях Упоровского района"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22 0 01 00000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290</w:t>
            </w:r>
          </w:p>
        </w:tc>
      </w:tr>
      <w:tr w:rsidR="00CD0A52" w:rsidRPr="00CD0A52" w:rsidTr="00CD0A52">
        <w:trPr>
          <w:trHeight w:val="106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Исполнение управленческих функций по социальной поддержке отдельных категорий граждан по обеспечению жильем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22 0 01 19120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290</w:t>
            </w:r>
          </w:p>
        </w:tc>
      </w:tr>
      <w:tr w:rsidR="00CD0A52" w:rsidRPr="00CD0A52" w:rsidTr="00CD0A52">
        <w:trPr>
          <w:trHeight w:val="190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22 0 01 19120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198</w:t>
            </w:r>
          </w:p>
        </w:tc>
      </w:tr>
      <w:tr w:rsidR="00CD0A52" w:rsidRPr="00CD0A52" w:rsidTr="00CD0A52">
        <w:trPr>
          <w:trHeight w:val="69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государственных (муниципальных) органов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22 0 01 19120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198</w:t>
            </w:r>
          </w:p>
        </w:tc>
      </w:tr>
      <w:tr w:rsidR="00CD0A52" w:rsidRPr="00CD0A52" w:rsidTr="00CD0A52">
        <w:trPr>
          <w:trHeight w:val="97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22 0 01 19120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92</w:t>
            </w:r>
          </w:p>
        </w:tc>
      </w:tr>
      <w:tr w:rsidR="00CD0A52" w:rsidRPr="00CD0A52" w:rsidTr="00CD0A52">
        <w:trPr>
          <w:trHeight w:val="111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22 0 01 19120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92</w:t>
            </w:r>
          </w:p>
        </w:tc>
      </w:tr>
      <w:tr w:rsidR="00CD0A52" w:rsidRPr="00CD0A52" w:rsidTr="00CD0A52">
        <w:trPr>
          <w:trHeight w:val="10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Осуществление государственных полномочий по государственной регистрации актов гражданского состояния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99 0 00 19430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949</w:t>
            </w:r>
          </w:p>
        </w:tc>
      </w:tr>
      <w:tr w:rsidR="00CD0A52" w:rsidRPr="00CD0A52" w:rsidTr="00CD0A52">
        <w:trPr>
          <w:trHeight w:val="204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99 0 00 19430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172</w:t>
            </w:r>
          </w:p>
        </w:tc>
      </w:tr>
      <w:tr w:rsidR="00CD0A52" w:rsidRPr="00CD0A52" w:rsidTr="00CD0A52">
        <w:trPr>
          <w:trHeight w:val="6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Расходы на выплаты персоналу государственных (муниципальных) </w:t>
            </w:r>
            <w:r w:rsidRPr="00CD0A52">
              <w:lastRenderedPageBreak/>
              <w:t>органов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99 0 00 19430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172</w:t>
            </w:r>
          </w:p>
        </w:tc>
      </w:tr>
      <w:tr w:rsidR="00CD0A52" w:rsidRPr="00CD0A52" w:rsidTr="00CD0A52">
        <w:trPr>
          <w:trHeight w:val="9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99 0 00 19430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777</w:t>
            </w:r>
          </w:p>
        </w:tc>
      </w:tr>
      <w:tr w:rsidR="00CD0A52" w:rsidRPr="00CD0A52" w:rsidTr="00CD0A52">
        <w:trPr>
          <w:trHeight w:val="105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99 0 00 19430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777</w:t>
            </w:r>
          </w:p>
        </w:tc>
      </w:tr>
      <w:tr w:rsidR="00CD0A52" w:rsidRPr="00CD0A52" w:rsidTr="00CD0A52">
        <w:trPr>
          <w:trHeight w:val="248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Осуществление переданных органам государственной власти субъектов Российской Федерации, в соответствии с пунктом 1 статьи 4 Федерального закона от 15 ноября 1997 года № 143-ФЗ "Об актах гражданского состояния",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99 0 00 59300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1 252</w:t>
            </w:r>
          </w:p>
        </w:tc>
      </w:tr>
      <w:tr w:rsidR="00CD0A52" w:rsidRPr="00CD0A52" w:rsidTr="00CD0A52">
        <w:trPr>
          <w:trHeight w:val="192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99 0 00 59300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1 252</w:t>
            </w:r>
          </w:p>
        </w:tc>
      </w:tr>
      <w:tr w:rsidR="00CD0A52" w:rsidRPr="00CD0A52" w:rsidTr="00CD0A52">
        <w:trPr>
          <w:trHeight w:val="70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государственных (муниципальных) органов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99 0 00 59300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1 252</w:t>
            </w:r>
          </w:p>
        </w:tc>
      </w:tr>
      <w:tr w:rsidR="00CD0A52" w:rsidRPr="00CD0A52" w:rsidTr="00CD0A52">
        <w:trPr>
          <w:trHeight w:val="352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Осуществление переданных органам государственной власти субъектов Российской Федерации, в соответствии с пунктом 1 статьи 4 Федерального закона от 15 ноября 1997 года № 143-ФЗ "Об актах гражданского состояния", полномочий Российской Федерации на государственную регистрацию актов гражданского состояния в части перевода в электронную форму книг государственной регистрации актов гражданского состояния (актовых книг)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99 0 00 59310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724</w:t>
            </w:r>
          </w:p>
        </w:tc>
      </w:tr>
      <w:tr w:rsidR="00CD0A52" w:rsidRPr="00CD0A52" w:rsidTr="00CD0A52">
        <w:trPr>
          <w:trHeight w:val="206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99 0 00 59310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724</w:t>
            </w:r>
          </w:p>
        </w:tc>
      </w:tr>
      <w:tr w:rsidR="00CD0A52" w:rsidRPr="00CD0A52" w:rsidTr="00CD0A52">
        <w:trPr>
          <w:trHeight w:val="6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государственных (муниципальных) органов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99 0 00 59310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724</w:t>
            </w:r>
          </w:p>
        </w:tc>
      </w:tr>
      <w:tr w:rsidR="00CD0A52" w:rsidRPr="00CD0A52" w:rsidTr="00CD0A52">
        <w:trPr>
          <w:trHeight w:val="70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Организация и проведение организационных и юбилейных мероприятий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460</w:t>
            </w:r>
          </w:p>
        </w:tc>
      </w:tr>
      <w:tr w:rsidR="00CD0A52" w:rsidRPr="00CD0A52" w:rsidTr="00CD0A52">
        <w:trPr>
          <w:trHeight w:val="96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460</w:t>
            </w:r>
          </w:p>
        </w:tc>
      </w:tr>
      <w:tr w:rsidR="00CD0A52" w:rsidRPr="00CD0A52" w:rsidTr="00CD0A52">
        <w:trPr>
          <w:trHeight w:val="9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460</w:t>
            </w:r>
          </w:p>
        </w:tc>
      </w:tr>
      <w:tr w:rsidR="00CD0A52" w:rsidRPr="00CD0A52" w:rsidTr="00CD0A52">
        <w:trPr>
          <w:trHeight w:val="70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Членские взносы в совет муниципальных образований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104</w:t>
            </w:r>
          </w:p>
        </w:tc>
      </w:tr>
      <w:tr w:rsidR="00CD0A52" w:rsidRPr="00CD0A52" w:rsidTr="00CD0A52">
        <w:trPr>
          <w:trHeight w:val="36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бюджетные ассигнования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104</w:t>
            </w:r>
          </w:p>
        </w:tc>
      </w:tr>
      <w:tr w:rsidR="00CD0A52" w:rsidRPr="00CD0A52" w:rsidTr="00CD0A52">
        <w:trPr>
          <w:trHeight w:val="44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Уплата налогов, сборов и иных платежей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104</w:t>
            </w:r>
          </w:p>
        </w:tc>
      </w:tr>
      <w:tr w:rsidR="00CD0A52" w:rsidRPr="00CD0A52" w:rsidTr="00CD0A52">
        <w:trPr>
          <w:trHeight w:val="38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Информационные услуги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1 569</w:t>
            </w:r>
          </w:p>
        </w:tc>
      </w:tr>
      <w:tr w:rsidR="00CD0A52" w:rsidRPr="00CD0A52" w:rsidTr="00CD0A52">
        <w:trPr>
          <w:trHeight w:val="96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1 569</w:t>
            </w:r>
          </w:p>
        </w:tc>
      </w:tr>
      <w:tr w:rsidR="00CD0A52" w:rsidRPr="00CD0A52" w:rsidTr="00CD0A52">
        <w:trPr>
          <w:trHeight w:val="10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1 569</w:t>
            </w:r>
          </w:p>
        </w:tc>
      </w:tr>
      <w:tr w:rsidR="00CD0A52" w:rsidRPr="00CD0A52" w:rsidTr="00CD0A52">
        <w:trPr>
          <w:trHeight w:val="100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445</w:t>
            </w:r>
          </w:p>
        </w:tc>
      </w:tr>
      <w:tr w:rsidR="00CD0A52" w:rsidRPr="00CD0A52" w:rsidTr="00CD0A52">
        <w:trPr>
          <w:trHeight w:val="105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445</w:t>
            </w:r>
          </w:p>
        </w:tc>
      </w:tr>
      <w:tr w:rsidR="00CD0A52" w:rsidRPr="00CD0A52" w:rsidTr="00CD0A52">
        <w:trPr>
          <w:trHeight w:val="100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445</w:t>
            </w:r>
          </w:p>
        </w:tc>
      </w:tr>
      <w:tr w:rsidR="00CD0A52" w:rsidRPr="00CD0A52" w:rsidTr="00CD0A52">
        <w:trPr>
          <w:trHeight w:val="78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Выполнение других обязательств органа местного самоуправления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13 607</w:t>
            </w:r>
          </w:p>
        </w:tc>
      </w:tr>
      <w:tr w:rsidR="00CD0A52" w:rsidRPr="00CD0A52" w:rsidTr="00CD0A52">
        <w:trPr>
          <w:trHeight w:val="190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6 952</w:t>
            </w:r>
          </w:p>
        </w:tc>
      </w:tr>
      <w:tr w:rsidR="00CD0A52" w:rsidRPr="00CD0A52" w:rsidTr="00CD0A52">
        <w:trPr>
          <w:trHeight w:val="68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государственных (муниципальных) органов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6 952</w:t>
            </w:r>
          </w:p>
        </w:tc>
      </w:tr>
      <w:tr w:rsidR="00CD0A52" w:rsidRPr="00CD0A52" w:rsidTr="00CD0A52">
        <w:trPr>
          <w:trHeight w:val="90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6 113</w:t>
            </w:r>
          </w:p>
        </w:tc>
      </w:tr>
      <w:tr w:rsidR="00CD0A52" w:rsidRPr="00CD0A52" w:rsidTr="00CD0A52">
        <w:trPr>
          <w:trHeight w:val="106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6 113</w:t>
            </w:r>
          </w:p>
        </w:tc>
      </w:tr>
      <w:tr w:rsidR="00CD0A52" w:rsidRPr="00CD0A52" w:rsidTr="00CD0A52">
        <w:trPr>
          <w:trHeight w:val="3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бюджетные ассигнования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542</w:t>
            </w:r>
          </w:p>
        </w:tc>
      </w:tr>
      <w:tr w:rsidR="00CD0A52" w:rsidRPr="00CD0A52" w:rsidTr="00CD0A52">
        <w:trPr>
          <w:trHeight w:val="3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Исполнение судебных актов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830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502</w:t>
            </w:r>
          </w:p>
        </w:tc>
      </w:tr>
      <w:tr w:rsidR="00CD0A52" w:rsidRPr="00CD0A52" w:rsidTr="00CD0A52">
        <w:trPr>
          <w:trHeight w:val="3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Уплата налогов, сборов и иных платежей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40</w:t>
            </w:r>
          </w:p>
        </w:tc>
      </w:tr>
      <w:tr w:rsidR="00CD0A52" w:rsidRPr="00CD0A52" w:rsidTr="00CD0A52">
        <w:trPr>
          <w:trHeight w:val="6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Иные межбюджетные трансферты бюджетам бюджетной системы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3 102</w:t>
            </w:r>
          </w:p>
        </w:tc>
      </w:tr>
      <w:tr w:rsidR="00CD0A52" w:rsidRPr="00CD0A52" w:rsidTr="00CD0A52">
        <w:trPr>
          <w:trHeight w:val="3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Межбюджетные трансферты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3 102</w:t>
            </w:r>
          </w:p>
        </w:tc>
      </w:tr>
      <w:tr w:rsidR="00CD0A52" w:rsidRPr="00CD0A52" w:rsidTr="00CD0A52">
        <w:trPr>
          <w:trHeight w:val="3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межбюджетные трансферты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3 102</w:t>
            </w:r>
          </w:p>
        </w:tc>
      </w:tr>
      <w:tr w:rsidR="00CD0A52" w:rsidRPr="00CD0A52" w:rsidTr="00CD0A52">
        <w:trPr>
          <w:trHeight w:val="68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Капитальный ремонт и ремонт объектов, находящихся в муниципальной собственности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628</w:t>
            </w:r>
          </w:p>
        </w:tc>
      </w:tr>
      <w:tr w:rsidR="00CD0A52" w:rsidRPr="00CD0A52" w:rsidTr="00CD0A52">
        <w:trPr>
          <w:trHeight w:val="106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628</w:t>
            </w:r>
          </w:p>
        </w:tc>
      </w:tr>
      <w:tr w:rsidR="00CD0A52" w:rsidRPr="00CD0A52" w:rsidTr="00CD0A52">
        <w:trPr>
          <w:trHeight w:val="100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628</w:t>
            </w:r>
          </w:p>
        </w:tc>
      </w:tr>
      <w:tr w:rsidR="00CD0A52" w:rsidRPr="00CD0A52" w:rsidTr="00CD0A52">
        <w:trPr>
          <w:trHeight w:val="3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Национальная оборона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1 737</w:t>
            </w:r>
          </w:p>
        </w:tc>
      </w:tr>
      <w:tr w:rsidR="00CD0A52" w:rsidRPr="00CD0A52" w:rsidTr="00CD0A52">
        <w:trPr>
          <w:trHeight w:val="68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Мобилизационная и вневойсковая подготовка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1 737</w:t>
            </w:r>
          </w:p>
        </w:tc>
      </w:tr>
      <w:tr w:rsidR="00CD0A52" w:rsidRPr="00CD0A52" w:rsidTr="00CD0A52">
        <w:trPr>
          <w:trHeight w:val="96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99 0 00 51180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1 737</w:t>
            </w:r>
          </w:p>
        </w:tc>
      </w:tr>
      <w:tr w:rsidR="00CD0A52" w:rsidRPr="00CD0A52" w:rsidTr="00CD0A52">
        <w:trPr>
          <w:trHeight w:val="42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Межбюджетные трансферты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99 0 00 51180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1 737</w:t>
            </w:r>
          </w:p>
        </w:tc>
      </w:tr>
      <w:tr w:rsidR="00CD0A52" w:rsidRPr="00CD0A52" w:rsidTr="00CD0A52">
        <w:trPr>
          <w:trHeight w:val="38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Субвенции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99 0 00 51180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530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1 737</w:t>
            </w:r>
          </w:p>
        </w:tc>
      </w:tr>
      <w:tr w:rsidR="00CD0A52" w:rsidRPr="00CD0A52" w:rsidTr="00CD0A52">
        <w:trPr>
          <w:trHeight w:val="74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НАЦИОНАЛЬНАЯ БЕЗОПАСНОСТЬ И ПРАВООХРАНИТЕЛЬНАЯ ДЕЯТЕЛЬНОСТЬ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8 559</w:t>
            </w:r>
          </w:p>
        </w:tc>
      </w:tr>
      <w:tr w:rsidR="00CD0A52" w:rsidRPr="00CD0A52" w:rsidTr="00CD0A52">
        <w:trPr>
          <w:trHeight w:val="140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6 961</w:t>
            </w:r>
          </w:p>
        </w:tc>
      </w:tr>
      <w:tr w:rsidR="00CD0A52" w:rsidRPr="00CD0A52" w:rsidTr="00CD0A52">
        <w:trPr>
          <w:trHeight w:val="171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Муниципальная программа "Защита населения и территории Упоровского муниципального района от чрезвычайных ситуаций природного и техногенного характера, проведение мероприятий по гражданской обороне"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19 0 00 00000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537</w:t>
            </w:r>
          </w:p>
        </w:tc>
      </w:tr>
      <w:tr w:rsidR="00CD0A52" w:rsidRPr="00CD0A52" w:rsidTr="00CD0A52">
        <w:trPr>
          <w:trHeight w:val="168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"Повышение уровня защиты населения и территории района от опасностей военного времени и от угроз, возникающих при чрезвычайных ситуациях природного и техногенного характера"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19 0 01 00000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537</w:t>
            </w:r>
          </w:p>
        </w:tc>
      </w:tr>
      <w:tr w:rsidR="00CD0A52" w:rsidRPr="00CD0A52" w:rsidTr="00CD0A52">
        <w:trPr>
          <w:trHeight w:val="139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19 0 01 70180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482</w:t>
            </w:r>
          </w:p>
        </w:tc>
      </w:tr>
      <w:tr w:rsidR="00CD0A52" w:rsidRPr="00CD0A52" w:rsidTr="00CD0A52">
        <w:trPr>
          <w:trHeight w:val="105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19 0 01 70180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482</w:t>
            </w:r>
          </w:p>
        </w:tc>
      </w:tr>
      <w:tr w:rsidR="00CD0A52" w:rsidRPr="00CD0A52" w:rsidTr="00CD0A52">
        <w:trPr>
          <w:trHeight w:val="10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19 0 01 70180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482</w:t>
            </w:r>
          </w:p>
        </w:tc>
      </w:tr>
      <w:tr w:rsidR="00CD0A52" w:rsidRPr="00CD0A52" w:rsidTr="00CD0A52">
        <w:trPr>
          <w:trHeight w:val="9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Организация мероприятий по обеспечению безопасности людей на водных объектах, охране их жизни и здоровья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19 0 01 70190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55</w:t>
            </w:r>
          </w:p>
        </w:tc>
      </w:tr>
      <w:tr w:rsidR="00CD0A52" w:rsidRPr="00CD0A52" w:rsidTr="00CD0A52">
        <w:trPr>
          <w:trHeight w:val="36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Межбюджетные трансферты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19 0 01 70190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55</w:t>
            </w:r>
          </w:p>
        </w:tc>
      </w:tr>
      <w:tr w:rsidR="00CD0A52" w:rsidRPr="00CD0A52" w:rsidTr="00CD0A52">
        <w:trPr>
          <w:trHeight w:val="45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межбюджетные трансферты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19 0 01 70190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55</w:t>
            </w:r>
          </w:p>
        </w:tc>
      </w:tr>
      <w:tr w:rsidR="00CD0A52" w:rsidRPr="00CD0A52" w:rsidTr="00CD0A52">
        <w:trPr>
          <w:trHeight w:val="123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Приведение в нормативное состояние и оформление в муниципальную собственность скотомогильников, находящихся в ведении муниципальных образований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99 0 00 19610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1 310</w:t>
            </w:r>
          </w:p>
        </w:tc>
      </w:tr>
      <w:tr w:rsidR="00CD0A52" w:rsidRPr="00CD0A52" w:rsidTr="00CD0A52">
        <w:trPr>
          <w:trHeight w:val="10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99 0 00 19610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1 310</w:t>
            </w:r>
          </w:p>
        </w:tc>
      </w:tr>
      <w:tr w:rsidR="00CD0A52" w:rsidRPr="00CD0A52" w:rsidTr="00CD0A52">
        <w:trPr>
          <w:trHeight w:val="104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99 0 00 19610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1 310</w:t>
            </w:r>
          </w:p>
        </w:tc>
      </w:tr>
      <w:tr w:rsidR="00CD0A52" w:rsidRPr="00CD0A52" w:rsidTr="00CD0A52">
        <w:trPr>
          <w:trHeight w:val="6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межбюджетные трансферты на содержание скотомогильников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755</w:t>
            </w:r>
          </w:p>
        </w:tc>
      </w:tr>
      <w:tr w:rsidR="00CD0A52" w:rsidRPr="00CD0A52" w:rsidTr="00CD0A52">
        <w:trPr>
          <w:trHeight w:val="38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Межбюджетные трансферты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755</w:t>
            </w:r>
          </w:p>
        </w:tc>
      </w:tr>
      <w:tr w:rsidR="00CD0A52" w:rsidRPr="00CD0A52" w:rsidTr="00CD0A52">
        <w:trPr>
          <w:trHeight w:val="45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межбюджетные трансферты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755</w:t>
            </w:r>
          </w:p>
        </w:tc>
      </w:tr>
      <w:tr w:rsidR="00CD0A52" w:rsidRPr="00CD0A52" w:rsidTr="00CD0A52">
        <w:trPr>
          <w:trHeight w:val="76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Содержание единой дежурно - диспетчерской службы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4 046</w:t>
            </w:r>
          </w:p>
        </w:tc>
      </w:tr>
      <w:tr w:rsidR="00CD0A52" w:rsidRPr="00CD0A52" w:rsidTr="00CD0A52">
        <w:trPr>
          <w:trHeight w:val="207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3 865</w:t>
            </w:r>
          </w:p>
        </w:tc>
      </w:tr>
      <w:tr w:rsidR="00CD0A52" w:rsidRPr="00CD0A52" w:rsidTr="00CD0A52">
        <w:trPr>
          <w:trHeight w:val="70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государственных (муниципальных) органов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3 865</w:t>
            </w:r>
          </w:p>
        </w:tc>
      </w:tr>
      <w:tr w:rsidR="00CD0A52" w:rsidRPr="00CD0A52" w:rsidTr="00CD0A52">
        <w:trPr>
          <w:trHeight w:val="108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181</w:t>
            </w:r>
          </w:p>
        </w:tc>
      </w:tr>
      <w:tr w:rsidR="00CD0A52" w:rsidRPr="00CD0A52" w:rsidTr="00CD0A52">
        <w:trPr>
          <w:trHeight w:val="104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181</w:t>
            </w:r>
          </w:p>
        </w:tc>
      </w:tr>
      <w:tr w:rsidR="00CD0A52" w:rsidRPr="00CD0A52" w:rsidTr="00CD0A52">
        <w:trPr>
          <w:trHeight w:val="58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Обустройство и приведение в нормативное состояние  скотомогильников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65</w:t>
            </w:r>
          </w:p>
        </w:tc>
      </w:tr>
      <w:tr w:rsidR="00CD0A52" w:rsidRPr="00CD0A52" w:rsidTr="00CD0A52">
        <w:trPr>
          <w:trHeight w:val="104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65</w:t>
            </w:r>
          </w:p>
        </w:tc>
      </w:tr>
      <w:tr w:rsidR="00CD0A52" w:rsidRPr="00CD0A52" w:rsidTr="00CD0A52">
        <w:trPr>
          <w:trHeight w:val="104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65</w:t>
            </w:r>
          </w:p>
        </w:tc>
      </w:tr>
      <w:tr w:rsidR="00CD0A52" w:rsidRPr="00CD0A52" w:rsidTr="00CD0A52">
        <w:trPr>
          <w:trHeight w:val="60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Иные межбюджетные трансферты бюджетам бюджетной системы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248</w:t>
            </w:r>
          </w:p>
        </w:tc>
      </w:tr>
      <w:tr w:rsidR="00CD0A52" w:rsidRPr="00CD0A52" w:rsidTr="00CD0A52">
        <w:trPr>
          <w:trHeight w:val="32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Межбюджетные трансферты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248</w:t>
            </w:r>
          </w:p>
        </w:tc>
      </w:tr>
      <w:tr w:rsidR="00CD0A52" w:rsidRPr="00CD0A52" w:rsidTr="00CD0A52">
        <w:trPr>
          <w:trHeight w:val="30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межбюджетные трансферты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248</w:t>
            </w:r>
          </w:p>
        </w:tc>
      </w:tr>
      <w:tr w:rsidR="00CD0A52" w:rsidRPr="00CD0A52" w:rsidTr="00CD0A52">
        <w:trPr>
          <w:trHeight w:val="37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 Обеспечение пожарной безопасности 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1 202</w:t>
            </w:r>
          </w:p>
        </w:tc>
      </w:tr>
      <w:tr w:rsidR="00CD0A52" w:rsidRPr="00CD0A52" w:rsidTr="00CD0A52">
        <w:trPr>
          <w:trHeight w:val="9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Обустройство и поддержание в нормативном состоянии муниципальных объектов, обеспечивающих пожарную безопасность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1 202</w:t>
            </w:r>
          </w:p>
        </w:tc>
      </w:tr>
      <w:tr w:rsidR="00CD0A52" w:rsidRPr="00CD0A52" w:rsidTr="00CD0A52">
        <w:trPr>
          <w:trHeight w:val="109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1 202</w:t>
            </w:r>
          </w:p>
        </w:tc>
      </w:tr>
      <w:tr w:rsidR="00CD0A52" w:rsidRPr="00CD0A52" w:rsidTr="00CD0A52">
        <w:trPr>
          <w:trHeight w:val="102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1 202</w:t>
            </w:r>
          </w:p>
        </w:tc>
      </w:tr>
      <w:tr w:rsidR="00CD0A52" w:rsidRPr="00CD0A52" w:rsidTr="00CD0A52">
        <w:trPr>
          <w:trHeight w:val="49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Миграционная политика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64</w:t>
            </w:r>
          </w:p>
        </w:tc>
      </w:tr>
      <w:tr w:rsidR="00CD0A52" w:rsidRPr="00CD0A52" w:rsidTr="00CD0A52">
        <w:trPr>
          <w:trHeight w:val="97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Участие в осуществлении государственной политики в отношении соотечественников, проживающих за рубежом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99 0 00 19170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64</w:t>
            </w:r>
          </w:p>
        </w:tc>
      </w:tr>
      <w:tr w:rsidR="00CD0A52" w:rsidRPr="00CD0A52" w:rsidTr="00CD0A52">
        <w:trPr>
          <w:trHeight w:val="100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99 0 00 19170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64</w:t>
            </w:r>
          </w:p>
        </w:tc>
      </w:tr>
      <w:tr w:rsidR="00CD0A52" w:rsidRPr="00CD0A52" w:rsidTr="00CD0A52">
        <w:trPr>
          <w:trHeight w:val="10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99 0 00 19170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64</w:t>
            </w:r>
          </w:p>
        </w:tc>
      </w:tr>
      <w:tr w:rsidR="00CD0A52" w:rsidRPr="00CD0A52" w:rsidTr="00CD0A52">
        <w:trPr>
          <w:trHeight w:val="10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332</w:t>
            </w:r>
          </w:p>
        </w:tc>
      </w:tr>
      <w:tr w:rsidR="00CD0A52" w:rsidRPr="00CD0A52" w:rsidTr="00CD0A52">
        <w:trPr>
          <w:trHeight w:val="128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Участие товариществ собственников жилья, кондоминиумов, домовых комитетов в проведении мероприятий по предупреждению правонарушений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</w:tr>
      <w:tr w:rsidR="00CD0A52" w:rsidRPr="00CD0A52" w:rsidTr="00CD0A52">
        <w:trPr>
          <w:trHeight w:val="3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Межбюджетные трансферты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</w:tr>
      <w:tr w:rsidR="00CD0A52" w:rsidRPr="00CD0A52" w:rsidTr="00CD0A52">
        <w:trPr>
          <w:trHeight w:val="38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межбюджетные трансферты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</w:tr>
      <w:tr w:rsidR="00CD0A52" w:rsidRPr="00CD0A52" w:rsidTr="00CD0A52">
        <w:trPr>
          <w:trHeight w:val="10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132</w:t>
            </w:r>
          </w:p>
        </w:tc>
      </w:tr>
      <w:tr w:rsidR="00CD0A52" w:rsidRPr="00CD0A52" w:rsidTr="00CD0A52">
        <w:trPr>
          <w:trHeight w:val="96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132</w:t>
            </w:r>
          </w:p>
        </w:tc>
      </w:tr>
      <w:tr w:rsidR="00CD0A52" w:rsidRPr="00CD0A52" w:rsidTr="00CD0A52">
        <w:trPr>
          <w:trHeight w:val="93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132</w:t>
            </w:r>
          </w:p>
        </w:tc>
      </w:tr>
      <w:tr w:rsidR="00CD0A52" w:rsidRPr="00CD0A52" w:rsidTr="00CD0A52">
        <w:trPr>
          <w:trHeight w:val="44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НАЦИОНАЛЬНАЯ ЭКОНОМИКА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111 124</w:t>
            </w:r>
          </w:p>
        </w:tc>
      </w:tr>
      <w:tr w:rsidR="00CD0A52" w:rsidRPr="00CD0A52" w:rsidTr="00CD0A52">
        <w:trPr>
          <w:trHeight w:val="44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 Общеэкономические вопросы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418</w:t>
            </w:r>
          </w:p>
        </w:tc>
      </w:tr>
      <w:tr w:rsidR="00CD0A52" w:rsidRPr="00CD0A52" w:rsidTr="00CD0A52">
        <w:trPr>
          <w:trHeight w:val="7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Организация временного трудоустройства несовершеннолетних граждан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129</w:t>
            </w:r>
          </w:p>
        </w:tc>
      </w:tr>
      <w:tr w:rsidR="00CD0A52" w:rsidRPr="00CD0A52" w:rsidTr="00CD0A52">
        <w:trPr>
          <w:trHeight w:val="98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129</w:t>
            </w:r>
          </w:p>
        </w:tc>
      </w:tr>
      <w:tr w:rsidR="00CD0A52" w:rsidRPr="00CD0A52" w:rsidTr="00CD0A52">
        <w:trPr>
          <w:trHeight w:val="44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129</w:t>
            </w:r>
          </w:p>
        </w:tc>
      </w:tr>
      <w:tr w:rsidR="00CD0A52" w:rsidRPr="00CD0A52" w:rsidTr="00CD0A52">
        <w:trPr>
          <w:trHeight w:val="72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Организация общественных и временных рабочих мест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99 0 00 70331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289</w:t>
            </w:r>
          </w:p>
        </w:tc>
      </w:tr>
      <w:tr w:rsidR="00CD0A52" w:rsidRPr="00CD0A52" w:rsidTr="00CD0A52">
        <w:trPr>
          <w:trHeight w:val="96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99 0 00 70331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289</w:t>
            </w:r>
          </w:p>
        </w:tc>
      </w:tr>
      <w:tr w:rsidR="00CD0A52" w:rsidRPr="00CD0A52" w:rsidTr="00CD0A52">
        <w:trPr>
          <w:trHeight w:val="44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99 0 00 70331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289</w:t>
            </w:r>
          </w:p>
        </w:tc>
      </w:tr>
      <w:tr w:rsidR="00CD0A52" w:rsidRPr="00CD0A52" w:rsidTr="00CD0A52">
        <w:trPr>
          <w:trHeight w:val="4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Сельское хозяйство и рыболовство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6 011</w:t>
            </w:r>
          </w:p>
        </w:tc>
      </w:tr>
      <w:tr w:rsidR="00CD0A52" w:rsidRPr="00CD0A52" w:rsidTr="00CD0A52">
        <w:trPr>
          <w:trHeight w:val="10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Муниципальная программа "Основные направления развития предпринимательства и торговли в Упоровском муниципальном районе"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606</w:t>
            </w:r>
          </w:p>
        </w:tc>
      </w:tr>
      <w:tr w:rsidR="00CD0A52" w:rsidRPr="00CD0A52" w:rsidTr="00CD0A52">
        <w:trPr>
          <w:trHeight w:val="96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"Создание благоприятных условий для развития субъектов малого и среднего предпринимательства"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606</w:t>
            </w:r>
          </w:p>
        </w:tc>
      </w:tr>
      <w:tr w:rsidR="00CD0A52" w:rsidRPr="00CD0A52" w:rsidTr="00CD0A52">
        <w:trPr>
          <w:trHeight w:val="100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Мероприятия по поддержке и развитию субъектов малого и среднего предпринимательства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12 0 03 70334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606</w:t>
            </w:r>
          </w:p>
        </w:tc>
      </w:tr>
      <w:tr w:rsidR="00CD0A52" w:rsidRPr="00CD0A52" w:rsidTr="00CD0A52">
        <w:trPr>
          <w:trHeight w:val="4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бюджетные ассигнования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12 0 03 70334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606</w:t>
            </w:r>
          </w:p>
        </w:tc>
      </w:tr>
      <w:tr w:rsidR="00CD0A52" w:rsidRPr="00CD0A52" w:rsidTr="00CD0A52">
        <w:trPr>
          <w:trHeight w:val="174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12 0 03 70334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606</w:t>
            </w:r>
          </w:p>
        </w:tc>
      </w:tr>
      <w:tr w:rsidR="00CD0A52" w:rsidRPr="00CD0A52" w:rsidTr="00CD0A52">
        <w:trPr>
          <w:trHeight w:val="136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Муниципальная программа "Основные направления развития агропромышленного комплекса Упоровского муниципального района"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18 0 00 00000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4 621</w:t>
            </w:r>
          </w:p>
        </w:tc>
      </w:tr>
      <w:tr w:rsidR="00CD0A52" w:rsidRPr="00CD0A52" w:rsidTr="00CD0A52">
        <w:trPr>
          <w:trHeight w:val="74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Поддержка сельскохозяйственного производства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18 0 00 19190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4 060</w:t>
            </w:r>
          </w:p>
        </w:tc>
      </w:tr>
      <w:tr w:rsidR="00CD0A52" w:rsidRPr="00CD0A52" w:rsidTr="00CD0A52">
        <w:trPr>
          <w:trHeight w:val="18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18 0 00 19190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3 715</w:t>
            </w:r>
          </w:p>
        </w:tc>
      </w:tr>
      <w:tr w:rsidR="00CD0A52" w:rsidRPr="00CD0A52" w:rsidTr="00CD0A52">
        <w:trPr>
          <w:trHeight w:val="67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государственных (муниципальных) органов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18 0 00 19190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3 715</w:t>
            </w:r>
          </w:p>
        </w:tc>
      </w:tr>
      <w:tr w:rsidR="00CD0A52" w:rsidRPr="00CD0A52" w:rsidTr="00CD0A52">
        <w:trPr>
          <w:trHeight w:val="10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18 0 00 19190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345</w:t>
            </w:r>
          </w:p>
        </w:tc>
      </w:tr>
      <w:tr w:rsidR="00CD0A52" w:rsidRPr="00CD0A52" w:rsidTr="00CD0A52">
        <w:trPr>
          <w:trHeight w:val="108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18 0 00 19190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345</w:t>
            </w:r>
          </w:p>
        </w:tc>
      </w:tr>
      <w:tr w:rsidR="00CD0A52" w:rsidRPr="00CD0A52" w:rsidTr="00CD0A52">
        <w:trPr>
          <w:trHeight w:val="66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Мероприятия в области сельскохозяйственного производства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18 0 00 78810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408</w:t>
            </w:r>
          </w:p>
        </w:tc>
      </w:tr>
      <w:tr w:rsidR="00CD0A52" w:rsidRPr="00CD0A52" w:rsidTr="00CD0A52">
        <w:trPr>
          <w:trHeight w:val="108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18 0 00 78810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32</w:t>
            </w:r>
          </w:p>
        </w:tc>
      </w:tr>
      <w:tr w:rsidR="00CD0A52" w:rsidRPr="00CD0A52" w:rsidTr="00CD0A52">
        <w:trPr>
          <w:trHeight w:val="108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18 0 00 78810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32</w:t>
            </w:r>
          </w:p>
        </w:tc>
      </w:tr>
      <w:tr w:rsidR="00CD0A52" w:rsidRPr="00CD0A52" w:rsidTr="00CD0A52">
        <w:trPr>
          <w:trHeight w:val="64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Социальное обеспечение и иные выплаты населению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18 0 00 78810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341</w:t>
            </w:r>
          </w:p>
        </w:tc>
      </w:tr>
      <w:tr w:rsidR="00CD0A52" w:rsidRPr="00CD0A52" w:rsidTr="00CD0A52">
        <w:trPr>
          <w:trHeight w:val="396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Премии и гранты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18 0 00 78810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341</w:t>
            </w:r>
          </w:p>
        </w:tc>
      </w:tr>
      <w:tr w:rsidR="00CD0A52" w:rsidRPr="00CD0A52" w:rsidTr="00CD0A52">
        <w:trPr>
          <w:trHeight w:val="888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18 0 00 78810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35</w:t>
            </w:r>
          </w:p>
        </w:tc>
      </w:tr>
      <w:tr w:rsidR="00CD0A52" w:rsidRPr="00CD0A52" w:rsidTr="00CD0A52">
        <w:trPr>
          <w:trHeight w:val="40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18 0 00 78810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35</w:t>
            </w:r>
          </w:p>
        </w:tc>
      </w:tr>
      <w:tr w:rsidR="00CD0A52" w:rsidRPr="00CD0A52" w:rsidTr="00CD0A52">
        <w:trPr>
          <w:trHeight w:val="108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18 0 00 R5430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153</w:t>
            </w:r>
          </w:p>
        </w:tc>
      </w:tr>
      <w:tr w:rsidR="00CD0A52" w:rsidRPr="00CD0A52" w:rsidTr="00CD0A52">
        <w:trPr>
          <w:trHeight w:val="42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бюджетные ассигнования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18 0 00 R5430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153</w:t>
            </w:r>
          </w:p>
        </w:tc>
      </w:tr>
      <w:tr w:rsidR="00CD0A52" w:rsidRPr="00CD0A52" w:rsidTr="00CD0A52">
        <w:trPr>
          <w:trHeight w:val="156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18 0 00 R5430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153</w:t>
            </w:r>
          </w:p>
        </w:tc>
      </w:tr>
      <w:tr w:rsidR="00CD0A52" w:rsidRPr="00CD0A52" w:rsidTr="00CD0A52">
        <w:trPr>
          <w:trHeight w:val="38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Решение вопросов местного значения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99 0 00 19990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</w:tr>
      <w:tr w:rsidR="00CD0A52" w:rsidRPr="00CD0A52" w:rsidTr="00CD0A52">
        <w:trPr>
          <w:trHeight w:val="40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Межбюджетные трансферты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99 0 00 19990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</w:tr>
      <w:tr w:rsidR="00CD0A52" w:rsidRPr="00CD0A52" w:rsidTr="00CD0A52">
        <w:trPr>
          <w:trHeight w:val="44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межбюджетные трансферты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99 0 00 19990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</w:tr>
      <w:tr w:rsidR="00CD0A52" w:rsidRPr="00CD0A52" w:rsidTr="00CD0A52">
        <w:trPr>
          <w:trHeight w:val="135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Возмещение части процентной ставки по долгосрочным, среднесрочным и краткосрочным кредитам, взятым малыми формами хозяйствования (областной бюджет)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99 0 00 45432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500</w:t>
            </w:r>
          </w:p>
        </w:tc>
      </w:tr>
      <w:tr w:rsidR="00CD0A52" w:rsidRPr="00CD0A52" w:rsidTr="00CD0A52">
        <w:trPr>
          <w:trHeight w:val="34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бюджетные ассигнования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99 0 00 45432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500</w:t>
            </w:r>
          </w:p>
        </w:tc>
      </w:tr>
      <w:tr w:rsidR="00CD0A52" w:rsidRPr="00CD0A52" w:rsidTr="00CD0A52">
        <w:trPr>
          <w:trHeight w:val="157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99 0 00 45432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500</w:t>
            </w:r>
          </w:p>
        </w:tc>
      </w:tr>
      <w:tr w:rsidR="00CD0A52" w:rsidRPr="00CD0A52" w:rsidTr="00CD0A52">
        <w:trPr>
          <w:trHeight w:val="68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Иные межбюджетные трансферты бюджетам бюджетной системы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84</w:t>
            </w:r>
          </w:p>
        </w:tc>
      </w:tr>
      <w:tr w:rsidR="00CD0A52" w:rsidRPr="00CD0A52" w:rsidTr="00CD0A52">
        <w:trPr>
          <w:trHeight w:val="33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Межбюджетные трансферты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84</w:t>
            </w:r>
          </w:p>
        </w:tc>
      </w:tr>
      <w:tr w:rsidR="00CD0A52" w:rsidRPr="00CD0A52" w:rsidTr="00CD0A52">
        <w:trPr>
          <w:trHeight w:val="34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межбюджетные трансферты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84</w:t>
            </w:r>
          </w:p>
        </w:tc>
      </w:tr>
      <w:tr w:rsidR="00CD0A52" w:rsidRPr="00CD0A52" w:rsidTr="00CD0A52">
        <w:trPr>
          <w:trHeight w:val="44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 Водное хозяйство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22 134</w:t>
            </w:r>
          </w:p>
        </w:tc>
      </w:tr>
      <w:tr w:rsidR="00CD0A52" w:rsidRPr="00CD0A52" w:rsidTr="00CD0A52">
        <w:trPr>
          <w:trHeight w:val="58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 Капитальный ремонт гидротехнических сооружений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99 0 00 19620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20 876</w:t>
            </w:r>
          </w:p>
        </w:tc>
      </w:tr>
      <w:tr w:rsidR="00CD0A52" w:rsidRPr="00CD0A52" w:rsidTr="00CD0A52">
        <w:trPr>
          <w:trHeight w:val="90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99 0 00 19620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20 876</w:t>
            </w:r>
          </w:p>
        </w:tc>
      </w:tr>
      <w:tr w:rsidR="00CD0A52" w:rsidRPr="00CD0A52" w:rsidTr="00CD0A52">
        <w:trPr>
          <w:trHeight w:val="108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99 0 00 19620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20 876</w:t>
            </w:r>
          </w:p>
        </w:tc>
      </w:tr>
      <w:tr w:rsidR="00CD0A52" w:rsidRPr="00CD0A52" w:rsidTr="00CD0A52">
        <w:trPr>
          <w:trHeight w:val="121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Мероприятия, направленные на обеспечение безопасности гидротехнических сооружений, расположенных на территории муниципальных образований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99 0 00 19640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835</w:t>
            </w:r>
          </w:p>
        </w:tc>
      </w:tr>
      <w:tr w:rsidR="00CD0A52" w:rsidRPr="00CD0A52" w:rsidTr="00CD0A52">
        <w:trPr>
          <w:trHeight w:val="108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99 0 00 19640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835</w:t>
            </w:r>
          </w:p>
        </w:tc>
      </w:tr>
      <w:tr w:rsidR="00CD0A52" w:rsidRPr="00CD0A52" w:rsidTr="00CD0A52">
        <w:trPr>
          <w:trHeight w:val="108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99 0 00 19640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835</w:t>
            </w:r>
          </w:p>
        </w:tc>
      </w:tr>
      <w:tr w:rsidR="00CD0A52" w:rsidRPr="00CD0A52" w:rsidTr="00CD0A52">
        <w:trPr>
          <w:trHeight w:val="84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Капитальный ремонт и ремонт объектов, находящихся в муниципальной собственности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323</w:t>
            </w:r>
          </w:p>
        </w:tc>
      </w:tr>
      <w:tr w:rsidR="00CD0A52" w:rsidRPr="00CD0A52" w:rsidTr="00CD0A52">
        <w:trPr>
          <w:trHeight w:val="108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323</w:t>
            </w:r>
          </w:p>
        </w:tc>
      </w:tr>
      <w:tr w:rsidR="00CD0A52" w:rsidRPr="00CD0A52" w:rsidTr="00CD0A52">
        <w:trPr>
          <w:trHeight w:val="108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323</w:t>
            </w:r>
          </w:p>
        </w:tc>
      </w:tr>
      <w:tr w:rsidR="00CD0A52" w:rsidRPr="00CD0A52" w:rsidTr="00CD0A52">
        <w:trPr>
          <w:trHeight w:val="153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Мероприятия, направленные на обеспечение безопасности гидротехнических сооружений, расположенных на территории муниципальных образований за счет средств местного бюджета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99 0 00 79640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100</w:t>
            </w:r>
          </w:p>
        </w:tc>
      </w:tr>
      <w:tr w:rsidR="00CD0A52" w:rsidRPr="00CD0A52" w:rsidTr="00CD0A52">
        <w:trPr>
          <w:trHeight w:val="108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99 0 00 79640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100</w:t>
            </w:r>
          </w:p>
        </w:tc>
      </w:tr>
      <w:tr w:rsidR="00CD0A52" w:rsidRPr="00CD0A52" w:rsidTr="00CD0A52">
        <w:trPr>
          <w:trHeight w:val="108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99 0 00 79640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100</w:t>
            </w:r>
          </w:p>
        </w:tc>
      </w:tr>
      <w:tr w:rsidR="00CD0A52" w:rsidRPr="00CD0A52" w:rsidTr="00CD0A52">
        <w:trPr>
          <w:trHeight w:val="42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Транспорт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36 960</w:t>
            </w:r>
          </w:p>
        </w:tc>
      </w:tr>
      <w:tr w:rsidR="00CD0A52" w:rsidRPr="00CD0A52" w:rsidTr="00CD0A52">
        <w:trPr>
          <w:trHeight w:val="147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Муниципальная программа "Основные направления градостроительной политики и жилищного строительства Упоровского муниципального района"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36 960</w:t>
            </w:r>
          </w:p>
        </w:tc>
      </w:tr>
      <w:tr w:rsidR="00CD0A52" w:rsidRPr="00CD0A52" w:rsidTr="00CD0A52">
        <w:trPr>
          <w:trHeight w:val="109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"Удовлетворение потребности населения в качественном обслуживании автомобильным транспортом"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36 960</w:t>
            </w:r>
          </w:p>
        </w:tc>
      </w:tr>
      <w:tr w:rsidR="00CD0A52" w:rsidRPr="00CD0A52" w:rsidTr="00CD0A52">
        <w:trPr>
          <w:trHeight w:val="188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Регулирование тарифов на перевозку пассажиров и багажа автомобильным транспортом в городском (</w:t>
            </w:r>
            <w:proofErr w:type="spellStart"/>
            <w:r w:rsidRPr="00CD0A52">
              <w:t>внутрипоселковом</w:t>
            </w:r>
            <w:proofErr w:type="spellEnd"/>
            <w:r w:rsidRPr="00CD0A52">
              <w:t>) сообщении и в пригородном сообщении до садоводческих товариществ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17 0 01 71920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290</w:t>
            </w:r>
          </w:p>
        </w:tc>
      </w:tr>
      <w:tr w:rsidR="00CD0A52" w:rsidRPr="00CD0A52" w:rsidTr="00CD0A52">
        <w:trPr>
          <w:trHeight w:val="18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17 0 01 71920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280</w:t>
            </w:r>
          </w:p>
        </w:tc>
      </w:tr>
      <w:tr w:rsidR="00CD0A52" w:rsidRPr="00CD0A52" w:rsidTr="00CD0A52">
        <w:trPr>
          <w:trHeight w:val="6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государственных (муниципальных) органов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17 0 01 71920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280</w:t>
            </w:r>
          </w:p>
        </w:tc>
      </w:tr>
      <w:tr w:rsidR="00CD0A52" w:rsidRPr="00CD0A52" w:rsidTr="00CD0A52">
        <w:trPr>
          <w:trHeight w:val="98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17 0 01 71920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</w:tr>
      <w:tr w:rsidR="00CD0A52" w:rsidRPr="00CD0A52" w:rsidTr="00CD0A52">
        <w:trPr>
          <w:trHeight w:val="108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17 0 01 71920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</w:tr>
      <w:tr w:rsidR="00CD0A52" w:rsidRPr="00CD0A52" w:rsidTr="00CD0A52">
        <w:trPr>
          <w:trHeight w:val="112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Выдача разрешений на осуществление деятельности по перевозке пассажиров и багажа легковым такси в Тюменской области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17 0 01 71922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145</w:t>
            </w:r>
          </w:p>
        </w:tc>
      </w:tr>
      <w:tr w:rsidR="00CD0A52" w:rsidRPr="00CD0A52" w:rsidTr="00CD0A52">
        <w:trPr>
          <w:trHeight w:val="194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17 0 01 71922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145</w:t>
            </w:r>
          </w:p>
        </w:tc>
      </w:tr>
      <w:tr w:rsidR="00CD0A52" w:rsidRPr="00CD0A52" w:rsidTr="00CD0A52">
        <w:trPr>
          <w:trHeight w:val="81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государственных (муниципальных) органов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17 0 01 71922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145</w:t>
            </w:r>
          </w:p>
        </w:tc>
      </w:tr>
      <w:tr w:rsidR="00CD0A52" w:rsidRPr="00CD0A52" w:rsidTr="00CD0A52">
        <w:trPr>
          <w:trHeight w:val="98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Мероприятия, направленные на организацию транспортного обслуживания населения района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17 0 01 77760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36 525</w:t>
            </w:r>
          </w:p>
        </w:tc>
      </w:tr>
      <w:tr w:rsidR="00CD0A52" w:rsidRPr="00CD0A52" w:rsidTr="00CD0A52">
        <w:trPr>
          <w:trHeight w:val="112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17 0 01 77760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36 525</w:t>
            </w:r>
          </w:p>
        </w:tc>
      </w:tr>
      <w:tr w:rsidR="00CD0A52" w:rsidRPr="00CD0A52" w:rsidTr="00CD0A52">
        <w:trPr>
          <w:trHeight w:val="10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17 0 01 77760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36 525</w:t>
            </w:r>
          </w:p>
        </w:tc>
      </w:tr>
      <w:tr w:rsidR="00CD0A52" w:rsidRPr="00CD0A52" w:rsidTr="00CD0A52">
        <w:trPr>
          <w:trHeight w:val="49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Дорожное хозяйство (дорожные фонды)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39 212</w:t>
            </w:r>
          </w:p>
        </w:tc>
      </w:tr>
      <w:tr w:rsidR="00CD0A52" w:rsidRPr="00CD0A52" w:rsidTr="00CD0A52">
        <w:trPr>
          <w:trHeight w:val="118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Муниципальная программа "Комплексное развитие транспортной инфраструктуры Упоровского района и сельских поселений"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23 0 00 00000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39 212</w:t>
            </w:r>
          </w:p>
        </w:tc>
      </w:tr>
      <w:tr w:rsidR="00CD0A52" w:rsidRPr="00CD0A52" w:rsidTr="00CD0A52">
        <w:trPr>
          <w:trHeight w:val="176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"Создание современной, развитой и эффективной транспортной инфраструктуры, обеспечивающей ускорение товародвижения и снижения транспортных издержек в экономике"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23 0 01 00000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39 212</w:t>
            </w:r>
          </w:p>
        </w:tc>
      </w:tr>
      <w:tr w:rsidR="00CD0A52" w:rsidRPr="00CD0A52" w:rsidTr="00CD0A52">
        <w:trPr>
          <w:trHeight w:val="87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Мероприятия по содержанию автомобильных дорог местного значения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23 0 01 77770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12 849</w:t>
            </w:r>
          </w:p>
        </w:tc>
      </w:tr>
      <w:tr w:rsidR="00CD0A52" w:rsidRPr="00CD0A52" w:rsidTr="00CD0A52">
        <w:trPr>
          <w:trHeight w:val="105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23 0 01 77770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12 007</w:t>
            </w:r>
          </w:p>
        </w:tc>
      </w:tr>
      <w:tr w:rsidR="00CD0A52" w:rsidRPr="00CD0A52" w:rsidTr="00CD0A52">
        <w:trPr>
          <w:trHeight w:val="110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23 0 01 77770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12 007</w:t>
            </w:r>
          </w:p>
        </w:tc>
      </w:tr>
      <w:tr w:rsidR="00CD0A52" w:rsidRPr="00CD0A52" w:rsidTr="00CD0A52">
        <w:trPr>
          <w:trHeight w:val="49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Межбюджетные трансферты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23 0 01 77770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842</w:t>
            </w:r>
          </w:p>
        </w:tc>
      </w:tr>
      <w:tr w:rsidR="00CD0A52" w:rsidRPr="00CD0A52" w:rsidTr="00CD0A52">
        <w:trPr>
          <w:trHeight w:val="45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межбюджетные трансферты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23 0 01 77770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842</w:t>
            </w:r>
          </w:p>
        </w:tc>
      </w:tr>
      <w:tr w:rsidR="00CD0A52" w:rsidRPr="00CD0A52" w:rsidTr="00CD0A52">
        <w:trPr>
          <w:trHeight w:val="104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 xml:space="preserve">Мероприятия по капитальному ремонту и ремонту автомобильных дорог местного значения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23 0 01 77780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10 758</w:t>
            </w:r>
          </w:p>
        </w:tc>
      </w:tr>
      <w:tr w:rsidR="00CD0A52" w:rsidRPr="00CD0A52" w:rsidTr="00CD0A52">
        <w:trPr>
          <w:trHeight w:val="98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23 0 01 77780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10 758</w:t>
            </w:r>
          </w:p>
        </w:tc>
      </w:tr>
      <w:tr w:rsidR="00CD0A52" w:rsidRPr="00CD0A52" w:rsidTr="00CD0A52">
        <w:trPr>
          <w:trHeight w:val="93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23 0 01 77780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10 758</w:t>
            </w:r>
          </w:p>
        </w:tc>
      </w:tr>
      <w:tr w:rsidR="00CD0A52" w:rsidRPr="00CD0A52" w:rsidTr="00CD0A52">
        <w:trPr>
          <w:trHeight w:val="108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Мероприятия по капитальному ремонту и ремонту автомобильных дорог местного значения за счет средств дорожного фонда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23 0 01 78800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15 605</w:t>
            </w:r>
          </w:p>
        </w:tc>
      </w:tr>
      <w:tr w:rsidR="00CD0A52" w:rsidRPr="00CD0A52" w:rsidTr="00CD0A52">
        <w:trPr>
          <w:trHeight w:val="10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23 0 01 78800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15 605</w:t>
            </w:r>
          </w:p>
        </w:tc>
      </w:tr>
      <w:tr w:rsidR="00CD0A52" w:rsidRPr="00CD0A52" w:rsidTr="00CD0A52">
        <w:trPr>
          <w:trHeight w:val="102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23 0 01 78800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15 605</w:t>
            </w:r>
          </w:p>
        </w:tc>
      </w:tr>
      <w:tr w:rsidR="00CD0A52" w:rsidRPr="00CD0A52" w:rsidTr="00CD0A52">
        <w:trPr>
          <w:trHeight w:val="78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Другие вопросы в области национальной экономики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6 389</w:t>
            </w:r>
          </w:p>
        </w:tc>
      </w:tr>
      <w:tr w:rsidR="00CD0A52" w:rsidRPr="00CD0A52" w:rsidTr="00CD0A52">
        <w:trPr>
          <w:trHeight w:val="112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Муниципальная программа "Основные направления развития предпринимательства и торговли в Упоровском муниципальном районе"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4 705</w:t>
            </w:r>
          </w:p>
        </w:tc>
      </w:tr>
      <w:tr w:rsidR="00CD0A52" w:rsidRPr="00CD0A52" w:rsidTr="00CD0A52">
        <w:trPr>
          <w:trHeight w:val="10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"Повышение экономической и территориальной доступности товаров и услуг для населения района"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489</w:t>
            </w:r>
          </w:p>
        </w:tc>
      </w:tr>
      <w:tr w:rsidR="00CD0A52" w:rsidRPr="00CD0A52" w:rsidTr="00CD0A52">
        <w:trPr>
          <w:trHeight w:val="44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Поддержка труднодоступных территорий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12 0 02 19230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489</w:t>
            </w:r>
          </w:p>
        </w:tc>
      </w:tr>
      <w:tr w:rsidR="00CD0A52" w:rsidRPr="00CD0A52" w:rsidTr="00CD0A52">
        <w:trPr>
          <w:trHeight w:val="42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бюджетные ассигнования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12 0 02 19230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489</w:t>
            </w:r>
          </w:p>
        </w:tc>
      </w:tr>
      <w:tr w:rsidR="00CD0A52" w:rsidRPr="00CD0A52" w:rsidTr="00CD0A52">
        <w:trPr>
          <w:trHeight w:val="169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12 0 02 19230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489</w:t>
            </w:r>
          </w:p>
        </w:tc>
      </w:tr>
      <w:tr w:rsidR="00CD0A52" w:rsidRPr="00CD0A52" w:rsidTr="00CD0A52">
        <w:trPr>
          <w:trHeight w:val="9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"Создание благоприятных условий для развития субъектов малого и среднего предпринимательства"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4 216</w:t>
            </w:r>
          </w:p>
        </w:tc>
      </w:tr>
      <w:tr w:rsidR="00CD0A52" w:rsidRPr="00CD0A52" w:rsidTr="00CD0A52">
        <w:trPr>
          <w:trHeight w:val="9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Мероприятия по поддержке и развитию субъектов малого и среднего предпринимательства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12 0 03 70334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4 216</w:t>
            </w:r>
          </w:p>
        </w:tc>
      </w:tr>
      <w:tr w:rsidR="00CD0A52" w:rsidRPr="00CD0A52" w:rsidTr="00CD0A52">
        <w:trPr>
          <w:trHeight w:val="9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12 0 03 70334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</w:t>
            </w:r>
          </w:p>
        </w:tc>
      </w:tr>
      <w:tr w:rsidR="00CD0A52" w:rsidRPr="00CD0A52" w:rsidTr="00CD0A52">
        <w:trPr>
          <w:trHeight w:val="9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12 0 03 70334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</w:t>
            </w:r>
          </w:p>
        </w:tc>
      </w:tr>
      <w:tr w:rsidR="00CD0A52" w:rsidRPr="00CD0A52" w:rsidTr="00CD0A52">
        <w:trPr>
          <w:trHeight w:val="3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бюджетные ассигнования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12 0 03 70334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4 205</w:t>
            </w:r>
          </w:p>
        </w:tc>
      </w:tr>
      <w:tr w:rsidR="00CD0A52" w:rsidRPr="00CD0A52" w:rsidTr="00CD0A52">
        <w:trPr>
          <w:trHeight w:val="169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12 0 03 70334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4 205</w:t>
            </w:r>
          </w:p>
        </w:tc>
      </w:tr>
      <w:tr w:rsidR="00CD0A52" w:rsidRPr="00CD0A52" w:rsidTr="00CD0A52">
        <w:trPr>
          <w:trHeight w:val="147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Муниципальная программа "Основные направления градостроительной политики и жилищного строительства Упоровского муниципального района"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1 160</w:t>
            </w:r>
          </w:p>
        </w:tc>
      </w:tr>
      <w:tr w:rsidR="00CD0A52" w:rsidRPr="00CD0A52" w:rsidTr="00CD0A52">
        <w:trPr>
          <w:trHeight w:val="19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"Создание условий для устойчивого, безопасного и комплексного развития территорий Упоровского муниципального района в целях обеспечения благоприятной среды для проживания населения"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1 160</w:t>
            </w:r>
          </w:p>
        </w:tc>
      </w:tr>
      <w:tr w:rsidR="00CD0A52" w:rsidRPr="00CD0A52" w:rsidTr="00CD0A52">
        <w:trPr>
          <w:trHeight w:val="6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Ведение информационной системы обеспечения градостроительной деятельности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17 0 03 73380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1 160</w:t>
            </w:r>
          </w:p>
        </w:tc>
      </w:tr>
      <w:tr w:rsidR="00CD0A52" w:rsidRPr="00CD0A52" w:rsidTr="00CD0A52">
        <w:trPr>
          <w:trHeight w:val="98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17 0 03 73380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1 160</w:t>
            </w:r>
          </w:p>
        </w:tc>
      </w:tr>
      <w:tr w:rsidR="00CD0A52" w:rsidRPr="00CD0A52" w:rsidTr="00CD0A52">
        <w:trPr>
          <w:trHeight w:val="10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17 0 03 73380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1 160</w:t>
            </w:r>
          </w:p>
        </w:tc>
      </w:tr>
      <w:tr w:rsidR="00CD0A52" w:rsidRPr="00CD0A52" w:rsidTr="00CD0A52">
        <w:trPr>
          <w:trHeight w:val="40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Мероприятия по землеустройству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524</w:t>
            </w:r>
          </w:p>
        </w:tc>
      </w:tr>
      <w:tr w:rsidR="00CD0A52" w:rsidRPr="00CD0A52" w:rsidTr="00CD0A52">
        <w:trPr>
          <w:trHeight w:val="106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524</w:t>
            </w:r>
          </w:p>
        </w:tc>
      </w:tr>
      <w:tr w:rsidR="00CD0A52" w:rsidRPr="00CD0A52" w:rsidTr="00CD0A52">
        <w:trPr>
          <w:trHeight w:val="108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524</w:t>
            </w:r>
          </w:p>
        </w:tc>
      </w:tr>
      <w:tr w:rsidR="00CD0A52" w:rsidRPr="00CD0A52" w:rsidTr="00CD0A52">
        <w:trPr>
          <w:trHeight w:val="49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ЖИЛИЩНО-КОММУНАЛЬНОЕ ХОЗЯЙСТВО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66 057</w:t>
            </w:r>
          </w:p>
        </w:tc>
      </w:tr>
      <w:tr w:rsidR="00CD0A52" w:rsidRPr="00CD0A52" w:rsidTr="00CD0A52">
        <w:trPr>
          <w:trHeight w:val="49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Жилищное хозяйство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23 232</w:t>
            </w:r>
          </w:p>
        </w:tc>
      </w:tr>
      <w:tr w:rsidR="00CD0A52" w:rsidRPr="00CD0A52" w:rsidTr="00CD0A52">
        <w:trPr>
          <w:trHeight w:val="140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Муниципальная программа "Основные направления градостроительной политики и жилищного строительства Упоровского муниципального района"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20 632</w:t>
            </w:r>
          </w:p>
        </w:tc>
      </w:tr>
      <w:tr w:rsidR="00CD0A52" w:rsidRPr="00CD0A52" w:rsidTr="00CD0A52">
        <w:trPr>
          <w:trHeight w:val="102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Мероприятие "Инженерная подготовка территорий под жилищное строительство, в том числе индивидуальное"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17 0 05 00000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11 933</w:t>
            </w:r>
          </w:p>
        </w:tc>
      </w:tr>
      <w:tr w:rsidR="00CD0A52" w:rsidRPr="00CD0A52" w:rsidTr="00CD0A52">
        <w:trPr>
          <w:trHeight w:val="140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Инженерная подготовка предоставляемых многодетным семьям участков, расположенных на площадках для индивидуального жилищного строительства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17 0 05 29570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11 933</w:t>
            </w:r>
          </w:p>
        </w:tc>
      </w:tr>
      <w:tr w:rsidR="00CD0A52" w:rsidRPr="00CD0A52" w:rsidTr="00CD0A52">
        <w:trPr>
          <w:trHeight w:val="10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17 0 05 29570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11 933</w:t>
            </w:r>
          </w:p>
        </w:tc>
      </w:tr>
      <w:tr w:rsidR="00CD0A52" w:rsidRPr="00CD0A52" w:rsidTr="00CD0A52">
        <w:trPr>
          <w:trHeight w:val="96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17 0 05 29570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11 933</w:t>
            </w:r>
          </w:p>
        </w:tc>
      </w:tr>
      <w:tr w:rsidR="00CD0A52" w:rsidRPr="00CD0A52" w:rsidTr="00CD0A52">
        <w:trPr>
          <w:trHeight w:val="67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"Переселение граждан из аварийного жилищного фонда"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17 0 08 00000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8 699</w:t>
            </w:r>
          </w:p>
        </w:tc>
      </w:tr>
      <w:tr w:rsidR="00CD0A52" w:rsidRPr="00CD0A52" w:rsidTr="00CD0A52">
        <w:trPr>
          <w:trHeight w:val="195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17 0 08 09602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8 699</w:t>
            </w:r>
          </w:p>
        </w:tc>
      </w:tr>
      <w:tr w:rsidR="00CD0A52" w:rsidRPr="00CD0A52" w:rsidTr="00CD0A52">
        <w:trPr>
          <w:trHeight w:val="108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17 0 08 09602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8 699</w:t>
            </w:r>
          </w:p>
        </w:tc>
      </w:tr>
      <w:tr w:rsidR="00CD0A52" w:rsidRPr="00CD0A52" w:rsidTr="00CD0A52">
        <w:trPr>
          <w:trHeight w:val="49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Бюджетные инвестиции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17 0 08 09602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8 699</w:t>
            </w:r>
          </w:p>
        </w:tc>
      </w:tr>
      <w:tr w:rsidR="00CD0A52" w:rsidRPr="00CD0A52" w:rsidTr="00CD0A52">
        <w:trPr>
          <w:trHeight w:val="82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по приобретению имущества в муниципальную собственность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2 600</w:t>
            </w:r>
          </w:p>
        </w:tc>
      </w:tr>
      <w:tr w:rsidR="00CD0A52" w:rsidRPr="00CD0A52" w:rsidTr="00CD0A52">
        <w:trPr>
          <w:trHeight w:val="97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2 600</w:t>
            </w:r>
          </w:p>
        </w:tc>
      </w:tr>
      <w:tr w:rsidR="00CD0A52" w:rsidRPr="00CD0A52" w:rsidTr="00CD0A52">
        <w:trPr>
          <w:trHeight w:val="49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Бюджетные инвестиции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2 600</w:t>
            </w:r>
          </w:p>
        </w:tc>
      </w:tr>
      <w:tr w:rsidR="00CD0A52" w:rsidRPr="00CD0A52" w:rsidTr="00CD0A52">
        <w:trPr>
          <w:trHeight w:val="3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Коммунальное хозяйство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34 990</w:t>
            </w:r>
          </w:p>
        </w:tc>
      </w:tr>
      <w:tr w:rsidR="00CD0A52" w:rsidRPr="00CD0A52" w:rsidTr="00CD0A52">
        <w:trPr>
          <w:trHeight w:val="118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Муниципальная программа "Основные направления развития предпринимательства и торговли в Упоровском муниципальном районе"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131</w:t>
            </w:r>
          </w:p>
        </w:tc>
      </w:tr>
      <w:tr w:rsidR="00CD0A52" w:rsidRPr="00CD0A52" w:rsidTr="00CD0A52">
        <w:trPr>
          <w:trHeight w:val="9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"Создание благоприятных условий для развития субъектов малого и среднего предпринимательства"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131</w:t>
            </w:r>
          </w:p>
        </w:tc>
      </w:tr>
      <w:tr w:rsidR="00CD0A52" w:rsidRPr="00CD0A52" w:rsidTr="00CD0A52">
        <w:trPr>
          <w:trHeight w:val="12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Приведение в нормативное состояние объектов, передаваемых в пользование субъектам малого бизнеса и предпринимательства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12 0 03 70335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131</w:t>
            </w:r>
          </w:p>
        </w:tc>
      </w:tr>
      <w:tr w:rsidR="00CD0A52" w:rsidRPr="00CD0A52" w:rsidTr="00CD0A52">
        <w:trPr>
          <w:trHeight w:val="92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12 0 03 70335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131</w:t>
            </w:r>
          </w:p>
        </w:tc>
      </w:tr>
      <w:tr w:rsidR="00CD0A52" w:rsidRPr="00CD0A52" w:rsidTr="00CD0A52">
        <w:trPr>
          <w:trHeight w:val="106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12 0 03 70335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131</w:t>
            </w:r>
          </w:p>
        </w:tc>
      </w:tr>
      <w:tr w:rsidR="00CD0A52" w:rsidRPr="00CD0A52" w:rsidTr="00CD0A52">
        <w:trPr>
          <w:trHeight w:val="106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 Муниципальная программа "Модернизация систем  коммунальной инфраструктуры Упоровского муниципального района"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7 069</w:t>
            </w:r>
          </w:p>
        </w:tc>
      </w:tr>
      <w:tr w:rsidR="00CD0A52" w:rsidRPr="00CD0A52" w:rsidTr="00CD0A52">
        <w:trPr>
          <w:trHeight w:val="106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 Мероприятие "Повышение уровня надежности, качества и эффективности работы коммунального комплекса"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7 069</w:t>
            </w:r>
          </w:p>
        </w:tc>
      </w:tr>
      <w:tr w:rsidR="00CD0A52" w:rsidRPr="00CD0A52" w:rsidTr="00CD0A52">
        <w:trPr>
          <w:trHeight w:val="75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 Капитальный ремонт объектов коммунальной инфраструктуры муниципальной собственности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15 0 02 19530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7 069</w:t>
            </w:r>
          </w:p>
        </w:tc>
      </w:tr>
      <w:tr w:rsidR="00CD0A52" w:rsidRPr="00CD0A52" w:rsidTr="00CD0A52">
        <w:trPr>
          <w:trHeight w:val="9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 Закупка товаров, работ и услуг для обеспечения государственных (муниципальных) нужд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15 0 02 19530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7 069</w:t>
            </w:r>
          </w:p>
        </w:tc>
      </w:tr>
      <w:tr w:rsidR="00CD0A52" w:rsidRPr="00CD0A52" w:rsidTr="00CD0A52">
        <w:trPr>
          <w:trHeight w:val="9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 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15 0 02 19530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7 069</w:t>
            </w:r>
          </w:p>
        </w:tc>
      </w:tr>
      <w:tr w:rsidR="00CD0A52" w:rsidRPr="00CD0A52" w:rsidTr="00CD0A52">
        <w:trPr>
          <w:trHeight w:val="97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Обеспечение повышения эффективности работы организаций жилищно-коммунального хозяйства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99 0 00 29920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25 853</w:t>
            </w:r>
          </w:p>
        </w:tc>
      </w:tr>
      <w:tr w:rsidR="00CD0A52" w:rsidRPr="00CD0A52" w:rsidTr="00CD0A52">
        <w:trPr>
          <w:trHeight w:val="106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99 0 00 29920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25 853</w:t>
            </w:r>
          </w:p>
        </w:tc>
      </w:tr>
      <w:tr w:rsidR="00CD0A52" w:rsidRPr="00CD0A52" w:rsidTr="00CD0A52">
        <w:trPr>
          <w:trHeight w:val="106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99 0 00 29920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25 853</w:t>
            </w:r>
          </w:p>
        </w:tc>
      </w:tr>
      <w:tr w:rsidR="00CD0A52" w:rsidRPr="00CD0A52" w:rsidTr="00CD0A52">
        <w:trPr>
          <w:trHeight w:val="134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Мероприятия по транспортировке тел умерших (погибших) граждан из общественных мест в места проведения судебно-медицинской экспертизы и </w:t>
            </w:r>
            <w:proofErr w:type="spellStart"/>
            <w:r w:rsidRPr="00CD0A52">
              <w:t>предпохоронного</w:t>
            </w:r>
            <w:proofErr w:type="spellEnd"/>
            <w:r w:rsidRPr="00CD0A52">
              <w:t xml:space="preserve"> содержания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37</w:t>
            </w:r>
          </w:p>
        </w:tc>
      </w:tr>
      <w:tr w:rsidR="00CD0A52" w:rsidRPr="00CD0A52" w:rsidTr="00CD0A52">
        <w:trPr>
          <w:trHeight w:val="96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37</w:t>
            </w:r>
          </w:p>
        </w:tc>
      </w:tr>
      <w:tr w:rsidR="00CD0A52" w:rsidRPr="00CD0A52" w:rsidTr="00CD0A52">
        <w:trPr>
          <w:trHeight w:val="102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37</w:t>
            </w:r>
          </w:p>
        </w:tc>
      </w:tr>
      <w:tr w:rsidR="00CD0A52" w:rsidRPr="00CD0A52" w:rsidTr="00CD0A52">
        <w:trPr>
          <w:trHeight w:val="6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Прочие мероприятия в области жилищно-коммунального хозяйства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1 805</w:t>
            </w:r>
          </w:p>
        </w:tc>
      </w:tr>
      <w:tr w:rsidR="00CD0A52" w:rsidRPr="00CD0A52" w:rsidTr="00CD0A52">
        <w:trPr>
          <w:trHeight w:val="40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бюджетные ассигнования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1 805</w:t>
            </w:r>
          </w:p>
        </w:tc>
      </w:tr>
      <w:tr w:rsidR="00CD0A52" w:rsidRPr="00CD0A52" w:rsidTr="00CD0A52">
        <w:trPr>
          <w:trHeight w:val="171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1 805</w:t>
            </w:r>
          </w:p>
        </w:tc>
      </w:tr>
      <w:tr w:rsidR="00CD0A52" w:rsidRPr="00CD0A52" w:rsidTr="00CD0A52">
        <w:trPr>
          <w:trHeight w:val="42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Резервный фонд местной администрации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95</w:t>
            </w:r>
          </w:p>
        </w:tc>
      </w:tr>
      <w:tr w:rsidR="00CD0A52" w:rsidRPr="00CD0A52" w:rsidTr="00CD0A52">
        <w:trPr>
          <w:trHeight w:val="94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95</w:t>
            </w:r>
          </w:p>
        </w:tc>
      </w:tr>
      <w:tr w:rsidR="00CD0A52" w:rsidRPr="00CD0A52" w:rsidTr="00CD0A52">
        <w:trPr>
          <w:trHeight w:val="96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95</w:t>
            </w:r>
          </w:p>
        </w:tc>
      </w:tr>
      <w:tr w:rsidR="00CD0A52" w:rsidRPr="00CD0A52" w:rsidTr="00CD0A52">
        <w:trPr>
          <w:trHeight w:val="44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 Благоустройство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3 692</w:t>
            </w:r>
          </w:p>
        </w:tc>
      </w:tr>
      <w:tr w:rsidR="00CD0A52" w:rsidRPr="00CD0A52" w:rsidTr="00CD0A52">
        <w:trPr>
          <w:trHeight w:val="9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межбюджетные трансферты на благоустройство территорий сельских поселений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3 278</w:t>
            </w:r>
          </w:p>
        </w:tc>
      </w:tr>
      <w:tr w:rsidR="00CD0A52" w:rsidRPr="00CD0A52" w:rsidTr="00CD0A52">
        <w:trPr>
          <w:trHeight w:val="4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Межбюджетные трансферты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3 278</w:t>
            </w:r>
          </w:p>
        </w:tc>
      </w:tr>
      <w:tr w:rsidR="00CD0A52" w:rsidRPr="00CD0A52" w:rsidTr="00CD0A52">
        <w:trPr>
          <w:trHeight w:val="50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межбюджетные трансферты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3 278</w:t>
            </w:r>
          </w:p>
        </w:tc>
      </w:tr>
      <w:tr w:rsidR="00CD0A52" w:rsidRPr="00CD0A52" w:rsidTr="00CD0A52">
        <w:trPr>
          <w:trHeight w:val="7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Проведение мероприятий по отлову и содержанию безнадзорных животных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99 0 00 70391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414</w:t>
            </w:r>
          </w:p>
        </w:tc>
      </w:tr>
      <w:tr w:rsidR="00CD0A52" w:rsidRPr="00CD0A52" w:rsidTr="00CD0A52">
        <w:trPr>
          <w:trHeight w:val="100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99 0 00 70391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414</w:t>
            </w:r>
          </w:p>
        </w:tc>
      </w:tr>
      <w:tr w:rsidR="00CD0A52" w:rsidRPr="00CD0A52" w:rsidTr="00CD0A52">
        <w:trPr>
          <w:trHeight w:val="106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99 0 00 70391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414</w:t>
            </w:r>
          </w:p>
        </w:tc>
      </w:tr>
      <w:tr w:rsidR="00CD0A52" w:rsidRPr="00CD0A52" w:rsidTr="00CD0A52">
        <w:trPr>
          <w:trHeight w:val="82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 Другие вопросы в области жилищно-коммунального хозяйства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4 143</w:t>
            </w:r>
          </w:p>
        </w:tc>
      </w:tr>
      <w:tr w:rsidR="00CD0A52" w:rsidRPr="00CD0A52" w:rsidTr="00CD0A52">
        <w:trPr>
          <w:trHeight w:val="105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межбюджетные трансферты на благоустройство территорий сельских поселений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4 143</w:t>
            </w:r>
          </w:p>
        </w:tc>
      </w:tr>
      <w:tr w:rsidR="00CD0A52" w:rsidRPr="00CD0A52" w:rsidTr="00CD0A52">
        <w:trPr>
          <w:trHeight w:val="32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Межбюджетные трансферты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4 143</w:t>
            </w:r>
          </w:p>
        </w:tc>
      </w:tr>
      <w:tr w:rsidR="00CD0A52" w:rsidRPr="00CD0A52" w:rsidTr="00CD0A52">
        <w:trPr>
          <w:trHeight w:val="36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межбюджетные трансферты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4 143</w:t>
            </w:r>
          </w:p>
        </w:tc>
      </w:tr>
      <w:tr w:rsidR="00CD0A52" w:rsidRPr="00CD0A52" w:rsidTr="00CD0A52">
        <w:trPr>
          <w:trHeight w:val="36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ОХРАНА ОКРУЖАЮЩЕЙ СРЕДЫ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3 990</w:t>
            </w:r>
          </w:p>
        </w:tc>
      </w:tr>
      <w:tr w:rsidR="00CD0A52" w:rsidRPr="00CD0A52" w:rsidTr="00CD0A52">
        <w:trPr>
          <w:trHeight w:val="72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Охрана объектов растительного и животного мира и среды их обитания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3 990</w:t>
            </w:r>
          </w:p>
        </w:tc>
      </w:tr>
      <w:tr w:rsidR="00CD0A52" w:rsidRPr="00CD0A52" w:rsidTr="00CD0A52">
        <w:trPr>
          <w:trHeight w:val="4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Создание контейнерных площадок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99 0 00 13270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3 990</w:t>
            </w:r>
          </w:p>
        </w:tc>
      </w:tr>
      <w:tr w:rsidR="00CD0A52" w:rsidRPr="00CD0A52" w:rsidTr="00CD0A52">
        <w:trPr>
          <w:trHeight w:val="102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99 0 00 13270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3 990</w:t>
            </w:r>
          </w:p>
        </w:tc>
      </w:tr>
      <w:tr w:rsidR="00CD0A52" w:rsidRPr="00CD0A52" w:rsidTr="00CD0A52">
        <w:trPr>
          <w:trHeight w:val="94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99 0 00 13270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3 990</w:t>
            </w:r>
          </w:p>
        </w:tc>
      </w:tr>
      <w:tr w:rsidR="00CD0A52" w:rsidRPr="00CD0A52" w:rsidTr="00CD0A52">
        <w:trPr>
          <w:trHeight w:val="44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ОБРАЗОВАНИЕ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28 486</w:t>
            </w:r>
          </w:p>
        </w:tc>
      </w:tr>
      <w:tr w:rsidR="00CD0A52" w:rsidRPr="00CD0A52" w:rsidTr="00CD0A52">
        <w:trPr>
          <w:trHeight w:val="42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 Дополнительное образование детей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26 983</w:t>
            </w:r>
          </w:p>
        </w:tc>
      </w:tr>
      <w:tr w:rsidR="00CD0A52" w:rsidRPr="00CD0A52" w:rsidTr="00CD0A52">
        <w:trPr>
          <w:trHeight w:val="105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Муниципальная программа "Основные направления развития  культуры Упоровского муниципального района"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8 220</w:t>
            </w:r>
          </w:p>
        </w:tc>
      </w:tr>
      <w:tr w:rsidR="00CD0A52" w:rsidRPr="00CD0A52" w:rsidTr="00CD0A52">
        <w:trPr>
          <w:trHeight w:val="117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"Организация доступности и высокого качества дополнительного образования в сфере "Культура""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8 220</w:t>
            </w:r>
          </w:p>
        </w:tc>
      </w:tr>
      <w:tr w:rsidR="00CD0A52" w:rsidRPr="00CD0A52" w:rsidTr="00CD0A52">
        <w:trPr>
          <w:trHeight w:val="115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обеспечение деятельности (оказание услуг) муниципальных учреждений дополнительного образования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8 220</w:t>
            </w:r>
          </w:p>
        </w:tc>
      </w:tr>
      <w:tr w:rsidR="00CD0A52" w:rsidRPr="00CD0A52" w:rsidTr="00CD0A52">
        <w:trPr>
          <w:trHeight w:val="10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8 220</w:t>
            </w:r>
          </w:p>
        </w:tc>
      </w:tr>
      <w:tr w:rsidR="00CD0A52" w:rsidRPr="00CD0A52" w:rsidTr="00CD0A52">
        <w:trPr>
          <w:trHeight w:val="40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8 220</w:t>
            </w:r>
          </w:p>
        </w:tc>
      </w:tr>
      <w:tr w:rsidR="00CD0A52" w:rsidRPr="00CD0A52" w:rsidTr="00CD0A52">
        <w:trPr>
          <w:trHeight w:val="139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 Муниципальная программа "Основные направления развития физической культуры и спорта, молодёжной политики в Упоровском муниципальном районе"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18 763</w:t>
            </w:r>
          </w:p>
        </w:tc>
      </w:tr>
      <w:tr w:rsidR="00CD0A52" w:rsidRPr="00CD0A52" w:rsidTr="00CD0A52">
        <w:trPr>
          <w:trHeight w:val="138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 Мероприятие "Развитие физкультурно-спортивной активности, здорового образа жизни населения и обеспечение подготовки районных сборных команд по видам спорта"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12 188</w:t>
            </w:r>
          </w:p>
        </w:tc>
      </w:tr>
      <w:tr w:rsidR="00CD0A52" w:rsidRPr="00CD0A52" w:rsidTr="00CD0A52">
        <w:trPr>
          <w:trHeight w:val="10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обеспечение деятельности (оказание услуг) муниципальных учреждений дополнительного образования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12 188</w:t>
            </w:r>
          </w:p>
        </w:tc>
      </w:tr>
      <w:tr w:rsidR="00CD0A52" w:rsidRPr="00CD0A52" w:rsidTr="00CD0A52">
        <w:trPr>
          <w:trHeight w:val="104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12 188</w:t>
            </w:r>
          </w:p>
        </w:tc>
      </w:tr>
      <w:tr w:rsidR="00CD0A52" w:rsidRPr="00CD0A52" w:rsidTr="00CD0A52">
        <w:trPr>
          <w:trHeight w:val="51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12 188</w:t>
            </w:r>
          </w:p>
        </w:tc>
      </w:tr>
      <w:tr w:rsidR="00CD0A52" w:rsidRPr="00CD0A52" w:rsidTr="00CD0A52">
        <w:trPr>
          <w:trHeight w:val="104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"Содействие позитивной самореализации и интеграции молодежи в систему общественных отношений"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6 332</w:t>
            </w:r>
          </w:p>
        </w:tc>
      </w:tr>
      <w:tr w:rsidR="00CD0A52" w:rsidRPr="00CD0A52" w:rsidTr="00CD0A52">
        <w:trPr>
          <w:trHeight w:val="111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обеспечение деятельности (оказание услуг) муниципальных учреждений дополнительного образования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14 0 02 73560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6 332</w:t>
            </w:r>
          </w:p>
        </w:tc>
      </w:tr>
      <w:tr w:rsidR="00CD0A52" w:rsidRPr="00CD0A52" w:rsidTr="00CD0A52">
        <w:trPr>
          <w:trHeight w:val="106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14 0 02 73560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6 332</w:t>
            </w:r>
          </w:p>
        </w:tc>
      </w:tr>
      <w:tr w:rsidR="00CD0A52" w:rsidRPr="00CD0A52" w:rsidTr="00CD0A52">
        <w:trPr>
          <w:trHeight w:val="40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14 0 02 73560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6 332</w:t>
            </w:r>
          </w:p>
        </w:tc>
      </w:tr>
      <w:tr w:rsidR="00CD0A52" w:rsidRPr="00CD0A52" w:rsidTr="00CD0A52">
        <w:trPr>
          <w:trHeight w:val="105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"Внедрение системы персонифицированного финансирования дополнительного образования детей"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14 0 04 00000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243</w:t>
            </w:r>
          </w:p>
        </w:tc>
      </w:tr>
      <w:tr w:rsidR="00CD0A52" w:rsidRPr="00CD0A52" w:rsidTr="00CD0A52">
        <w:trPr>
          <w:trHeight w:val="118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Организация предоставления услуг дополнительного образования детей в рамках персонифицированного дополнительного образования детей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14 0 04 73561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243</w:t>
            </w:r>
          </w:p>
        </w:tc>
      </w:tr>
      <w:tr w:rsidR="00CD0A52" w:rsidRPr="00CD0A52" w:rsidTr="00CD0A52">
        <w:trPr>
          <w:trHeight w:val="96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14 0 04 73561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243</w:t>
            </w:r>
          </w:p>
        </w:tc>
      </w:tr>
      <w:tr w:rsidR="00CD0A52" w:rsidRPr="00CD0A52" w:rsidTr="00CD0A52">
        <w:trPr>
          <w:trHeight w:val="40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14 0 04 73561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243</w:t>
            </w:r>
          </w:p>
        </w:tc>
      </w:tr>
      <w:tr w:rsidR="00CD0A52" w:rsidRPr="00CD0A52" w:rsidTr="00CD0A52">
        <w:trPr>
          <w:trHeight w:val="40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Молодежная политика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1 503</w:t>
            </w:r>
          </w:p>
        </w:tc>
      </w:tr>
      <w:tr w:rsidR="00CD0A52" w:rsidRPr="00CD0A52" w:rsidTr="00CD0A52">
        <w:trPr>
          <w:trHeight w:val="139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 Муниципальная программа "Основные направления развития физической культуры и спорта, молодёжной политики в Упоровском муниципальном районе"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1 196</w:t>
            </w:r>
          </w:p>
        </w:tc>
      </w:tr>
      <w:tr w:rsidR="00CD0A52" w:rsidRPr="00CD0A52" w:rsidTr="00CD0A52">
        <w:trPr>
          <w:trHeight w:val="120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"Содействие позитивной самореализации и интеграции молодежи в систему общественных отношений"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1 196</w:t>
            </w:r>
          </w:p>
        </w:tc>
      </w:tr>
      <w:tr w:rsidR="00CD0A52" w:rsidRPr="00CD0A52" w:rsidTr="00CD0A52">
        <w:trPr>
          <w:trHeight w:val="6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Проведение мероприятий для детей и молодежи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14 0 02 74610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1 196</w:t>
            </w:r>
          </w:p>
        </w:tc>
      </w:tr>
      <w:tr w:rsidR="00CD0A52" w:rsidRPr="00CD0A52" w:rsidTr="00CD0A52">
        <w:trPr>
          <w:trHeight w:val="108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14 0 02 74610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1 196</w:t>
            </w:r>
          </w:p>
        </w:tc>
      </w:tr>
      <w:tr w:rsidR="00CD0A52" w:rsidRPr="00CD0A52" w:rsidTr="00CD0A52">
        <w:trPr>
          <w:trHeight w:val="39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14 0 02 74610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1 196</w:t>
            </w:r>
          </w:p>
        </w:tc>
      </w:tr>
      <w:tr w:rsidR="00CD0A52" w:rsidRPr="00CD0A52" w:rsidTr="00CD0A52">
        <w:trPr>
          <w:trHeight w:val="74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Мероприятия по оздоровлению детей в каникулярное время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307</w:t>
            </w:r>
          </w:p>
        </w:tc>
      </w:tr>
      <w:tr w:rsidR="00CD0A52" w:rsidRPr="00CD0A52" w:rsidTr="00CD0A52">
        <w:trPr>
          <w:trHeight w:val="104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307</w:t>
            </w:r>
          </w:p>
        </w:tc>
      </w:tr>
      <w:tr w:rsidR="00CD0A52" w:rsidRPr="00CD0A52" w:rsidTr="00CD0A52">
        <w:trPr>
          <w:trHeight w:val="45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307</w:t>
            </w:r>
          </w:p>
        </w:tc>
      </w:tr>
      <w:tr w:rsidR="00CD0A52" w:rsidRPr="00CD0A52" w:rsidTr="00CD0A52">
        <w:trPr>
          <w:trHeight w:val="37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КУЛЬТУРА, КИНЕМАТОГРАФИЯ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111 037</w:t>
            </w:r>
          </w:p>
        </w:tc>
      </w:tr>
      <w:tr w:rsidR="00CD0A52" w:rsidRPr="00CD0A52" w:rsidTr="00CD0A52">
        <w:trPr>
          <w:trHeight w:val="37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Культура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110 859</w:t>
            </w:r>
          </w:p>
        </w:tc>
      </w:tr>
      <w:tr w:rsidR="00CD0A52" w:rsidRPr="00CD0A52" w:rsidTr="00CD0A52">
        <w:trPr>
          <w:trHeight w:val="105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Муниципальная программа "Основные направления развития  культуры Упоровского муниципального района"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109 889</w:t>
            </w:r>
          </w:p>
        </w:tc>
      </w:tr>
      <w:tr w:rsidR="00CD0A52" w:rsidRPr="00CD0A52" w:rsidTr="00CD0A52">
        <w:trPr>
          <w:trHeight w:val="109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Мероприятие "Развитие системы библиотечного и культурно-досугового обслуживания населения"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103 910</w:t>
            </w:r>
          </w:p>
        </w:tc>
      </w:tr>
      <w:tr w:rsidR="00CD0A52" w:rsidRPr="00CD0A52" w:rsidTr="00CD0A52">
        <w:trPr>
          <w:trHeight w:val="106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обеспечение деятельности (оказание услуг) муниципальных учреждений культуры и библиотек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13 0 02 73570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102 860</w:t>
            </w:r>
          </w:p>
        </w:tc>
      </w:tr>
      <w:tr w:rsidR="00CD0A52" w:rsidRPr="00CD0A52" w:rsidTr="00CD0A52">
        <w:trPr>
          <w:trHeight w:val="106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13 0 02 73570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102 860</w:t>
            </w:r>
          </w:p>
        </w:tc>
      </w:tr>
      <w:tr w:rsidR="00CD0A52" w:rsidRPr="00CD0A52" w:rsidTr="00CD0A52">
        <w:trPr>
          <w:trHeight w:val="42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13 0 02 73570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102 860</w:t>
            </w:r>
          </w:p>
        </w:tc>
      </w:tr>
      <w:tr w:rsidR="00CD0A52" w:rsidRPr="00CD0A52" w:rsidTr="00CD0A52">
        <w:trPr>
          <w:trHeight w:val="42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Поддержка отрасли культуры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 0 02 L5190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1 050</w:t>
            </w:r>
          </w:p>
        </w:tc>
      </w:tr>
      <w:tr w:rsidR="00CD0A52" w:rsidRPr="00CD0A52" w:rsidTr="00CD0A52">
        <w:trPr>
          <w:trHeight w:val="9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 0 02 L5190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1 050</w:t>
            </w:r>
          </w:p>
        </w:tc>
      </w:tr>
      <w:tr w:rsidR="00CD0A52" w:rsidRPr="00CD0A52" w:rsidTr="00CD0A52">
        <w:trPr>
          <w:trHeight w:val="42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 0 02 L5190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1 050</w:t>
            </w:r>
          </w:p>
        </w:tc>
      </w:tr>
      <w:tr w:rsidR="00CD0A52" w:rsidRPr="00CD0A52" w:rsidTr="00CD0A52">
        <w:trPr>
          <w:trHeight w:val="79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"Приведение в нормативное состояние объектов культуры"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3 762</w:t>
            </w:r>
          </w:p>
        </w:tc>
      </w:tr>
      <w:tr w:rsidR="00CD0A52" w:rsidRPr="00CD0A52" w:rsidTr="00CD0A52">
        <w:trPr>
          <w:trHeight w:val="78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Капитальный ремонт и ремонт объектов культуры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13 0 03 73580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3 762</w:t>
            </w:r>
          </w:p>
        </w:tc>
      </w:tr>
      <w:tr w:rsidR="00CD0A52" w:rsidRPr="00CD0A52" w:rsidTr="00CD0A52">
        <w:trPr>
          <w:trHeight w:val="106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13 0 03 73580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3 762</w:t>
            </w:r>
          </w:p>
        </w:tc>
      </w:tr>
      <w:tr w:rsidR="00CD0A52" w:rsidRPr="00CD0A52" w:rsidTr="00CD0A52">
        <w:trPr>
          <w:trHeight w:val="108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13 0 03 73580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3 762</w:t>
            </w:r>
          </w:p>
        </w:tc>
      </w:tr>
      <w:tr w:rsidR="00CD0A52" w:rsidRPr="00CD0A52" w:rsidTr="00CD0A52">
        <w:trPr>
          <w:trHeight w:val="108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"Укрепление и развитие материально-технической базы муниципальных учреждений культуры"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13 0 04 00000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</w:t>
            </w:r>
          </w:p>
        </w:tc>
      </w:tr>
      <w:tr w:rsidR="00CD0A52" w:rsidRPr="00CD0A52" w:rsidTr="00CD0A52">
        <w:trPr>
          <w:trHeight w:val="205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Приобретение оборудования, мебели, автотранспорта и инвентаря для муниципальных учреждений культуры и организаций дополнительного образования детей в сфере культуры за счет средств местного бюджета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13 0 04 79770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</w:t>
            </w:r>
          </w:p>
        </w:tc>
      </w:tr>
      <w:tr w:rsidR="00CD0A52" w:rsidRPr="00CD0A52" w:rsidTr="00CD0A52">
        <w:trPr>
          <w:trHeight w:val="108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13 0 04 79770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</w:t>
            </w:r>
          </w:p>
        </w:tc>
      </w:tr>
      <w:tr w:rsidR="00CD0A52" w:rsidRPr="00CD0A52" w:rsidTr="00CD0A52">
        <w:trPr>
          <w:trHeight w:val="105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13 0 04 79770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</w:t>
            </w:r>
          </w:p>
        </w:tc>
      </w:tr>
      <w:tr w:rsidR="00CD0A52" w:rsidRPr="00CD0A52" w:rsidTr="00CD0A52">
        <w:trPr>
          <w:trHeight w:val="105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Мероприятие "Региональный проект "Культурная среда" в рамках реализации национального проекта "Культура"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 0 А</w:t>
            </w:r>
            <w:proofErr w:type="gramStart"/>
            <w:r w:rsidRPr="00CD0A52">
              <w:t>1</w:t>
            </w:r>
            <w:proofErr w:type="gramEnd"/>
            <w:r w:rsidRPr="00CD0A52">
              <w:t xml:space="preserve">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2 213</w:t>
            </w:r>
          </w:p>
        </w:tc>
      </w:tr>
      <w:tr w:rsidR="00CD0A52" w:rsidRPr="00CD0A52" w:rsidTr="00CD0A52">
        <w:trPr>
          <w:trHeight w:val="19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Приобретение оборудования, мебели, автотранспорта и инвентаря для муниципальных учреждений культуры и организаций дополнительного образования детей в сфере культуры, проведение противопожарных мероприятий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 0 А</w:t>
            </w:r>
            <w:proofErr w:type="gramStart"/>
            <w:r w:rsidRPr="00CD0A52">
              <w:t>1</w:t>
            </w:r>
            <w:proofErr w:type="gramEnd"/>
            <w:r w:rsidRPr="00CD0A52">
              <w:t xml:space="preserve"> 19770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2 212</w:t>
            </w:r>
          </w:p>
        </w:tc>
      </w:tr>
      <w:tr w:rsidR="00CD0A52" w:rsidRPr="00CD0A52" w:rsidTr="00CD0A52">
        <w:trPr>
          <w:trHeight w:val="105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 0 А</w:t>
            </w:r>
            <w:proofErr w:type="gramStart"/>
            <w:r w:rsidRPr="00CD0A52">
              <w:t>1</w:t>
            </w:r>
            <w:proofErr w:type="gramEnd"/>
            <w:r w:rsidRPr="00CD0A52">
              <w:t xml:space="preserve"> 19770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2 212</w:t>
            </w:r>
          </w:p>
        </w:tc>
      </w:tr>
      <w:tr w:rsidR="00CD0A52" w:rsidRPr="00CD0A52" w:rsidTr="00CD0A52">
        <w:trPr>
          <w:trHeight w:val="105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 0 А</w:t>
            </w:r>
            <w:proofErr w:type="gramStart"/>
            <w:r w:rsidRPr="00CD0A52">
              <w:t>1</w:t>
            </w:r>
            <w:proofErr w:type="gramEnd"/>
            <w:r w:rsidRPr="00CD0A52">
              <w:t xml:space="preserve"> 19770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2 212</w:t>
            </w:r>
          </w:p>
        </w:tc>
      </w:tr>
      <w:tr w:rsidR="00CD0A52" w:rsidRPr="00CD0A52" w:rsidTr="00CD0A52">
        <w:trPr>
          <w:trHeight w:val="190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Приобретение оборудования, мебели, автотранспорта и инвентаря для муниципальных учреждений культуры и организаций дополнительного образования детей в сфере культуры, проведение противопожарных мероприятий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 0 А</w:t>
            </w:r>
            <w:proofErr w:type="gramStart"/>
            <w:r w:rsidRPr="00CD0A52">
              <w:t>1</w:t>
            </w:r>
            <w:proofErr w:type="gramEnd"/>
            <w:r w:rsidRPr="00CD0A52">
              <w:t xml:space="preserve"> S9770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</w:t>
            </w:r>
          </w:p>
        </w:tc>
      </w:tr>
      <w:tr w:rsidR="00CD0A52" w:rsidRPr="00CD0A52" w:rsidTr="00CD0A52">
        <w:trPr>
          <w:trHeight w:val="105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 0 А</w:t>
            </w:r>
            <w:proofErr w:type="gramStart"/>
            <w:r w:rsidRPr="00CD0A52">
              <w:t>1</w:t>
            </w:r>
            <w:proofErr w:type="gramEnd"/>
            <w:r w:rsidRPr="00CD0A52">
              <w:t xml:space="preserve"> S9770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</w:t>
            </w:r>
          </w:p>
        </w:tc>
      </w:tr>
      <w:tr w:rsidR="00CD0A52" w:rsidRPr="00CD0A52" w:rsidTr="00CD0A52">
        <w:trPr>
          <w:trHeight w:val="105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 0 А</w:t>
            </w:r>
            <w:proofErr w:type="gramStart"/>
            <w:r w:rsidRPr="00CD0A52">
              <w:t>1</w:t>
            </w:r>
            <w:proofErr w:type="gramEnd"/>
            <w:r w:rsidRPr="00CD0A52">
              <w:t xml:space="preserve"> S9770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</w:t>
            </w:r>
          </w:p>
        </w:tc>
      </w:tr>
      <w:tr w:rsidR="00CD0A52" w:rsidRPr="00CD0A52" w:rsidTr="00CD0A52">
        <w:trPr>
          <w:trHeight w:val="105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Муниципальная программа "Улучшение условий и охраны труда в Упоровском муниципальном районе Тюменской области"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21 0 00 00000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25</w:t>
            </w:r>
          </w:p>
        </w:tc>
      </w:tr>
      <w:tr w:rsidR="00CD0A52" w:rsidRPr="00CD0A52" w:rsidTr="00CD0A52">
        <w:trPr>
          <w:trHeight w:val="104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"Увеличение количества рабочих мест соответствующих нормативным требованиям охраны труда"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21 0 01 00000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25</w:t>
            </w:r>
          </w:p>
        </w:tc>
      </w:tr>
      <w:tr w:rsidR="00CD0A52" w:rsidRPr="00CD0A52" w:rsidTr="00CD0A52">
        <w:trPr>
          <w:trHeight w:val="10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обеспечение деятельности (оказание услуг) муниципальных учреждений культуры и библиотек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21 0 01 73570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25</w:t>
            </w:r>
          </w:p>
        </w:tc>
      </w:tr>
      <w:tr w:rsidR="00CD0A52" w:rsidRPr="00CD0A52" w:rsidTr="00CD0A52">
        <w:trPr>
          <w:trHeight w:val="10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21 0 01 73570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25</w:t>
            </w:r>
          </w:p>
        </w:tc>
      </w:tr>
      <w:tr w:rsidR="00CD0A52" w:rsidRPr="00CD0A52" w:rsidTr="00CD0A52">
        <w:trPr>
          <w:trHeight w:val="42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21 0 01 73570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25</w:t>
            </w:r>
          </w:p>
        </w:tc>
      </w:tr>
      <w:tr w:rsidR="00CD0A52" w:rsidRPr="00CD0A52" w:rsidTr="00CD0A52">
        <w:trPr>
          <w:trHeight w:val="68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Мероприятия по поддержанию в нормативном состоянии объектов культурного наследия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99 0 00 70383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945</w:t>
            </w:r>
          </w:p>
        </w:tc>
      </w:tr>
      <w:tr w:rsidR="00CD0A52" w:rsidRPr="00CD0A52" w:rsidTr="00CD0A52">
        <w:trPr>
          <w:trHeight w:val="104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99 0 00 70383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945</w:t>
            </w:r>
          </w:p>
        </w:tc>
      </w:tr>
      <w:tr w:rsidR="00CD0A52" w:rsidRPr="00CD0A52" w:rsidTr="00CD0A52">
        <w:trPr>
          <w:trHeight w:val="100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99 0 00 70383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945</w:t>
            </w:r>
          </w:p>
        </w:tc>
      </w:tr>
      <w:tr w:rsidR="00CD0A52" w:rsidRPr="00CD0A52" w:rsidTr="00CD0A52">
        <w:trPr>
          <w:trHeight w:val="72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Другие вопросы в области культуры, кинематографии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178</w:t>
            </w:r>
          </w:p>
        </w:tc>
      </w:tr>
      <w:tr w:rsidR="00CD0A52" w:rsidRPr="00CD0A52" w:rsidTr="00CD0A52">
        <w:trPr>
          <w:trHeight w:val="259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Муниципальная программа "Основные направления деятельности по реализации государственной политики в сферах национальных, государственно-конфессиональных, общественно-политических отношений и профилактике экстремистских проявлений в Упоровском муниципальном районе"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178</w:t>
            </w:r>
          </w:p>
        </w:tc>
      </w:tr>
      <w:tr w:rsidR="00CD0A52" w:rsidRPr="00CD0A52" w:rsidTr="00CD0A52">
        <w:trPr>
          <w:trHeight w:val="102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Мероприятия по укреплению межнационального и межконфессионального согласия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20 0 00 79010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178</w:t>
            </w:r>
          </w:p>
        </w:tc>
      </w:tr>
      <w:tr w:rsidR="00CD0A52" w:rsidRPr="00CD0A52" w:rsidTr="00CD0A52">
        <w:trPr>
          <w:trHeight w:val="9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20 0 00 79010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178</w:t>
            </w:r>
          </w:p>
        </w:tc>
      </w:tr>
      <w:tr w:rsidR="00CD0A52" w:rsidRPr="00CD0A52" w:rsidTr="00CD0A52">
        <w:trPr>
          <w:trHeight w:val="39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20 0 00 79010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178</w:t>
            </w:r>
          </w:p>
        </w:tc>
      </w:tr>
      <w:tr w:rsidR="00CD0A52" w:rsidRPr="00CD0A52" w:rsidTr="00CD0A52">
        <w:trPr>
          <w:trHeight w:val="38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СОЦИАЛЬНАЯ ПОЛИТИКА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45 005</w:t>
            </w:r>
          </w:p>
        </w:tc>
      </w:tr>
      <w:tr w:rsidR="00CD0A52" w:rsidRPr="00CD0A52" w:rsidTr="00CD0A52">
        <w:trPr>
          <w:trHeight w:val="38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Пенсионное обеспечение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1 711</w:t>
            </w:r>
          </w:p>
        </w:tc>
      </w:tr>
      <w:tr w:rsidR="00CD0A52" w:rsidRPr="00CD0A52" w:rsidTr="00CD0A52">
        <w:trPr>
          <w:trHeight w:val="38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Доплаты к пенсии муниципальных служащих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1 711</w:t>
            </w:r>
          </w:p>
        </w:tc>
      </w:tr>
      <w:tr w:rsidR="00CD0A52" w:rsidRPr="00CD0A52" w:rsidTr="00CD0A52">
        <w:trPr>
          <w:trHeight w:val="67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Социальное обеспечение и иные выплаты населению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1 711</w:t>
            </w:r>
          </w:p>
        </w:tc>
      </w:tr>
      <w:tr w:rsidR="00CD0A52" w:rsidRPr="00CD0A52" w:rsidTr="00CD0A52">
        <w:trPr>
          <w:trHeight w:val="75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Публичные нормативные социальные выплаты гражданам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1 711</w:t>
            </w:r>
          </w:p>
        </w:tc>
      </w:tr>
      <w:tr w:rsidR="00CD0A52" w:rsidRPr="00CD0A52" w:rsidTr="00CD0A52">
        <w:trPr>
          <w:trHeight w:val="46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Социальное обслуживание населения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26 819</w:t>
            </w:r>
          </w:p>
        </w:tc>
      </w:tr>
      <w:tr w:rsidR="00CD0A52" w:rsidRPr="00CD0A52" w:rsidTr="00CD0A52">
        <w:trPr>
          <w:trHeight w:val="108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Муниципальная программа "Основные направления развития отрасли "Социальная политика" в Упоровском районе"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26 554</w:t>
            </w:r>
          </w:p>
        </w:tc>
      </w:tr>
      <w:tr w:rsidR="00CD0A52" w:rsidRPr="00CD0A52" w:rsidTr="00CD0A52">
        <w:trPr>
          <w:trHeight w:val="138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"Обеспечение оказания социальных услуг в рамках государственного стандарта социального обслуживания населения"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26 209</w:t>
            </w:r>
          </w:p>
        </w:tc>
      </w:tr>
      <w:tr w:rsidR="00CD0A52" w:rsidRPr="00CD0A52" w:rsidTr="00CD0A52">
        <w:trPr>
          <w:trHeight w:val="44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Организация социального обслуживания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24 534</w:t>
            </w:r>
          </w:p>
        </w:tc>
      </w:tr>
      <w:tr w:rsidR="00CD0A52" w:rsidRPr="00CD0A52" w:rsidTr="00CD0A52">
        <w:trPr>
          <w:trHeight w:val="104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24 534</w:t>
            </w:r>
          </w:p>
        </w:tc>
      </w:tr>
      <w:tr w:rsidR="00CD0A52" w:rsidRPr="00CD0A52" w:rsidTr="00CD0A52">
        <w:trPr>
          <w:trHeight w:val="40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Субсидии автономным учреждениям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24 534</w:t>
            </w:r>
          </w:p>
        </w:tc>
      </w:tr>
      <w:tr w:rsidR="00CD0A52" w:rsidRPr="00CD0A52" w:rsidTr="00CD0A52">
        <w:trPr>
          <w:trHeight w:val="93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Обеспечение деятельности подведомственных учреждений социального обслуживания населения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16 0 01 76530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1 675</w:t>
            </w:r>
          </w:p>
        </w:tc>
      </w:tr>
      <w:tr w:rsidR="00CD0A52" w:rsidRPr="00CD0A52" w:rsidTr="00CD0A52">
        <w:trPr>
          <w:trHeight w:val="96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16 0 01 76530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1 675</w:t>
            </w:r>
          </w:p>
        </w:tc>
      </w:tr>
      <w:tr w:rsidR="00CD0A52" w:rsidRPr="00CD0A52" w:rsidTr="00CD0A52">
        <w:trPr>
          <w:trHeight w:val="40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16 0 01 76530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1 675</w:t>
            </w:r>
          </w:p>
        </w:tc>
      </w:tr>
      <w:tr w:rsidR="00CD0A52" w:rsidRPr="00CD0A52" w:rsidTr="00CD0A52">
        <w:trPr>
          <w:trHeight w:val="80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"Приведение в нормативное состояние объектов социальной сферы"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49</w:t>
            </w:r>
          </w:p>
        </w:tc>
      </w:tr>
      <w:tr w:rsidR="00CD0A52" w:rsidRPr="00CD0A52" w:rsidTr="00CD0A52">
        <w:trPr>
          <w:trHeight w:val="79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Капитальный ремонт и ремонт объектов социальной сферы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16 0 03 73680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49</w:t>
            </w:r>
          </w:p>
        </w:tc>
      </w:tr>
      <w:tr w:rsidR="00CD0A52" w:rsidRPr="00CD0A52" w:rsidTr="00CD0A52">
        <w:trPr>
          <w:trHeight w:val="100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16 0 03 73680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49</w:t>
            </w:r>
          </w:p>
        </w:tc>
      </w:tr>
      <w:tr w:rsidR="00CD0A52" w:rsidRPr="00CD0A52" w:rsidTr="00CD0A52">
        <w:trPr>
          <w:trHeight w:val="120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16 0 03 73680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49</w:t>
            </w:r>
          </w:p>
        </w:tc>
      </w:tr>
      <w:tr w:rsidR="00CD0A52" w:rsidRPr="00CD0A52" w:rsidTr="00CD0A52">
        <w:trPr>
          <w:trHeight w:val="106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"Проект "Старшее поколение" в рамках реализации национального проекта "Демография""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16 0 P3 00000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296</w:t>
            </w:r>
          </w:p>
        </w:tc>
      </w:tr>
      <w:tr w:rsidR="00CD0A52" w:rsidRPr="00CD0A52" w:rsidTr="00CD0A52">
        <w:trPr>
          <w:trHeight w:val="46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Организация социального обслуживания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16 0 P3 19320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296</w:t>
            </w:r>
          </w:p>
        </w:tc>
      </w:tr>
      <w:tr w:rsidR="00CD0A52" w:rsidRPr="00CD0A52" w:rsidTr="00CD0A52">
        <w:trPr>
          <w:trHeight w:val="100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16 0 P3 19320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296</w:t>
            </w:r>
          </w:p>
        </w:tc>
      </w:tr>
      <w:tr w:rsidR="00CD0A52" w:rsidRPr="00CD0A52" w:rsidTr="00CD0A52">
        <w:trPr>
          <w:trHeight w:val="51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16 0 P3 19320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296</w:t>
            </w:r>
          </w:p>
        </w:tc>
      </w:tr>
      <w:tr w:rsidR="00CD0A52" w:rsidRPr="00CD0A52" w:rsidTr="00CD0A52">
        <w:trPr>
          <w:trHeight w:val="118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Муниципальная программа "Улучшение условий и охраны труда в Упоровском муниципальном районе Тюменской области"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21 0 00 00000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42</w:t>
            </w:r>
          </w:p>
        </w:tc>
      </w:tr>
      <w:tr w:rsidR="00CD0A52" w:rsidRPr="00CD0A52" w:rsidTr="00CD0A52">
        <w:trPr>
          <w:trHeight w:val="108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"Увеличение количества рабочих мест соответствующих нормативным требованиям охраны труда"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21 0 01 00000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42</w:t>
            </w:r>
          </w:p>
        </w:tc>
      </w:tr>
      <w:tr w:rsidR="00CD0A52" w:rsidRPr="00CD0A52" w:rsidTr="00CD0A52">
        <w:trPr>
          <w:trHeight w:val="50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Организация социального обслуживания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21 0 01 19320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42</w:t>
            </w:r>
          </w:p>
        </w:tc>
      </w:tr>
      <w:tr w:rsidR="00CD0A52" w:rsidRPr="00CD0A52" w:rsidTr="00CD0A52">
        <w:trPr>
          <w:trHeight w:val="106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21 0 01 19320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42</w:t>
            </w:r>
          </w:p>
        </w:tc>
      </w:tr>
      <w:tr w:rsidR="00CD0A52" w:rsidRPr="00CD0A52" w:rsidTr="00CD0A52">
        <w:trPr>
          <w:trHeight w:val="50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21 0 01 19320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42</w:t>
            </w:r>
          </w:p>
        </w:tc>
      </w:tr>
      <w:tr w:rsidR="00CD0A52" w:rsidRPr="00CD0A52" w:rsidTr="00CD0A52">
        <w:trPr>
          <w:trHeight w:val="948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Обеспечение деятельности специализированной службы по вопросам похоронного дела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99 0 00 70336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223</w:t>
            </w:r>
          </w:p>
        </w:tc>
      </w:tr>
      <w:tr w:rsidR="00CD0A52" w:rsidRPr="00CD0A52" w:rsidTr="00CD0A52">
        <w:trPr>
          <w:trHeight w:val="936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99 0 00 70336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223</w:t>
            </w:r>
          </w:p>
        </w:tc>
      </w:tr>
      <w:tr w:rsidR="00CD0A52" w:rsidRPr="00CD0A52" w:rsidTr="00CD0A52">
        <w:trPr>
          <w:trHeight w:val="40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99 0 00 70336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223</w:t>
            </w:r>
          </w:p>
        </w:tc>
      </w:tr>
      <w:tr w:rsidR="00CD0A52" w:rsidRPr="00CD0A52" w:rsidTr="00CD0A52">
        <w:trPr>
          <w:trHeight w:val="40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Социальное обеспечение населения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11 652</w:t>
            </w:r>
          </w:p>
        </w:tc>
      </w:tr>
      <w:tr w:rsidR="00CD0A52" w:rsidRPr="00CD0A52" w:rsidTr="00CD0A52">
        <w:trPr>
          <w:trHeight w:val="115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Муниципальная программа "Основные направления развития отрасли "Социальная политика" в Упоровском районе"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1 714</w:t>
            </w:r>
          </w:p>
        </w:tc>
      </w:tr>
      <w:tr w:rsidR="00CD0A52" w:rsidRPr="00CD0A52" w:rsidTr="00CD0A52">
        <w:trPr>
          <w:trHeight w:val="168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"Обеспечение предоставления мер социальной поддержки гражданам, имеющим право на их получение в соответствии с действующим законодательством"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03 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1 576</w:t>
            </w:r>
          </w:p>
        </w:tc>
      </w:tr>
      <w:tr w:rsidR="00CD0A52" w:rsidRPr="00CD0A52" w:rsidTr="00CD0A52">
        <w:trPr>
          <w:trHeight w:val="100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302</w:t>
            </w:r>
          </w:p>
        </w:tc>
      </w:tr>
      <w:tr w:rsidR="00CD0A52" w:rsidRPr="00CD0A52" w:rsidTr="00CD0A52">
        <w:trPr>
          <w:trHeight w:val="9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302</w:t>
            </w:r>
          </w:p>
        </w:tc>
      </w:tr>
      <w:tr w:rsidR="00CD0A52" w:rsidRPr="00CD0A52" w:rsidTr="00CD0A52">
        <w:trPr>
          <w:trHeight w:val="40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302</w:t>
            </w:r>
          </w:p>
        </w:tc>
      </w:tr>
      <w:tr w:rsidR="00CD0A52" w:rsidRPr="00CD0A52" w:rsidTr="00CD0A52">
        <w:trPr>
          <w:trHeight w:val="73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Социальная поддержка отдельных категорий граждан в отношении проезда на транспорте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16 0 02 19360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974</w:t>
            </w:r>
          </w:p>
        </w:tc>
      </w:tr>
      <w:tr w:rsidR="00CD0A52" w:rsidRPr="00CD0A52" w:rsidTr="00CD0A52">
        <w:trPr>
          <w:trHeight w:val="42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бюджетные ассигнования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16 0 02 19360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974</w:t>
            </w:r>
          </w:p>
        </w:tc>
      </w:tr>
      <w:tr w:rsidR="00CD0A52" w:rsidRPr="00CD0A52" w:rsidTr="00CD0A52">
        <w:trPr>
          <w:trHeight w:val="164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16 0 02 19360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974</w:t>
            </w:r>
          </w:p>
        </w:tc>
      </w:tr>
      <w:tr w:rsidR="00CD0A52" w:rsidRPr="00CD0A52" w:rsidTr="00CD0A52">
        <w:trPr>
          <w:trHeight w:val="3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Оказание материальной помощи населению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16 0 02 71240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300</w:t>
            </w:r>
          </w:p>
        </w:tc>
      </w:tr>
      <w:tr w:rsidR="00CD0A52" w:rsidRPr="00CD0A52" w:rsidTr="00CD0A52">
        <w:trPr>
          <w:trHeight w:val="104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16 0 02 71240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</w:t>
            </w:r>
          </w:p>
        </w:tc>
      </w:tr>
      <w:tr w:rsidR="00CD0A52" w:rsidRPr="00CD0A52" w:rsidTr="00CD0A52">
        <w:trPr>
          <w:trHeight w:val="106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16 0 02 71240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</w:t>
            </w:r>
          </w:p>
        </w:tc>
      </w:tr>
      <w:tr w:rsidR="00CD0A52" w:rsidRPr="00CD0A52" w:rsidTr="00CD0A52">
        <w:trPr>
          <w:trHeight w:val="67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Социальное обеспечение и иные выплаты населению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16 0 02 71240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297</w:t>
            </w:r>
          </w:p>
        </w:tc>
      </w:tr>
      <w:tr w:rsidR="00CD0A52" w:rsidRPr="00CD0A52" w:rsidTr="00CD0A52">
        <w:trPr>
          <w:trHeight w:val="10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16 0 02 71240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297</w:t>
            </w:r>
          </w:p>
        </w:tc>
      </w:tr>
      <w:tr w:rsidR="00CD0A52" w:rsidRPr="00CD0A52" w:rsidTr="00CD0A52">
        <w:trPr>
          <w:trHeight w:val="10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Мероприятие "Обеспечение взаимодействия с общественными организациями ветеранов и их поддержка"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16 0 04 00000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138</w:t>
            </w:r>
          </w:p>
        </w:tc>
      </w:tr>
      <w:tr w:rsidR="00CD0A52" w:rsidRPr="00CD0A52" w:rsidTr="00CD0A52">
        <w:trPr>
          <w:trHeight w:val="75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Поддержка общественных организаций ветеранов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16 0 04 70337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138</w:t>
            </w:r>
          </w:p>
        </w:tc>
      </w:tr>
      <w:tr w:rsidR="00CD0A52" w:rsidRPr="00CD0A52" w:rsidTr="00CD0A52">
        <w:trPr>
          <w:trHeight w:val="10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16 0 04 70337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138</w:t>
            </w:r>
          </w:p>
        </w:tc>
      </w:tr>
      <w:tr w:rsidR="00CD0A52" w:rsidRPr="00CD0A52" w:rsidTr="00CD0A52">
        <w:trPr>
          <w:trHeight w:val="1032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16 0 04 70337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630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138</w:t>
            </w:r>
          </w:p>
        </w:tc>
      </w:tr>
      <w:tr w:rsidR="00CD0A52" w:rsidRPr="00CD0A52" w:rsidTr="00CD0A52">
        <w:trPr>
          <w:trHeight w:val="1032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Муниципальная программа "Устойчивое развитие сельских территорий Упоровского района Тюменской области"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22 0 00 00000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9 938</w:t>
            </w:r>
          </w:p>
        </w:tc>
      </w:tr>
      <w:tr w:rsidR="00CD0A52" w:rsidRPr="00CD0A52" w:rsidTr="00CD0A52">
        <w:trPr>
          <w:trHeight w:val="10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"Улучшение условий жизнедеятельности на сельских территориях Упоровского района"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22 0 01 00000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9 938</w:t>
            </w:r>
          </w:p>
        </w:tc>
      </w:tr>
      <w:tr w:rsidR="00CD0A52" w:rsidRPr="00CD0A52" w:rsidTr="00CD0A52">
        <w:trPr>
          <w:trHeight w:val="146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Реализация мероприятий по устойчивому развитию сельских территорий (улучшение жилищных условий молодых семей и молодых специалистов, проживающих на селе)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22 0 01 L5671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9 938</w:t>
            </w:r>
          </w:p>
        </w:tc>
      </w:tr>
      <w:tr w:rsidR="00CD0A52" w:rsidRPr="00CD0A52" w:rsidTr="00CD0A52">
        <w:trPr>
          <w:trHeight w:val="78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Социальное обеспечение и иные выплаты населению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22 0 01 L5671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9 938</w:t>
            </w:r>
          </w:p>
        </w:tc>
      </w:tr>
      <w:tr w:rsidR="00CD0A52" w:rsidRPr="00CD0A52" w:rsidTr="00CD0A52">
        <w:trPr>
          <w:trHeight w:val="10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22 0 01 L5671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9 938</w:t>
            </w:r>
          </w:p>
        </w:tc>
      </w:tr>
      <w:tr w:rsidR="00CD0A52" w:rsidRPr="00CD0A52" w:rsidTr="00CD0A52">
        <w:trPr>
          <w:trHeight w:val="44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Охрана семьи и детства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3 663</w:t>
            </w:r>
          </w:p>
        </w:tc>
      </w:tr>
      <w:tr w:rsidR="00CD0A52" w:rsidRPr="00CD0A52" w:rsidTr="00CD0A52">
        <w:trPr>
          <w:trHeight w:val="130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Муниципальная программа "Основные направления градостроительной политики и жилищного строительства Упоровского муниципального района"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3 663</w:t>
            </w:r>
          </w:p>
        </w:tc>
      </w:tr>
      <w:tr w:rsidR="00CD0A52" w:rsidRPr="00CD0A52" w:rsidTr="00CD0A52">
        <w:trPr>
          <w:trHeight w:val="165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"Предоставление социальных выплат молодым семьям в рамках подпрограммы "Обеспечение жильём молодых семей" Федеральной целевой программы "Жилище"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17 0 06 00000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3 663</w:t>
            </w:r>
          </w:p>
        </w:tc>
      </w:tr>
      <w:tr w:rsidR="00CD0A52" w:rsidRPr="00CD0A52" w:rsidTr="00CD0A52">
        <w:trPr>
          <w:trHeight w:val="151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Мероприятия по обеспечению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 06 L4970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3 663</w:t>
            </w:r>
          </w:p>
        </w:tc>
      </w:tr>
      <w:tr w:rsidR="00CD0A52" w:rsidRPr="00CD0A52" w:rsidTr="00CD0A52">
        <w:trPr>
          <w:trHeight w:val="72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Социальное обеспечение и иные выплаты населению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 06 L4970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3 663</w:t>
            </w:r>
          </w:p>
        </w:tc>
      </w:tr>
      <w:tr w:rsidR="00CD0A52" w:rsidRPr="00CD0A52" w:rsidTr="00CD0A52">
        <w:trPr>
          <w:trHeight w:val="57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 06 L4970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3 663</w:t>
            </w:r>
          </w:p>
        </w:tc>
      </w:tr>
      <w:tr w:rsidR="00CD0A52" w:rsidRPr="00CD0A52" w:rsidTr="00CD0A52">
        <w:trPr>
          <w:trHeight w:val="7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 Другие вопросы в области социальной политики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1 160</w:t>
            </w:r>
          </w:p>
        </w:tc>
      </w:tr>
      <w:tr w:rsidR="00CD0A52" w:rsidRPr="00CD0A52" w:rsidTr="00CD0A52">
        <w:trPr>
          <w:trHeight w:val="108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99 0 00 19050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1 160</w:t>
            </w:r>
          </w:p>
        </w:tc>
      </w:tr>
      <w:tr w:rsidR="00CD0A52" w:rsidRPr="00CD0A52" w:rsidTr="00CD0A52">
        <w:trPr>
          <w:trHeight w:val="198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99 0 00 19050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839</w:t>
            </w:r>
          </w:p>
        </w:tc>
      </w:tr>
      <w:tr w:rsidR="00CD0A52" w:rsidRPr="00CD0A52" w:rsidTr="00CD0A52">
        <w:trPr>
          <w:trHeight w:val="79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государственных (муниципальных) органов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99 0 00 19050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839</w:t>
            </w:r>
          </w:p>
        </w:tc>
      </w:tr>
      <w:tr w:rsidR="00CD0A52" w:rsidRPr="00CD0A52" w:rsidTr="00CD0A52">
        <w:trPr>
          <w:trHeight w:val="109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99 0 00 19050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321</w:t>
            </w:r>
          </w:p>
        </w:tc>
      </w:tr>
      <w:tr w:rsidR="00CD0A52" w:rsidRPr="00CD0A52" w:rsidTr="00CD0A52">
        <w:trPr>
          <w:trHeight w:val="102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99 0 00 19050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321</w:t>
            </w:r>
          </w:p>
        </w:tc>
      </w:tr>
      <w:tr w:rsidR="00CD0A52" w:rsidRPr="00CD0A52" w:rsidTr="00CD0A52">
        <w:trPr>
          <w:trHeight w:val="3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ФИЗИЧЕСКАЯ КУЛЬТУРА И СПОРТ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38 807</w:t>
            </w:r>
          </w:p>
        </w:tc>
      </w:tr>
      <w:tr w:rsidR="00CD0A52" w:rsidRPr="00CD0A52" w:rsidTr="00CD0A52">
        <w:trPr>
          <w:trHeight w:val="3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Массовый спорт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38 807</w:t>
            </w:r>
          </w:p>
        </w:tc>
      </w:tr>
      <w:tr w:rsidR="00CD0A52" w:rsidRPr="00CD0A52" w:rsidTr="00CD0A52">
        <w:trPr>
          <w:trHeight w:val="130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 Муниципальная программа "Основные направления развития физической культуры и спорта, молодёжной политики в Упоровском муниципальном районе"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34 602</w:t>
            </w:r>
          </w:p>
        </w:tc>
      </w:tr>
      <w:tr w:rsidR="00CD0A52" w:rsidRPr="00CD0A52" w:rsidTr="00CD0A52">
        <w:trPr>
          <w:trHeight w:val="147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 Мероприятие "Развитие физкультурно-спортивной активности, здорового образа жизни населения и обеспечение подготовки районных сборных команд по видам спорта"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31 470</w:t>
            </w:r>
          </w:p>
        </w:tc>
      </w:tr>
      <w:tr w:rsidR="00CD0A52" w:rsidRPr="00CD0A52" w:rsidTr="00CD0A52">
        <w:trPr>
          <w:trHeight w:val="106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обеспечение деятельности (оказание услуг) муниципальных учреждений физической культуры и спорта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14 0 01 74620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31 470</w:t>
            </w:r>
          </w:p>
        </w:tc>
      </w:tr>
      <w:tr w:rsidR="00CD0A52" w:rsidRPr="00CD0A52" w:rsidTr="00CD0A52">
        <w:trPr>
          <w:trHeight w:val="98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14 0 01 74620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31 470</w:t>
            </w:r>
          </w:p>
        </w:tc>
      </w:tr>
      <w:tr w:rsidR="00CD0A52" w:rsidRPr="00CD0A52" w:rsidTr="00CD0A52">
        <w:trPr>
          <w:trHeight w:val="46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14 0 01 74620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31 470</w:t>
            </w:r>
          </w:p>
        </w:tc>
      </w:tr>
      <w:tr w:rsidR="00CD0A52" w:rsidRPr="00CD0A52" w:rsidTr="00CD0A52">
        <w:trPr>
          <w:trHeight w:val="112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Мероприятие "Приведение в нормативное состояние объектов физической культуры и спорта, молодежной политики"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3 132</w:t>
            </w:r>
          </w:p>
        </w:tc>
      </w:tr>
      <w:tr w:rsidR="00CD0A52" w:rsidRPr="00CD0A52" w:rsidTr="00CD0A52">
        <w:trPr>
          <w:trHeight w:val="96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Капитальный ремонт и ремонт объектов физической культуры и спорта, молодежной политики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14 0 03 74630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3 127</w:t>
            </w:r>
          </w:p>
        </w:tc>
      </w:tr>
      <w:tr w:rsidR="00CD0A52" w:rsidRPr="00CD0A52" w:rsidTr="00CD0A52">
        <w:trPr>
          <w:trHeight w:val="10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14 0 03 74630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2 862</w:t>
            </w:r>
          </w:p>
        </w:tc>
      </w:tr>
      <w:tr w:rsidR="00CD0A52" w:rsidRPr="00CD0A52" w:rsidTr="00CD0A52">
        <w:trPr>
          <w:trHeight w:val="105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14 0 03 74630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2 862</w:t>
            </w:r>
          </w:p>
        </w:tc>
      </w:tr>
      <w:tr w:rsidR="00CD0A52" w:rsidRPr="00CD0A52" w:rsidTr="00CD0A52">
        <w:trPr>
          <w:trHeight w:val="105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14 0 03 74630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265</w:t>
            </w:r>
          </w:p>
        </w:tc>
      </w:tr>
      <w:tr w:rsidR="00CD0A52" w:rsidRPr="00CD0A52" w:rsidTr="00CD0A52">
        <w:trPr>
          <w:trHeight w:val="3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14 0 03 74630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265</w:t>
            </w:r>
          </w:p>
        </w:tc>
      </w:tr>
      <w:tr w:rsidR="00CD0A52" w:rsidRPr="00CD0A52" w:rsidTr="00CD0A52">
        <w:trPr>
          <w:trHeight w:val="62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Мероприятия по строительству и реконструкции объектов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14 0 03 74650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</w:t>
            </w:r>
          </w:p>
        </w:tc>
      </w:tr>
      <w:tr w:rsidR="00CD0A52" w:rsidRPr="00CD0A52" w:rsidTr="00CD0A52">
        <w:trPr>
          <w:trHeight w:val="104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14 0 03 74650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</w:t>
            </w:r>
          </w:p>
        </w:tc>
      </w:tr>
      <w:tr w:rsidR="00CD0A52" w:rsidRPr="00CD0A52" w:rsidTr="00CD0A52">
        <w:trPr>
          <w:trHeight w:val="49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Бюджетные инвестиции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14 0 03 74650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</w:t>
            </w:r>
          </w:p>
        </w:tc>
      </w:tr>
      <w:tr w:rsidR="00CD0A52" w:rsidRPr="00CD0A52" w:rsidTr="00CD0A52">
        <w:trPr>
          <w:trHeight w:val="86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Мероприятия по строительству и реконструкции объектов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99 0 00 25220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4 200</w:t>
            </w:r>
          </w:p>
        </w:tc>
      </w:tr>
      <w:tr w:rsidR="00CD0A52" w:rsidRPr="00CD0A52" w:rsidTr="00CD0A52">
        <w:trPr>
          <w:trHeight w:val="9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99 0 00 25220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4 200</w:t>
            </w:r>
          </w:p>
        </w:tc>
      </w:tr>
      <w:tr w:rsidR="00CD0A52" w:rsidRPr="00CD0A52" w:rsidTr="00CD0A52">
        <w:trPr>
          <w:trHeight w:val="49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Бюджетные инвестиции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99 0 00 25220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4 200</w:t>
            </w:r>
          </w:p>
        </w:tc>
      </w:tr>
      <w:tr w:rsidR="00CD0A52" w:rsidRPr="00CD0A52" w:rsidTr="00CD0A52">
        <w:trPr>
          <w:trHeight w:val="135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Приобретение оборудования, автотранспорта и инвентаря для муниципальных учреждений физической культуры и спорта, молодежной политики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</w:t>
            </w:r>
          </w:p>
        </w:tc>
      </w:tr>
      <w:tr w:rsidR="00CD0A52" w:rsidRPr="00CD0A52" w:rsidTr="00CD0A52">
        <w:trPr>
          <w:trHeight w:val="10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</w:t>
            </w:r>
          </w:p>
        </w:tc>
      </w:tr>
      <w:tr w:rsidR="00CD0A52" w:rsidRPr="00CD0A52" w:rsidTr="00CD0A52">
        <w:trPr>
          <w:trHeight w:val="106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</w:t>
            </w:r>
          </w:p>
        </w:tc>
      </w:tr>
      <w:tr w:rsidR="00CD0A52" w:rsidRPr="00CD0A52" w:rsidTr="00CD0A52">
        <w:trPr>
          <w:trHeight w:val="109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45 529</w:t>
            </w:r>
          </w:p>
        </w:tc>
      </w:tr>
      <w:tr w:rsidR="00CD0A52" w:rsidRPr="00CD0A52" w:rsidTr="00CD0A52">
        <w:trPr>
          <w:trHeight w:val="116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15 475</w:t>
            </w:r>
          </w:p>
        </w:tc>
      </w:tr>
      <w:tr w:rsidR="00CD0A52" w:rsidRPr="00CD0A52" w:rsidTr="00CD0A52">
        <w:trPr>
          <w:trHeight w:val="78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Дотации на выравнивание бюджетной обеспеченности поселений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15 475</w:t>
            </w:r>
          </w:p>
        </w:tc>
      </w:tr>
      <w:tr w:rsidR="00CD0A52" w:rsidRPr="00CD0A52" w:rsidTr="00CD0A52">
        <w:trPr>
          <w:trHeight w:val="45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Межбюджетные трансферты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15 475</w:t>
            </w:r>
          </w:p>
        </w:tc>
      </w:tr>
      <w:tr w:rsidR="00CD0A52" w:rsidRPr="00CD0A52" w:rsidTr="00CD0A52">
        <w:trPr>
          <w:trHeight w:val="45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Дотации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15 475</w:t>
            </w:r>
          </w:p>
        </w:tc>
      </w:tr>
      <w:tr w:rsidR="00CD0A52" w:rsidRPr="00CD0A52" w:rsidTr="00CD0A52">
        <w:trPr>
          <w:trHeight w:val="67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Прочие межбюджетные трансферты общего характера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30 054</w:t>
            </w:r>
          </w:p>
        </w:tc>
      </w:tr>
      <w:tr w:rsidR="00CD0A52" w:rsidRPr="00CD0A52" w:rsidTr="00CD0A52">
        <w:trPr>
          <w:trHeight w:val="7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Иные межбюджетные трансферты бюджетам бюджетной системы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30 054</w:t>
            </w:r>
          </w:p>
        </w:tc>
      </w:tr>
      <w:tr w:rsidR="00CD0A52" w:rsidRPr="00CD0A52" w:rsidTr="00CD0A52">
        <w:trPr>
          <w:trHeight w:val="3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Межбюджетные трансферты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30 054</w:t>
            </w:r>
          </w:p>
        </w:tc>
      </w:tr>
      <w:tr w:rsidR="00CD0A52" w:rsidRPr="00CD0A52" w:rsidTr="00CD0A52">
        <w:trPr>
          <w:trHeight w:val="4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межбюджетные трансферты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30 054</w:t>
            </w:r>
          </w:p>
        </w:tc>
      </w:tr>
      <w:tr w:rsidR="00CD0A52" w:rsidRPr="00CD0A52" w:rsidTr="00CD0A52">
        <w:trPr>
          <w:trHeight w:val="40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Комитет жилищно-коммунальной политики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41 064</w:t>
            </w:r>
          </w:p>
        </w:tc>
      </w:tr>
      <w:tr w:rsidR="00CD0A52" w:rsidRPr="00CD0A52" w:rsidTr="00CD0A52">
        <w:trPr>
          <w:trHeight w:val="4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ОБЩЕГОСУДАРСТВЕННЫЕ ВОПРОСЫ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298</w:t>
            </w:r>
          </w:p>
        </w:tc>
      </w:tr>
      <w:tr w:rsidR="00CD0A52" w:rsidRPr="00CD0A52" w:rsidTr="00CD0A52">
        <w:trPr>
          <w:trHeight w:val="3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Другие общегосударственные вопросы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298</w:t>
            </w:r>
          </w:p>
        </w:tc>
      </w:tr>
      <w:tr w:rsidR="00CD0A52" w:rsidRPr="00CD0A52" w:rsidTr="00CD0A52">
        <w:trPr>
          <w:trHeight w:val="7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Выполнение других обязательств органа местного самоуправления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153</w:t>
            </w:r>
          </w:p>
        </w:tc>
      </w:tr>
      <w:tr w:rsidR="00CD0A52" w:rsidRPr="00CD0A52" w:rsidTr="00CD0A52">
        <w:trPr>
          <w:trHeight w:val="10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153</w:t>
            </w:r>
          </w:p>
        </w:tc>
      </w:tr>
      <w:tr w:rsidR="00CD0A52" w:rsidRPr="00CD0A52" w:rsidTr="00CD0A52">
        <w:trPr>
          <w:trHeight w:val="10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153</w:t>
            </w:r>
          </w:p>
        </w:tc>
      </w:tr>
      <w:tr w:rsidR="00CD0A52" w:rsidRPr="00CD0A52" w:rsidTr="00CD0A52">
        <w:trPr>
          <w:trHeight w:val="170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Исполнение государственных полномочий, отнесенных к полномочиям органов местного самоуправления в соответствии с пунктами 5-7 и пунктом 12 части 8 статьи 1 Закона Тюменской области от 26.12.2014 № 125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99 0 00 71910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145</w:t>
            </w:r>
          </w:p>
        </w:tc>
      </w:tr>
      <w:tr w:rsidR="00CD0A52" w:rsidRPr="00CD0A52" w:rsidTr="00CD0A52">
        <w:trPr>
          <w:trHeight w:val="195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99 0 00 71910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116</w:t>
            </w:r>
          </w:p>
        </w:tc>
      </w:tr>
      <w:tr w:rsidR="00CD0A52" w:rsidRPr="00CD0A52" w:rsidTr="00CD0A52">
        <w:trPr>
          <w:trHeight w:val="76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государственных (муниципальных) органов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99 0 00 71910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116</w:t>
            </w:r>
          </w:p>
        </w:tc>
      </w:tr>
      <w:tr w:rsidR="00CD0A52" w:rsidRPr="00CD0A52" w:rsidTr="00CD0A52">
        <w:trPr>
          <w:trHeight w:val="10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99 0 00 71910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29</w:t>
            </w:r>
          </w:p>
        </w:tc>
      </w:tr>
      <w:tr w:rsidR="00CD0A52" w:rsidRPr="00CD0A52" w:rsidTr="00CD0A52">
        <w:trPr>
          <w:trHeight w:val="100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99 0 00 71910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29</w:t>
            </w:r>
          </w:p>
        </w:tc>
      </w:tr>
      <w:tr w:rsidR="00CD0A52" w:rsidRPr="00CD0A52" w:rsidTr="00CD0A52">
        <w:trPr>
          <w:trHeight w:val="38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НАЦИОНАЛЬНАЯ ЭКОНОМИКА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1 860</w:t>
            </w:r>
          </w:p>
        </w:tc>
      </w:tr>
      <w:tr w:rsidR="00CD0A52" w:rsidRPr="00CD0A52" w:rsidTr="00CD0A52">
        <w:trPr>
          <w:trHeight w:val="37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 Топливно-энергетический комплекс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1 860</w:t>
            </w:r>
          </w:p>
        </w:tc>
      </w:tr>
      <w:tr w:rsidR="00CD0A52" w:rsidRPr="00CD0A52" w:rsidTr="00CD0A52">
        <w:trPr>
          <w:trHeight w:val="68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Мероприятия по обеспечению эксплуатации объектов газоснабжения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99 0 00 89540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1 860</w:t>
            </w:r>
          </w:p>
        </w:tc>
      </w:tr>
      <w:tr w:rsidR="00CD0A52" w:rsidRPr="00CD0A52" w:rsidTr="00CD0A52">
        <w:trPr>
          <w:trHeight w:val="97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99 0 00 89540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1 860</w:t>
            </w:r>
          </w:p>
        </w:tc>
      </w:tr>
      <w:tr w:rsidR="00CD0A52" w:rsidRPr="00CD0A52" w:rsidTr="00CD0A52">
        <w:trPr>
          <w:trHeight w:val="102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99 0 00 89540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1 860</w:t>
            </w:r>
          </w:p>
        </w:tc>
      </w:tr>
      <w:tr w:rsidR="00CD0A52" w:rsidRPr="00CD0A52" w:rsidTr="00CD0A52">
        <w:trPr>
          <w:trHeight w:val="54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ЖИЛИЩНО-КОММУНАЛЬНОЕ ХОЗЯЙСТВО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33 465</w:t>
            </w:r>
          </w:p>
        </w:tc>
      </w:tr>
      <w:tr w:rsidR="00CD0A52" w:rsidRPr="00CD0A52" w:rsidTr="00CD0A52">
        <w:trPr>
          <w:trHeight w:val="42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Жилищное хозяйство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2 196</w:t>
            </w:r>
          </w:p>
        </w:tc>
      </w:tr>
      <w:tr w:rsidR="00CD0A52" w:rsidRPr="00CD0A52" w:rsidTr="00CD0A52">
        <w:trPr>
          <w:trHeight w:val="108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 Муниципальная программа "Модернизация систем  коммунальной инфраструктуры Упоровского муниципального района"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1 685</w:t>
            </w:r>
          </w:p>
        </w:tc>
      </w:tr>
      <w:tr w:rsidR="00CD0A52" w:rsidRPr="00CD0A52" w:rsidTr="00CD0A52">
        <w:trPr>
          <w:trHeight w:val="106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 Мероприятие "Поддержание в надлежащем состоянии объектов государственного и муниципального жилищного фонда"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1 685</w:t>
            </w:r>
          </w:p>
        </w:tc>
      </w:tr>
      <w:tr w:rsidR="00CD0A52" w:rsidRPr="00CD0A52" w:rsidTr="00CD0A52">
        <w:trPr>
          <w:trHeight w:val="68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Капитальный ремонт государственного жилищного фонда Тюменской области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15 0 01 71924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314</w:t>
            </w:r>
          </w:p>
        </w:tc>
      </w:tr>
      <w:tr w:rsidR="00CD0A52" w:rsidRPr="00CD0A52" w:rsidTr="00CD0A52">
        <w:trPr>
          <w:trHeight w:val="97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15 0 01 71924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314</w:t>
            </w:r>
          </w:p>
        </w:tc>
      </w:tr>
      <w:tr w:rsidR="00CD0A52" w:rsidRPr="00CD0A52" w:rsidTr="00CD0A52">
        <w:trPr>
          <w:trHeight w:val="10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15 0 01 71924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314</w:t>
            </w:r>
          </w:p>
        </w:tc>
      </w:tr>
      <w:tr w:rsidR="00CD0A52" w:rsidRPr="00CD0A52" w:rsidTr="00CD0A52">
        <w:trPr>
          <w:trHeight w:val="72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Мероприятия по капитальному ремонту муниципального жилого фонда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15 0 01 75000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1 371</w:t>
            </w:r>
          </w:p>
        </w:tc>
      </w:tr>
      <w:tr w:rsidR="00CD0A52" w:rsidRPr="00CD0A52" w:rsidTr="00CD0A52">
        <w:trPr>
          <w:trHeight w:val="94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15 0 01 75000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1 371</w:t>
            </w:r>
          </w:p>
        </w:tc>
      </w:tr>
      <w:tr w:rsidR="00CD0A52" w:rsidRPr="00CD0A52" w:rsidTr="00CD0A52">
        <w:trPr>
          <w:trHeight w:val="9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15 0 01 75000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1 371</w:t>
            </w:r>
          </w:p>
        </w:tc>
      </w:tr>
      <w:tr w:rsidR="00CD0A52" w:rsidRPr="00CD0A52" w:rsidTr="00CD0A52">
        <w:trPr>
          <w:trHeight w:val="160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Уплата ежемесячных взносов на капитальный ремонт общего имущества многоквартирных домов органами местного самоуправления как собственниками помещений в многоквартирных домах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99 0 00 96160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511</w:t>
            </w:r>
          </w:p>
        </w:tc>
      </w:tr>
      <w:tr w:rsidR="00CD0A52" w:rsidRPr="00CD0A52" w:rsidTr="00CD0A52">
        <w:trPr>
          <w:trHeight w:val="9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99 0 00 96160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511</w:t>
            </w:r>
          </w:p>
        </w:tc>
      </w:tr>
      <w:tr w:rsidR="00CD0A52" w:rsidRPr="00CD0A52" w:rsidTr="00CD0A52">
        <w:trPr>
          <w:trHeight w:val="100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99 0 00 96160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511</w:t>
            </w:r>
          </w:p>
        </w:tc>
      </w:tr>
      <w:tr w:rsidR="00CD0A52" w:rsidRPr="00CD0A52" w:rsidTr="00CD0A52">
        <w:trPr>
          <w:trHeight w:val="44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Коммунальное хозяйство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27 564</w:t>
            </w:r>
          </w:p>
        </w:tc>
      </w:tr>
      <w:tr w:rsidR="00CD0A52" w:rsidRPr="00CD0A52" w:rsidTr="00CD0A52">
        <w:trPr>
          <w:trHeight w:val="10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 Муниципальная программа "Модернизация систем  коммунальной инфраструктуры Упоровского муниципального района"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27 564</w:t>
            </w:r>
          </w:p>
        </w:tc>
      </w:tr>
      <w:tr w:rsidR="00CD0A52" w:rsidRPr="00CD0A52" w:rsidTr="00CD0A52">
        <w:trPr>
          <w:trHeight w:val="105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 Мероприятие "Повышение уровня надежности, качества и эффективности работы коммунального комплекса"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15 564</w:t>
            </w:r>
          </w:p>
        </w:tc>
      </w:tr>
      <w:tr w:rsidR="00CD0A52" w:rsidRPr="00CD0A52" w:rsidTr="00CD0A52">
        <w:trPr>
          <w:trHeight w:val="6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Мероприятия по повышению надежности и эффективности инженерных систем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15 0 02 75220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15 564</w:t>
            </w:r>
          </w:p>
        </w:tc>
      </w:tr>
      <w:tr w:rsidR="00CD0A52" w:rsidRPr="00CD0A52" w:rsidTr="00CD0A52">
        <w:trPr>
          <w:trHeight w:val="102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15 0 02 75220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10 924</w:t>
            </w:r>
          </w:p>
        </w:tc>
      </w:tr>
      <w:tr w:rsidR="00CD0A52" w:rsidRPr="00CD0A52" w:rsidTr="00CD0A52">
        <w:trPr>
          <w:trHeight w:val="110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15 0 02 75220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10 924</w:t>
            </w:r>
          </w:p>
        </w:tc>
      </w:tr>
      <w:tr w:rsidR="00CD0A52" w:rsidRPr="00CD0A52" w:rsidTr="00CD0A52">
        <w:trPr>
          <w:trHeight w:val="3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Межбюджетные трансферты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15 0 02 75220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4 640</w:t>
            </w:r>
          </w:p>
        </w:tc>
      </w:tr>
      <w:tr w:rsidR="00CD0A52" w:rsidRPr="00CD0A52" w:rsidTr="00CD0A52">
        <w:trPr>
          <w:trHeight w:val="48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межбюджетные трансферты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15 0 02 75220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4 640</w:t>
            </w:r>
          </w:p>
        </w:tc>
      </w:tr>
      <w:tr w:rsidR="00CD0A52" w:rsidRPr="00CD0A52" w:rsidTr="00CD0A52">
        <w:trPr>
          <w:trHeight w:val="139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 Мероприятие "Строительство (реконструкция) и проектирование объектов теплоснабжения, энергоснабжения, водоснабжения, водоотведения и газоснабжения"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12 000</w:t>
            </w:r>
          </w:p>
        </w:tc>
      </w:tr>
      <w:tr w:rsidR="00CD0A52" w:rsidRPr="00CD0A52" w:rsidTr="00CD0A52">
        <w:trPr>
          <w:trHeight w:val="48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Мероприятия по строительству объектов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15 0 03 89530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12 000</w:t>
            </w:r>
          </w:p>
        </w:tc>
      </w:tr>
      <w:tr w:rsidR="00CD0A52" w:rsidRPr="00CD0A52" w:rsidTr="00CD0A52">
        <w:trPr>
          <w:trHeight w:val="109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15 0 03 89530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12 000</w:t>
            </w:r>
          </w:p>
        </w:tc>
      </w:tr>
      <w:tr w:rsidR="00CD0A52" w:rsidRPr="00CD0A52" w:rsidTr="00CD0A52">
        <w:trPr>
          <w:trHeight w:val="48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Бюджетные инвестиции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15 0 03 89530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12 000</w:t>
            </w:r>
          </w:p>
        </w:tc>
      </w:tr>
      <w:tr w:rsidR="00CD0A52" w:rsidRPr="00CD0A52" w:rsidTr="00CD0A52">
        <w:trPr>
          <w:trHeight w:val="82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 Другие вопросы в области жилищно-коммунального хозяйства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3 705</w:t>
            </w:r>
          </w:p>
        </w:tc>
      </w:tr>
      <w:tr w:rsidR="00CD0A52" w:rsidRPr="00CD0A52" w:rsidTr="00CD0A52">
        <w:trPr>
          <w:trHeight w:val="75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Обеспечение деятельности органов местного самоуправления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3 705</w:t>
            </w:r>
          </w:p>
        </w:tc>
      </w:tr>
      <w:tr w:rsidR="00CD0A52" w:rsidRPr="00CD0A52" w:rsidTr="00CD0A52">
        <w:trPr>
          <w:trHeight w:val="196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3 537</w:t>
            </w:r>
          </w:p>
        </w:tc>
      </w:tr>
      <w:tr w:rsidR="00CD0A52" w:rsidRPr="00CD0A52" w:rsidTr="00CD0A52">
        <w:trPr>
          <w:trHeight w:val="76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государственных (муниципальных) органов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3 537</w:t>
            </w:r>
          </w:p>
        </w:tc>
      </w:tr>
      <w:tr w:rsidR="00CD0A52" w:rsidRPr="00CD0A52" w:rsidTr="00CD0A52">
        <w:trPr>
          <w:trHeight w:val="105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168</w:t>
            </w:r>
          </w:p>
        </w:tc>
      </w:tr>
      <w:tr w:rsidR="00CD0A52" w:rsidRPr="00CD0A52" w:rsidTr="00CD0A52">
        <w:trPr>
          <w:trHeight w:val="10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168</w:t>
            </w:r>
          </w:p>
        </w:tc>
      </w:tr>
      <w:tr w:rsidR="00CD0A52" w:rsidRPr="00CD0A52" w:rsidTr="00CD0A52">
        <w:trPr>
          <w:trHeight w:val="4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СОЦИАЛЬНАЯ ПОЛИТИКА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5 441</w:t>
            </w:r>
          </w:p>
        </w:tc>
      </w:tr>
      <w:tr w:rsidR="00CD0A52" w:rsidRPr="00CD0A52" w:rsidTr="00CD0A52">
        <w:trPr>
          <w:trHeight w:val="44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Социальное обеспечение населения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5 441</w:t>
            </w:r>
          </w:p>
        </w:tc>
      </w:tr>
      <w:tr w:rsidR="00CD0A52" w:rsidRPr="00CD0A52" w:rsidTr="00CD0A52">
        <w:trPr>
          <w:trHeight w:val="102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Муниципальная программа "Основные направления развития отрасли "Социальная политика" в Упоровском районе"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3 092</w:t>
            </w:r>
          </w:p>
        </w:tc>
      </w:tr>
      <w:tr w:rsidR="00CD0A52" w:rsidRPr="00CD0A52" w:rsidTr="00CD0A52">
        <w:trPr>
          <w:trHeight w:val="158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"Обеспечение предоставления мер социальной поддержки гражданам, имеющим право на их получение в соответствии с действующим законодательством"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03 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3 092</w:t>
            </w:r>
          </w:p>
        </w:tc>
      </w:tr>
      <w:tr w:rsidR="00CD0A52" w:rsidRPr="00CD0A52" w:rsidTr="00CD0A52">
        <w:trPr>
          <w:trHeight w:val="102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3 092</w:t>
            </w:r>
          </w:p>
        </w:tc>
      </w:tr>
      <w:tr w:rsidR="00CD0A52" w:rsidRPr="00CD0A52" w:rsidTr="00CD0A52">
        <w:trPr>
          <w:trHeight w:val="102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18</w:t>
            </w:r>
          </w:p>
        </w:tc>
      </w:tr>
      <w:tr w:rsidR="00CD0A52" w:rsidRPr="00CD0A52" w:rsidTr="00CD0A52">
        <w:trPr>
          <w:trHeight w:val="106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18</w:t>
            </w:r>
          </w:p>
        </w:tc>
      </w:tr>
      <w:tr w:rsidR="00CD0A52" w:rsidRPr="00CD0A52" w:rsidTr="00CD0A52">
        <w:trPr>
          <w:trHeight w:val="75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Социальное обеспечение и иные выплаты населению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3 074</w:t>
            </w:r>
          </w:p>
        </w:tc>
      </w:tr>
      <w:tr w:rsidR="00CD0A52" w:rsidRPr="00CD0A52" w:rsidTr="00CD0A52">
        <w:trPr>
          <w:trHeight w:val="6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Публичные нормативные социальные выплаты гражданам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3 074</w:t>
            </w:r>
          </w:p>
        </w:tc>
      </w:tr>
      <w:tr w:rsidR="00CD0A52" w:rsidRPr="00CD0A52" w:rsidTr="00CD0A52">
        <w:trPr>
          <w:trHeight w:val="132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Социальная поддержка отдельных категорий граждан в отношении газификации жилых домов (квартир) в населённых пунктах Тюменской области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99 0 00 19330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2 160</w:t>
            </w:r>
          </w:p>
        </w:tc>
      </w:tr>
      <w:tr w:rsidR="00CD0A52" w:rsidRPr="00CD0A52" w:rsidTr="00CD0A52">
        <w:trPr>
          <w:trHeight w:val="6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Социальное обеспечение и иные выплаты населению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99 0 00 19330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2 160</w:t>
            </w:r>
          </w:p>
        </w:tc>
      </w:tr>
      <w:tr w:rsidR="00CD0A52" w:rsidRPr="00CD0A52" w:rsidTr="00CD0A52">
        <w:trPr>
          <w:trHeight w:val="102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99 0 00 19330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2 160</w:t>
            </w:r>
          </w:p>
        </w:tc>
      </w:tr>
      <w:tr w:rsidR="00CD0A52" w:rsidRPr="00CD0A52" w:rsidTr="00CD0A52">
        <w:trPr>
          <w:trHeight w:val="66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Прочие мероприятия в области социальной политики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99 0 00 70384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189</w:t>
            </w:r>
          </w:p>
        </w:tc>
      </w:tr>
      <w:tr w:rsidR="00CD0A52" w:rsidRPr="00CD0A52" w:rsidTr="00CD0A52">
        <w:trPr>
          <w:trHeight w:val="44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бюджетные ассигнования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99 0 00 70384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189</w:t>
            </w:r>
          </w:p>
        </w:tc>
      </w:tr>
      <w:tr w:rsidR="00CD0A52" w:rsidRPr="00CD0A52" w:rsidTr="00CD0A52">
        <w:trPr>
          <w:trHeight w:val="4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Уплата налогов, сборов и иных платежей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99 0 00 70384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189</w:t>
            </w:r>
          </w:p>
        </w:tc>
      </w:tr>
      <w:tr w:rsidR="00CD0A52" w:rsidRPr="00CD0A52" w:rsidTr="00CD0A52">
        <w:trPr>
          <w:trHeight w:val="3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Комитет по образованию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402 150</w:t>
            </w:r>
          </w:p>
        </w:tc>
      </w:tr>
      <w:tr w:rsidR="00CD0A52" w:rsidRPr="00CD0A52" w:rsidTr="00CD0A52">
        <w:trPr>
          <w:trHeight w:val="3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НАЦИОНАЛЬНАЯ ЭКОНОМИКА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784</w:t>
            </w:r>
          </w:p>
        </w:tc>
      </w:tr>
      <w:tr w:rsidR="00CD0A52" w:rsidRPr="00CD0A52" w:rsidTr="00CD0A52">
        <w:trPr>
          <w:trHeight w:val="3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 Общеэкономические вопросы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638</w:t>
            </w:r>
          </w:p>
        </w:tc>
      </w:tr>
      <w:tr w:rsidR="00CD0A52" w:rsidRPr="00CD0A52" w:rsidTr="00CD0A52">
        <w:trPr>
          <w:trHeight w:val="7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Организация временного трудоустройства несовершеннолетних граждан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434</w:t>
            </w:r>
          </w:p>
        </w:tc>
      </w:tr>
      <w:tr w:rsidR="00CD0A52" w:rsidRPr="00CD0A52" w:rsidTr="00CD0A52">
        <w:trPr>
          <w:trHeight w:val="104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434</w:t>
            </w:r>
          </w:p>
        </w:tc>
      </w:tr>
      <w:tr w:rsidR="00CD0A52" w:rsidRPr="00CD0A52" w:rsidTr="00CD0A52">
        <w:trPr>
          <w:trHeight w:val="3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434</w:t>
            </w:r>
          </w:p>
        </w:tc>
      </w:tr>
      <w:tr w:rsidR="00CD0A52" w:rsidRPr="00CD0A52" w:rsidTr="00CD0A52">
        <w:trPr>
          <w:trHeight w:val="72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Организация общественных и временных рабочих мест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99 0 00 70331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204</w:t>
            </w:r>
          </w:p>
        </w:tc>
      </w:tr>
      <w:tr w:rsidR="00CD0A52" w:rsidRPr="00CD0A52" w:rsidTr="00CD0A52">
        <w:trPr>
          <w:trHeight w:val="96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99 0 00 70331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204</w:t>
            </w:r>
          </w:p>
        </w:tc>
      </w:tr>
      <w:tr w:rsidR="00CD0A52" w:rsidRPr="00CD0A52" w:rsidTr="00CD0A52">
        <w:trPr>
          <w:trHeight w:val="3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99 0 00 70331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204</w:t>
            </w:r>
          </w:p>
        </w:tc>
      </w:tr>
      <w:tr w:rsidR="00CD0A52" w:rsidRPr="00CD0A52" w:rsidTr="00CD0A52">
        <w:trPr>
          <w:trHeight w:val="72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Другие вопросы в области национальной экономики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146</w:t>
            </w:r>
          </w:p>
        </w:tc>
      </w:tr>
      <w:tr w:rsidR="00CD0A52" w:rsidRPr="00CD0A52" w:rsidTr="00CD0A52">
        <w:trPr>
          <w:trHeight w:val="110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Муниципальная программа "Основные направления развития предпринимательства и торговли в Упоровском муниципальном районе"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146</w:t>
            </w:r>
          </w:p>
        </w:tc>
      </w:tr>
      <w:tr w:rsidR="00CD0A52" w:rsidRPr="00CD0A52" w:rsidTr="00CD0A52">
        <w:trPr>
          <w:trHeight w:val="98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"Создание благоприятных условий для развития субъектов малого и среднего предпринимательства"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146</w:t>
            </w:r>
          </w:p>
        </w:tc>
      </w:tr>
      <w:tr w:rsidR="00CD0A52" w:rsidRPr="00CD0A52" w:rsidTr="00CD0A52">
        <w:trPr>
          <w:trHeight w:val="102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Мероприятия по поддержке и развитию субъектов малого и среднего предпринимательства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12 0 03 70334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146</w:t>
            </w:r>
          </w:p>
        </w:tc>
      </w:tr>
      <w:tr w:rsidR="00CD0A52" w:rsidRPr="00CD0A52" w:rsidTr="00CD0A52">
        <w:trPr>
          <w:trHeight w:val="109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12 0 03 70334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146</w:t>
            </w:r>
          </w:p>
        </w:tc>
      </w:tr>
      <w:tr w:rsidR="00CD0A52" w:rsidRPr="00CD0A52" w:rsidTr="00CD0A52">
        <w:trPr>
          <w:trHeight w:val="109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12 0 03 70334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146</w:t>
            </w:r>
          </w:p>
        </w:tc>
      </w:tr>
      <w:tr w:rsidR="00CD0A52" w:rsidRPr="00CD0A52" w:rsidTr="00CD0A52">
        <w:trPr>
          <w:trHeight w:val="3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ОБРАЗОВАНИЕ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394 649</w:t>
            </w:r>
          </w:p>
        </w:tc>
      </w:tr>
      <w:tr w:rsidR="00CD0A52" w:rsidRPr="00CD0A52" w:rsidTr="00CD0A52">
        <w:trPr>
          <w:trHeight w:val="4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Дошкольное образование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115 388</w:t>
            </w:r>
          </w:p>
        </w:tc>
      </w:tr>
      <w:tr w:rsidR="00CD0A52" w:rsidRPr="00CD0A52" w:rsidTr="00CD0A52">
        <w:trPr>
          <w:trHeight w:val="104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Муниципальная программа "Основные направления развития системы образования в Упоровском муниципальном районе"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115 388</w:t>
            </w:r>
          </w:p>
        </w:tc>
      </w:tr>
      <w:tr w:rsidR="00CD0A52" w:rsidRPr="00CD0A52" w:rsidTr="00CD0A52">
        <w:trPr>
          <w:trHeight w:val="87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"Обеспечение получения общедоступного и качественного дошкольного образования"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113 851</w:t>
            </w:r>
          </w:p>
        </w:tc>
      </w:tr>
      <w:tr w:rsidR="00CD0A52" w:rsidRPr="00CD0A52" w:rsidTr="00CD0A52">
        <w:trPr>
          <w:trHeight w:val="127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11 0 01 19250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51 622</w:t>
            </w:r>
          </w:p>
        </w:tc>
      </w:tr>
      <w:tr w:rsidR="00CD0A52" w:rsidRPr="00CD0A52" w:rsidTr="00CD0A52">
        <w:trPr>
          <w:trHeight w:val="62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11 0 01 19250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51 622</w:t>
            </w:r>
          </w:p>
        </w:tc>
      </w:tr>
      <w:tr w:rsidR="00CD0A52" w:rsidRPr="00CD0A52" w:rsidTr="00CD0A52">
        <w:trPr>
          <w:trHeight w:val="36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11 0 01 19250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51 622</w:t>
            </w:r>
          </w:p>
        </w:tc>
      </w:tr>
      <w:tr w:rsidR="00CD0A52" w:rsidRPr="00CD0A52" w:rsidTr="00CD0A52">
        <w:trPr>
          <w:trHeight w:val="104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обеспечение деятельности (оказание услуг) муниципальных учреждений дошкольного образования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11 0 01 71400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27 935</w:t>
            </w:r>
          </w:p>
        </w:tc>
      </w:tr>
      <w:tr w:rsidR="00CD0A52" w:rsidRPr="00CD0A52" w:rsidTr="00CD0A52">
        <w:trPr>
          <w:trHeight w:val="94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11 0 01 71400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27 935</w:t>
            </w:r>
          </w:p>
        </w:tc>
      </w:tr>
      <w:tr w:rsidR="00CD0A52" w:rsidRPr="00CD0A52" w:rsidTr="00CD0A52">
        <w:trPr>
          <w:trHeight w:val="34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11 0 01 71400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27 935</w:t>
            </w:r>
          </w:p>
        </w:tc>
      </w:tr>
      <w:tr w:rsidR="00CD0A52" w:rsidRPr="00CD0A52" w:rsidTr="00CD0A52">
        <w:trPr>
          <w:trHeight w:val="186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Возмещение расходов по созданию условий для осуществления присмотра и ухода за детьми, содержания детей в финансируемых из местного бюджета организациях, реализующих образовательную программу дошкольного образования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11 0 01 71969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34 294</w:t>
            </w:r>
          </w:p>
        </w:tc>
      </w:tr>
      <w:tr w:rsidR="00CD0A52" w:rsidRPr="00CD0A52" w:rsidTr="00CD0A52">
        <w:trPr>
          <w:trHeight w:val="91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11 0 01 71969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34 294</w:t>
            </w:r>
          </w:p>
        </w:tc>
      </w:tr>
      <w:tr w:rsidR="00CD0A52" w:rsidRPr="00CD0A52" w:rsidTr="00CD0A52">
        <w:trPr>
          <w:trHeight w:val="36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11 0 01 71969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34 294</w:t>
            </w:r>
          </w:p>
        </w:tc>
      </w:tr>
      <w:tr w:rsidR="00CD0A52" w:rsidRPr="00CD0A52" w:rsidTr="00CD0A52">
        <w:trPr>
          <w:trHeight w:val="132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"Реализация мероприятий по обеспечению образовательного процесса, поддержание в нормативном состоянии образовательных организаций"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11 0 06 00000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1 537</w:t>
            </w:r>
          </w:p>
        </w:tc>
      </w:tr>
      <w:tr w:rsidR="00CD0A52" w:rsidRPr="00CD0A52" w:rsidTr="00CD0A52">
        <w:trPr>
          <w:trHeight w:val="62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Капитальный ремонт и ремонт объектов муниципальных учреждений образования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11 0 06 71430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1 537</w:t>
            </w:r>
          </w:p>
        </w:tc>
      </w:tr>
      <w:tr w:rsidR="00CD0A52" w:rsidRPr="00CD0A52" w:rsidTr="00CD0A52">
        <w:trPr>
          <w:trHeight w:val="104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11 0 06 71430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1 268</w:t>
            </w:r>
          </w:p>
        </w:tc>
      </w:tr>
      <w:tr w:rsidR="00CD0A52" w:rsidRPr="00CD0A52" w:rsidTr="00CD0A52">
        <w:trPr>
          <w:trHeight w:val="100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11 0 06 71430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1 268</w:t>
            </w:r>
          </w:p>
        </w:tc>
      </w:tr>
      <w:tr w:rsidR="00CD0A52" w:rsidRPr="00CD0A52" w:rsidTr="00CD0A52">
        <w:trPr>
          <w:trHeight w:val="100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11 0 06 71430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269</w:t>
            </w:r>
          </w:p>
        </w:tc>
      </w:tr>
      <w:tr w:rsidR="00CD0A52" w:rsidRPr="00CD0A52" w:rsidTr="00CD0A52">
        <w:trPr>
          <w:trHeight w:val="37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11 0 06 71430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269</w:t>
            </w:r>
          </w:p>
        </w:tc>
      </w:tr>
      <w:tr w:rsidR="00CD0A52" w:rsidRPr="00CD0A52" w:rsidTr="00CD0A52">
        <w:trPr>
          <w:trHeight w:val="3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Общее образование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266 189</w:t>
            </w:r>
          </w:p>
        </w:tc>
      </w:tr>
      <w:tr w:rsidR="00CD0A52" w:rsidRPr="00CD0A52" w:rsidTr="00CD0A52">
        <w:trPr>
          <w:trHeight w:val="97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Муниципальная программа "Основные направления развития системы образования в Упоровском муниципальном районе"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266 029</w:t>
            </w:r>
          </w:p>
        </w:tc>
      </w:tr>
      <w:tr w:rsidR="00CD0A52" w:rsidRPr="00CD0A52" w:rsidTr="00CD0A52">
        <w:trPr>
          <w:trHeight w:val="124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"Обеспечение получения общедоступного и бесплатного начального общего, основного общего, среднего общего образования"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242 753</w:t>
            </w:r>
          </w:p>
        </w:tc>
      </w:tr>
      <w:tr w:rsidR="00CD0A52" w:rsidRPr="00CD0A52" w:rsidTr="00CD0A52">
        <w:trPr>
          <w:trHeight w:val="68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Реализация мероприятий по обеспечению образовательного процесса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11 0 02 10008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1 550</w:t>
            </w:r>
          </w:p>
        </w:tc>
      </w:tr>
      <w:tr w:rsidR="00CD0A52" w:rsidRPr="00CD0A52" w:rsidTr="00CD0A52">
        <w:trPr>
          <w:trHeight w:val="92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11 0 02 10008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1 550</w:t>
            </w:r>
          </w:p>
        </w:tc>
      </w:tr>
      <w:tr w:rsidR="00CD0A52" w:rsidRPr="00CD0A52" w:rsidTr="00CD0A52">
        <w:trPr>
          <w:trHeight w:val="36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11 0 02 10008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1 550</w:t>
            </w:r>
          </w:p>
        </w:tc>
      </w:tr>
      <w:tr w:rsidR="00CD0A52" w:rsidRPr="00CD0A52" w:rsidTr="00CD0A52">
        <w:trPr>
          <w:trHeight w:val="147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образовательных организациях, а также в иных организациях, не являющихся муниципальными или частными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11 0 02 19270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162 552</w:t>
            </w:r>
          </w:p>
        </w:tc>
      </w:tr>
      <w:tr w:rsidR="00CD0A52" w:rsidRPr="00CD0A52" w:rsidTr="00CD0A52">
        <w:trPr>
          <w:trHeight w:val="114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11 0 02 19270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162 552</w:t>
            </w:r>
          </w:p>
        </w:tc>
      </w:tr>
      <w:tr w:rsidR="00CD0A52" w:rsidRPr="00CD0A52" w:rsidTr="00CD0A52">
        <w:trPr>
          <w:trHeight w:val="46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11 0 02 19270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162 552</w:t>
            </w:r>
          </w:p>
        </w:tc>
      </w:tr>
      <w:tr w:rsidR="00CD0A52" w:rsidRPr="00CD0A52" w:rsidTr="00CD0A52">
        <w:trPr>
          <w:trHeight w:val="106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обеспечение деятельности (оказание услуг)  муниципальных учреждений общего образования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11 0 02 71410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78 651</w:t>
            </w:r>
          </w:p>
        </w:tc>
      </w:tr>
      <w:tr w:rsidR="00CD0A52" w:rsidRPr="00CD0A52" w:rsidTr="00CD0A52">
        <w:trPr>
          <w:trHeight w:val="96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11 0 02 71410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78 651</w:t>
            </w:r>
          </w:p>
        </w:tc>
      </w:tr>
      <w:tr w:rsidR="00CD0A52" w:rsidRPr="00CD0A52" w:rsidTr="00CD0A52">
        <w:trPr>
          <w:trHeight w:val="40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11 0 02 71410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78 651</w:t>
            </w:r>
          </w:p>
        </w:tc>
      </w:tr>
      <w:tr w:rsidR="00CD0A52" w:rsidRPr="00CD0A52" w:rsidTr="00CD0A52">
        <w:trPr>
          <w:trHeight w:val="171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Мероприятие "Организация предоставления психолого-педагогической, медицинской и социальной помощи </w:t>
            </w:r>
            <w:proofErr w:type="gramStart"/>
            <w:r w:rsidRPr="00CD0A52">
              <w:t>обучающимся</w:t>
            </w:r>
            <w:proofErr w:type="gramEnd"/>
            <w:r w:rsidRPr="00CD0A52">
              <w:t>, испытывающим трудности в освоении основных общеобразовательных программ, своем развитии и социальной адаптации"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1 657</w:t>
            </w:r>
          </w:p>
        </w:tc>
      </w:tr>
      <w:tr w:rsidR="00CD0A52" w:rsidRPr="00CD0A52" w:rsidTr="00CD0A52">
        <w:trPr>
          <w:trHeight w:val="184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 xml:space="preserve">Организация предоставления психолого-педагогической, медицинской и социальной помощи </w:t>
            </w:r>
            <w:proofErr w:type="gramStart"/>
            <w:r w:rsidRPr="00CD0A52">
              <w:t>обучающимся</w:t>
            </w:r>
            <w:proofErr w:type="gramEnd"/>
            <w:r w:rsidRPr="00CD0A52">
              <w:t xml:space="preserve">, испытывающим трудности в освоении основных общеобразовательных программ, своем развитии и социальной адаптации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11 0 03 19280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1 657</w:t>
            </w:r>
          </w:p>
        </w:tc>
      </w:tr>
      <w:tr w:rsidR="00CD0A52" w:rsidRPr="00CD0A52" w:rsidTr="00CD0A52">
        <w:trPr>
          <w:trHeight w:val="198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11 0 03 19280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1 554</w:t>
            </w:r>
          </w:p>
        </w:tc>
      </w:tr>
      <w:tr w:rsidR="00CD0A52" w:rsidRPr="00CD0A52" w:rsidTr="00CD0A52">
        <w:trPr>
          <w:trHeight w:val="67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казенных учреждений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11 0 03 19280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1 554</w:t>
            </w:r>
          </w:p>
        </w:tc>
      </w:tr>
      <w:tr w:rsidR="00CD0A52" w:rsidRPr="00CD0A52" w:rsidTr="00CD0A52">
        <w:trPr>
          <w:trHeight w:val="96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11 0 03 19280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103</w:t>
            </w:r>
          </w:p>
        </w:tc>
      </w:tr>
      <w:tr w:rsidR="00CD0A52" w:rsidRPr="00CD0A52" w:rsidTr="00CD0A52">
        <w:trPr>
          <w:trHeight w:val="102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11 0 03 19280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103</w:t>
            </w:r>
          </w:p>
        </w:tc>
      </w:tr>
      <w:tr w:rsidR="00CD0A52" w:rsidRPr="00CD0A52" w:rsidTr="00CD0A52">
        <w:trPr>
          <w:trHeight w:val="134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"Обеспечение мероприятий по организации питания обучающихся образовательных организаций, реализующих программы общего образования"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11 0 04 00000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16 219</w:t>
            </w:r>
          </w:p>
        </w:tc>
      </w:tr>
      <w:tr w:rsidR="00CD0A52" w:rsidRPr="00CD0A52" w:rsidTr="00CD0A52">
        <w:trPr>
          <w:trHeight w:val="84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Финансовое обеспечение мероприятий по организации питания обучающихся в муниципальных образовательных организациях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11 0 04 71968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16 219</w:t>
            </w:r>
          </w:p>
        </w:tc>
      </w:tr>
      <w:tr w:rsidR="00CD0A52" w:rsidRPr="00CD0A52" w:rsidTr="00CD0A52">
        <w:trPr>
          <w:trHeight w:val="94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11 0 04 71968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16 219</w:t>
            </w:r>
          </w:p>
        </w:tc>
      </w:tr>
      <w:tr w:rsidR="00CD0A52" w:rsidRPr="00CD0A52" w:rsidTr="00CD0A52">
        <w:trPr>
          <w:trHeight w:val="44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11 0 04 71968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16 219</w:t>
            </w:r>
          </w:p>
        </w:tc>
      </w:tr>
      <w:tr w:rsidR="00CD0A52" w:rsidRPr="00CD0A52" w:rsidTr="00CD0A52">
        <w:trPr>
          <w:trHeight w:val="140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"Реализация мероприятий по обеспечению образовательного процесса, поддержание в нормативном состоянии образовательных организаций"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11 0 06 00000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5 400</w:t>
            </w:r>
          </w:p>
        </w:tc>
      </w:tr>
      <w:tr w:rsidR="00CD0A52" w:rsidRPr="00CD0A52" w:rsidTr="00CD0A52">
        <w:trPr>
          <w:trHeight w:val="67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Капитальный ремонт и ремонт объектов муниципальных учреждений образования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11 0 06 71430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5 400</w:t>
            </w:r>
          </w:p>
        </w:tc>
      </w:tr>
      <w:tr w:rsidR="00CD0A52" w:rsidRPr="00CD0A52" w:rsidTr="00CD0A52">
        <w:trPr>
          <w:trHeight w:val="10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11 0 06 71430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3 859</w:t>
            </w:r>
          </w:p>
        </w:tc>
      </w:tr>
      <w:tr w:rsidR="00CD0A52" w:rsidRPr="00CD0A52" w:rsidTr="00CD0A52">
        <w:trPr>
          <w:trHeight w:val="102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11 0 06 71430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3 859</w:t>
            </w:r>
          </w:p>
        </w:tc>
      </w:tr>
      <w:tr w:rsidR="00CD0A52" w:rsidRPr="00CD0A52" w:rsidTr="00CD0A52">
        <w:trPr>
          <w:trHeight w:val="102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11 0 06 71430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1 541</w:t>
            </w:r>
          </w:p>
        </w:tc>
      </w:tr>
      <w:tr w:rsidR="00CD0A52" w:rsidRPr="00CD0A52" w:rsidTr="00CD0A52">
        <w:trPr>
          <w:trHeight w:val="45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11 0 06 71430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1 541</w:t>
            </w:r>
          </w:p>
        </w:tc>
      </w:tr>
      <w:tr w:rsidR="00CD0A52" w:rsidRPr="00CD0A52" w:rsidTr="00CD0A52">
        <w:trPr>
          <w:trHeight w:val="37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Решение вопросов местного значения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99 0 00 19990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</w:t>
            </w:r>
          </w:p>
        </w:tc>
      </w:tr>
      <w:tr w:rsidR="00CD0A52" w:rsidRPr="00CD0A52" w:rsidTr="00CD0A52">
        <w:trPr>
          <w:trHeight w:val="102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99 0 00 19990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</w:t>
            </w:r>
          </w:p>
        </w:tc>
      </w:tr>
      <w:tr w:rsidR="00CD0A52" w:rsidRPr="00CD0A52" w:rsidTr="00CD0A52">
        <w:trPr>
          <w:trHeight w:val="3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99 0 00 19990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</w:t>
            </w:r>
          </w:p>
        </w:tc>
      </w:tr>
      <w:tr w:rsidR="00CD0A52" w:rsidRPr="00CD0A52" w:rsidTr="00CD0A52">
        <w:trPr>
          <w:trHeight w:val="64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Организация и проведение организационных и юбилейных мероприятий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100</w:t>
            </w:r>
          </w:p>
        </w:tc>
      </w:tr>
      <w:tr w:rsidR="00CD0A52" w:rsidRPr="00CD0A52" w:rsidTr="00CD0A52">
        <w:trPr>
          <w:trHeight w:val="10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100</w:t>
            </w:r>
          </w:p>
        </w:tc>
      </w:tr>
      <w:tr w:rsidR="00CD0A52" w:rsidRPr="00CD0A52" w:rsidTr="00CD0A52">
        <w:trPr>
          <w:trHeight w:val="98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100</w:t>
            </w:r>
          </w:p>
        </w:tc>
      </w:tr>
      <w:tr w:rsidR="00CD0A52" w:rsidRPr="00CD0A52" w:rsidTr="00CD0A52">
        <w:trPr>
          <w:trHeight w:val="40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Молодежная политика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4 145</w:t>
            </w:r>
          </w:p>
        </w:tc>
      </w:tr>
      <w:tr w:rsidR="00CD0A52" w:rsidRPr="00CD0A52" w:rsidTr="00CD0A52">
        <w:trPr>
          <w:trHeight w:val="61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Мероприятия по оздоровлению детей в каникулярное время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4 145</w:t>
            </w:r>
          </w:p>
        </w:tc>
      </w:tr>
      <w:tr w:rsidR="00CD0A52" w:rsidRPr="00CD0A52" w:rsidTr="00CD0A52">
        <w:trPr>
          <w:trHeight w:val="87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4 145</w:t>
            </w:r>
          </w:p>
        </w:tc>
      </w:tr>
      <w:tr w:rsidR="00CD0A52" w:rsidRPr="00CD0A52" w:rsidTr="00CD0A52">
        <w:trPr>
          <w:trHeight w:val="32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4 145</w:t>
            </w:r>
          </w:p>
        </w:tc>
      </w:tr>
      <w:tr w:rsidR="00CD0A52" w:rsidRPr="00CD0A52" w:rsidTr="00CD0A52">
        <w:trPr>
          <w:trHeight w:val="40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Другие вопросы в области образования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8 927</w:t>
            </w:r>
          </w:p>
        </w:tc>
      </w:tr>
      <w:tr w:rsidR="00CD0A52" w:rsidRPr="00CD0A52" w:rsidTr="00CD0A52">
        <w:trPr>
          <w:trHeight w:val="100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Муниципальная программа "Основные направления развития системы образования в Упоровском муниципальном районе"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7 911</w:t>
            </w:r>
          </w:p>
        </w:tc>
      </w:tr>
      <w:tr w:rsidR="00CD0A52" w:rsidRPr="00CD0A52" w:rsidTr="00CD0A52">
        <w:trPr>
          <w:trHeight w:val="124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обеспечение деятельности (оказание услуг) муниципальных учреждений, обеспечивающих предоставление услуг в сфере образования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7 911</w:t>
            </w:r>
          </w:p>
        </w:tc>
      </w:tr>
      <w:tr w:rsidR="00CD0A52" w:rsidRPr="00CD0A52" w:rsidTr="00CD0A52">
        <w:trPr>
          <w:trHeight w:val="184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6 901</w:t>
            </w:r>
          </w:p>
        </w:tc>
      </w:tr>
      <w:tr w:rsidR="00CD0A52" w:rsidRPr="00CD0A52" w:rsidTr="00CD0A52">
        <w:trPr>
          <w:trHeight w:val="61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казенных учреждений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6 901</w:t>
            </w:r>
          </w:p>
        </w:tc>
      </w:tr>
      <w:tr w:rsidR="00CD0A52" w:rsidRPr="00CD0A52" w:rsidTr="00CD0A52">
        <w:trPr>
          <w:trHeight w:val="103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1 005</w:t>
            </w:r>
          </w:p>
        </w:tc>
      </w:tr>
      <w:tr w:rsidR="00CD0A52" w:rsidRPr="00CD0A52" w:rsidTr="00CD0A52">
        <w:trPr>
          <w:trHeight w:val="115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1 005</w:t>
            </w:r>
          </w:p>
        </w:tc>
      </w:tr>
      <w:tr w:rsidR="00CD0A52" w:rsidRPr="00CD0A52" w:rsidTr="00CD0A52">
        <w:trPr>
          <w:trHeight w:val="48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бюджетные ассигнования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</w:t>
            </w:r>
          </w:p>
        </w:tc>
      </w:tr>
      <w:tr w:rsidR="00CD0A52" w:rsidRPr="00CD0A52" w:rsidTr="00CD0A52">
        <w:trPr>
          <w:trHeight w:val="34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Уплата налогов, сборов и иных платежей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850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</w:t>
            </w:r>
          </w:p>
        </w:tc>
      </w:tr>
      <w:tr w:rsidR="00CD0A52" w:rsidRPr="00CD0A52" w:rsidTr="00CD0A52">
        <w:trPr>
          <w:trHeight w:val="66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Обеспечение деятельности органов местного самоуправления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1 016</w:t>
            </w:r>
          </w:p>
        </w:tc>
      </w:tr>
      <w:tr w:rsidR="00CD0A52" w:rsidRPr="00CD0A52" w:rsidTr="00CD0A52">
        <w:trPr>
          <w:trHeight w:val="172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901</w:t>
            </w:r>
          </w:p>
        </w:tc>
      </w:tr>
      <w:tr w:rsidR="00CD0A52" w:rsidRPr="00CD0A52" w:rsidTr="00CD0A52">
        <w:trPr>
          <w:trHeight w:val="684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государственных (муниципальных) органов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901</w:t>
            </w:r>
          </w:p>
        </w:tc>
      </w:tr>
      <w:tr w:rsidR="00CD0A52" w:rsidRPr="00CD0A52" w:rsidTr="00CD0A52">
        <w:trPr>
          <w:trHeight w:val="97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115</w:t>
            </w:r>
          </w:p>
        </w:tc>
      </w:tr>
      <w:tr w:rsidR="00CD0A52" w:rsidRPr="00CD0A52" w:rsidTr="00CD0A52">
        <w:trPr>
          <w:trHeight w:val="102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115</w:t>
            </w:r>
          </w:p>
        </w:tc>
      </w:tr>
      <w:tr w:rsidR="00CD0A52" w:rsidRPr="00CD0A52" w:rsidTr="00CD0A52">
        <w:trPr>
          <w:trHeight w:val="39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СОЦИАЛЬНАЯ ПОЛИТИКА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6 717</w:t>
            </w:r>
          </w:p>
        </w:tc>
      </w:tr>
      <w:tr w:rsidR="00CD0A52" w:rsidRPr="00CD0A52" w:rsidTr="00CD0A52">
        <w:trPr>
          <w:trHeight w:val="37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Охрана семьи и детства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6 717</w:t>
            </w:r>
          </w:p>
        </w:tc>
      </w:tr>
      <w:tr w:rsidR="00CD0A52" w:rsidRPr="00CD0A52" w:rsidTr="00CD0A52">
        <w:trPr>
          <w:trHeight w:val="1116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Муниципальная программа "Основные направления развития системы образования в Упоровском муниципальном районе"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6 717</w:t>
            </w:r>
          </w:p>
        </w:tc>
      </w:tr>
      <w:tr w:rsidR="00CD0A52" w:rsidRPr="00CD0A52" w:rsidTr="00CD0A52">
        <w:trPr>
          <w:trHeight w:val="94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"Социальная поддержка семей, имеющих детей дошкольного возраста"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11 0 05 00000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6 717</w:t>
            </w:r>
          </w:p>
        </w:tc>
      </w:tr>
      <w:tr w:rsidR="00CD0A52" w:rsidRPr="00CD0A52" w:rsidTr="00CD0A52">
        <w:trPr>
          <w:trHeight w:val="210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Социальная поддержка семей, имеющих детей, в отношении компенсации родительской платы за присмотр и уход за детьми в организациях, осуществляющих образовательную деятельность по реализации образовательных программ дошкольного образования 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11 0 05 19370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6 717</w:t>
            </w:r>
          </w:p>
        </w:tc>
      </w:tr>
      <w:tr w:rsidR="00CD0A52" w:rsidRPr="00CD0A52" w:rsidTr="00CD0A52">
        <w:trPr>
          <w:trHeight w:val="91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11 0 05 19370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6 717</w:t>
            </w:r>
          </w:p>
        </w:tc>
      </w:tr>
      <w:tr w:rsidR="00CD0A52" w:rsidRPr="00CD0A52" w:rsidTr="00CD0A52">
        <w:trPr>
          <w:trHeight w:val="408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11 0 05 19370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6 717</w:t>
            </w:r>
          </w:p>
        </w:tc>
      </w:tr>
      <w:tr w:rsidR="00CD0A52" w:rsidRPr="00CD0A52" w:rsidTr="00CD0A52">
        <w:trPr>
          <w:trHeight w:val="312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ВСЕГО РАСХОДОВ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955 993</w:t>
            </w:r>
          </w:p>
        </w:tc>
      </w:tr>
    </w:tbl>
    <w:p w:rsidR="00CD0A52" w:rsidRPr="00E81327" w:rsidRDefault="00CD0A52" w:rsidP="00E81327">
      <w:pPr>
        <w:widowControl w:val="0"/>
        <w:autoSpaceDE w:val="0"/>
        <w:autoSpaceDN w:val="0"/>
        <w:adjustRightInd w:val="0"/>
        <w:spacing w:line="360" w:lineRule="auto"/>
      </w:pPr>
      <w:r w:rsidRPr="00E81327">
        <w:t>13. Приложение № 15 изложить в следующей редакции:</w:t>
      </w:r>
    </w:p>
    <w:tbl>
      <w:tblPr>
        <w:tblW w:w="107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48"/>
        <w:gridCol w:w="729"/>
        <w:gridCol w:w="487"/>
        <w:gridCol w:w="522"/>
        <w:gridCol w:w="1826"/>
        <w:gridCol w:w="617"/>
        <w:gridCol w:w="1225"/>
        <w:gridCol w:w="1134"/>
      </w:tblGrid>
      <w:tr w:rsidR="00CD0A52" w:rsidRPr="00CD0A52" w:rsidTr="00CD0A52">
        <w:trPr>
          <w:trHeight w:val="1890"/>
        </w:trPr>
        <w:tc>
          <w:tcPr>
            <w:tcW w:w="107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0"/>
            </w:pPr>
            <w:r w:rsidRPr="00CD0A52">
              <w:lastRenderedPageBreak/>
              <w:t xml:space="preserve">Ведомственная структура расходов бюджета Упоровского муниципального района по главным распорядителям бюджетных средств, разделам, подразделам, целевым статьям (муниципальным программам Упоровского муниципального района и непрограммным направлениям деятельности), группам и подгруппам </w:t>
            </w:r>
            <w:proofErr w:type="gramStart"/>
            <w:r w:rsidRPr="00CD0A52">
              <w:t>видов расходов классификации расходов бюджета</w:t>
            </w:r>
            <w:proofErr w:type="gramEnd"/>
            <w:r w:rsidRPr="00CD0A52">
              <w:t xml:space="preserve"> Упоровского муниципального района на плановый период 2020 и 2021 годов</w:t>
            </w:r>
          </w:p>
        </w:tc>
      </w:tr>
      <w:tr w:rsidR="00CD0A52" w:rsidRPr="00CD0A52" w:rsidTr="00CD0A52">
        <w:trPr>
          <w:trHeight w:val="300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0"/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0"/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0"/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0"/>
            </w:pP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0"/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0"/>
            </w:pPr>
          </w:p>
        </w:tc>
        <w:tc>
          <w:tcPr>
            <w:tcW w:w="23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(тыс. руб.)</w:t>
            </w:r>
          </w:p>
        </w:tc>
      </w:tr>
      <w:tr w:rsidR="00CD0A52" w:rsidRPr="00CD0A52" w:rsidTr="00CD0A52">
        <w:trPr>
          <w:trHeight w:val="765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Наименование</w:t>
            </w:r>
          </w:p>
        </w:tc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Главный распорядитель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A52" w:rsidRPr="00CD0A52" w:rsidRDefault="00CD0A52" w:rsidP="00E81327">
            <w:pPr>
              <w:pStyle w:val="Table"/>
            </w:pPr>
            <w:proofErr w:type="spellStart"/>
            <w:r w:rsidRPr="00CD0A52">
              <w:t>Рз</w:t>
            </w:r>
            <w:proofErr w:type="spellEnd"/>
          </w:p>
        </w:tc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A52" w:rsidRPr="00CD0A52" w:rsidRDefault="00CD0A52" w:rsidP="00E81327">
            <w:pPr>
              <w:pStyle w:val="Table"/>
            </w:pPr>
            <w:proofErr w:type="spellStart"/>
            <w:proofErr w:type="gramStart"/>
            <w:r w:rsidRPr="00CD0A52">
              <w:t>Пр</w:t>
            </w:r>
            <w:proofErr w:type="spellEnd"/>
            <w:proofErr w:type="gramEnd"/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ЦСР</w:t>
            </w:r>
          </w:p>
        </w:tc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ВР</w:t>
            </w: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Плановый период</w:t>
            </w:r>
          </w:p>
        </w:tc>
      </w:tr>
      <w:tr w:rsidR="00CD0A52" w:rsidRPr="00CD0A52" w:rsidTr="00CD0A52">
        <w:trPr>
          <w:trHeight w:val="1380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A52" w:rsidRPr="00CD0A52" w:rsidRDefault="00CD0A52" w:rsidP="00E81327">
            <w:pPr>
              <w:pStyle w:val="Table"/>
            </w:pPr>
          </w:p>
        </w:tc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A52" w:rsidRPr="00CD0A52" w:rsidRDefault="00CD0A52" w:rsidP="00E81327">
            <w:pPr>
              <w:pStyle w:val="Table"/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A52" w:rsidRPr="00CD0A52" w:rsidRDefault="00CD0A52" w:rsidP="00E81327">
            <w:pPr>
              <w:pStyle w:val="Table"/>
            </w:pPr>
          </w:p>
        </w:tc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A52" w:rsidRPr="00CD0A52" w:rsidRDefault="00CD0A52" w:rsidP="00E81327">
            <w:pPr>
              <w:pStyle w:val="Table"/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A52" w:rsidRPr="00CD0A52" w:rsidRDefault="00CD0A52" w:rsidP="00E81327">
            <w:pPr>
              <w:pStyle w:val="Table"/>
            </w:pPr>
          </w:p>
        </w:tc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0A52" w:rsidRPr="00CD0A52" w:rsidRDefault="00CD0A52" w:rsidP="00E81327">
            <w:pPr>
              <w:pStyle w:val="Table"/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2021 год</w:t>
            </w:r>
          </w:p>
        </w:tc>
      </w:tr>
      <w:tr w:rsidR="00CD0A52" w:rsidRPr="00CD0A52" w:rsidTr="00CD0A52">
        <w:trPr>
          <w:trHeight w:val="68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Администрация Упоровского муниципального района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389 908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405 957</w:t>
            </w:r>
          </w:p>
        </w:tc>
      </w:tr>
      <w:tr w:rsidR="00CD0A52" w:rsidRPr="00CD0A52" w:rsidTr="00CD0A52">
        <w:trPr>
          <w:trHeight w:val="57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ОБЩЕГОСУДАРСТВЕННЫЕ ВОПРОСЫ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40 894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39 981</w:t>
            </w:r>
          </w:p>
        </w:tc>
      </w:tr>
      <w:tr w:rsidR="00CD0A52" w:rsidRPr="00CD0A52" w:rsidTr="00CD0A52">
        <w:trPr>
          <w:trHeight w:val="13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2 307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2 307</w:t>
            </w:r>
          </w:p>
        </w:tc>
      </w:tr>
      <w:tr w:rsidR="00CD0A52" w:rsidRPr="00CD0A52" w:rsidTr="00CD0A52">
        <w:trPr>
          <w:trHeight w:val="144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Высшее должностное лицо муниципального образования (глава муниципального образования, </w:t>
            </w:r>
            <w:proofErr w:type="gramStart"/>
            <w:r w:rsidRPr="00CD0A52">
              <w:t>возглавляющий</w:t>
            </w:r>
            <w:proofErr w:type="gramEnd"/>
            <w:r w:rsidRPr="00CD0A52">
              <w:t xml:space="preserve"> местную администрацию)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2 307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2 307</w:t>
            </w:r>
          </w:p>
        </w:tc>
      </w:tr>
      <w:tr w:rsidR="00CD0A52" w:rsidRPr="00CD0A52" w:rsidTr="00CD0A52">
        <w:trPr>
          <w:trHeight w:val="19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2 307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2 307</w:t>
            </w:r>
          </w:p>
        </w:tc>
      </w:tr>
      <w:tr w:rsidR="00CD0A52" w:rsidRPr="00CD0A52" w:rsidTr="00CD0A52">
        <w:trPr>
          <w:trHeight w:val="99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государственных (муниципальных) органов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2 307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2 307</w:t>
            </w:r>
          </w:p>
        </w:tc>
      </w:tr>
      <w:tr w:rsidR="00CD0A52" w:rsidRPr="00CD0A52" w:rsidTr="00CD0A52">
        <w:trPr>
          <w:trHeight w:val="16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</w:tr>
      <w:tr w:rsidR="00CD0A52" w:rsidRPr="00CD0A52" w:rsidTr="00CD0A52">
        <w:trPr>
          <w:trHeight w:val="66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Обеспечение деятельности органов местного самоуправления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</w:tr>
      <w:tr w:rsidR="00CD0A52" w:rsidRPr="00CD0A52" w:rsidTr="00CD0A52">
        <w:trPr>
          <w:trHeight w:val="96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</w:tr>
      <w:tr w:rsidR="00CD0A52" w:rsidRPr="00CD0A52" w:rsidTr="00CD0A52">
        <w:trPr>
          <w:trHeight w:val="99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</w:tr>
      <w:tr w:rsidR="00CD0A52" w:rsidRPr="00CD0A52" w:rsidTr="00CD0A52">
        <w:trPr>
          <w:trHeight w:val="19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22 501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22 559</w:t>
            </w:r>
          </w:p>
        </w:tc>
      </w:tr>
      <w:tr w:rsidR="00CD0A52" w:rsidRPr="00CD0A52" w:rsidTr="00CD0A52">
        <w:trPr>
          <w:trHeight w:val="129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Муниципальная программа "Основные направления развития предпринимательства и торговли в Упоровском муниципальном районе"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479</w:t>
            </w:r>
          </w:p>
        </w:tc>
      </w:tr>
      <w:tr w:rsidR="00CD0A52" w:rsidRPr="00CD0A52" w:rsidTr="00CD0A52">
        <w:trPr>
          <w:trHeight w:val="99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"Создание благоприятных условий для развития субъектов малого и среднего предпринимательства"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479</w:t>
            </w:r>
          </w:p>
        </w:tc>
      </w:tr>
      <w:tr w:rsidR="00CD0A52" w:rsidRPr="00CD0A52" w:rsidTr="00CD0A52">
        <w:trPr>
          <w:trHeight w:val="66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Обеспечение деятельности органов местного самоуправления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12 0 03 70100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479</w:t>
            </w:r>
          </w:p>
        </w:tc>
      </w:tr>
      <w:tr w:rsidR="00CD0A52" w:rsidRPr="00CD0A52" w:rsidTr="00CD0A52">
        <w:trPr>
          <w:trHeight w:val="196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12 0 03 70100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479</w:t>
            </w:r>
          </w:p>
        </w:tc>
      </w:tr>
      <w:tr w:rsidR="00CD0A52" w:rsidRPr="00CD0A52" w:rsidTr="00CD0A52">
        <w:trPr>
          <w:trHeight w:val="99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государственных (муниципальных) органов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12 0 03 70100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479</w:t>
            </w:r>
          </w:p>
        </w:tc>
      </w:tr>
      <w:tr w:rsidR="00CD0A52" w:rsidRPr="00CD0A52" w:rsidTr="00CD0A52">
        <w:trPr>
          <w:trHeight w:val="6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Обеспечение деятельности органов местного самоуправления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21 323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21 380</w:t>
            </w:r>
          </w:p>
        </w:tc>
      </w:tr>
      <w:tr w:rsidR="00CD0A52" w:rsidRPr="00CD0A52" w:rsidTr="00CD0A52">
        <w:trPr>
          <w:trHeight w:val="196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20 469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20 525</w:t>
            </w:r>
          </w:p>
        </w:tc>
      </w:tr>
      <w:tr w:rsidR="00CD0A52" w:rsidRPr="00CD0A52" w:rsidTr="00CD0A52">
        <w:trPr>
          <w:trHeight w:val="100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государственных (муниципальных) органов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20 469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20 525</w:t>
            </w:r>
          </w:p>
        </w:tc>
      </w:tr>
      <w:tr w:rsidR="00CD0A52" w:rsidRPr="00CD0A52" w:rsidTr="00CD0A52">
        <w:trPr>
          <w:trHeight w:val="94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855</w:t>
            </w:r>
          </w:p>
        </w:tc>
      </w:tr>
      <w:tr w:rsidR="00CD0A52" w:rsidRPr="00CD0A52" w:rsidTr="00CD0A52">
        <w:trPr>
          <w:trHeight w:val="99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855</w:t>
            </w:r>
          </w:p>
        </w:tc>
      </w:tr>
      <w:tr w:rsidR="00CD0A52" w:rsidRPr="00CD0A52" w:rsidTr="00CD0A52">
        <w:trPr>
          <w:trHeight w:val="66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 xml:space="preserve">Формирование и содержание архивных фондов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99 0 00 71902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407</w:t>
            </w:r>
          </w:p>
        </w:tc>
      </w:tr>
      <w:tr w:rsidR="00CD0A52" w:rsidRPr="00CD0A52" w:rsidTr="00CD0A52">
        <w:trPr>
          <w:trHeight w:val="19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99 0 00 71902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407</w:t>
            </w:r>
          </w:p>
        </w:tc>
      </w:tr>
      <w:tr w:rsidR="00CD0A52" w:rsidRPr="00CD0A52" w:rsidTr="00CD0A52">
        <w:trPr>
          <w:trHeight w:val="104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государственных (муниципальных) органов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99 0 00 71902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407</w:t>
            </w:r>
          </w:p>
        </w:tc>
      </w:tr>
      <w:tr w:rsidR="00CD0A52" w:rsidRPr="00CD0A52" w:rsidTr="00CD0A52">
        <w:trPr>
          <w:trHeight w:val="6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Создание и организация деятельности административных комиссий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99 0 00 71904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291</w:t>
            </w:r>
          </w:p>
        </w:tc>
      </w:tr>
      <w:tr w:rsidR="00CD0A52" w:rsidRPr="00CD0A52" w:rsidTr="00CD0A52">
        <w:trPr>
          <w:trHeight w:val="19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99 0 00 71904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199</w:t>
            </w:r>
          </w:p>
        </w:tc>
      </w:tr>
      <w:tr w:rsidR="00CD0A52" w:rsidRPr="00CD0A52" w:rsidTr="00CD0A52">
        <w:trPr>
          <w:trHeight w:val="100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государственных (муниципальных) органов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99 0 00 71904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199</w:t>
            </w:r>
          </w:p>
        </w:tc>
      </w:tr>
      <w:tr w:rsidR="00CD0A52" w:rsidRPr="00CD0A52" w:rsidTr="00CD0A52">
        <w:trPr>
          <w:trHeight w:val="96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99 0 00 71904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92</w:t>
            </w:r>
          </w:p>
        </w:tc>
      </w:tr>
      <w:tr w:rsidR="00CD0A52" w:rsidRPr="00CD0A52" w:rsidTr="00CD0A52">
        <w:trPr>
          <w:trHeight w:val="10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99 0 00 71904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92</w:t>
            </w:r>
          </w:p>
        </w:tc>
      </w:tr>
      <w:tr w:rsidR="00CD0A52" w:rsidRPr="00CD0A52" w:rsidTr="00CD0A52">
        <w:trPr>
          <w:trHeight w:val="190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Определение перечня должностных лиц, уполномоченных составлять протоколы об административных правонарушениях в соответствии с пунктом "б" части 2 статьи 5.1 Кодекса Тюменской области об административной ответственности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99 0 00 71907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</w:t>
            </w:r>
          </w:p>
        </w:tc>
      </w:tr>
      <w:tr w:rsidR="00CD0A52" w:rsidRPr="00CD0A52" w:rsidTr="00CD0A52">
        <w:trPr>
          <w:trHeight w:val="98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99 0 00 71907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</w:t>
            </w:r>
          </w:p>
        </w:tc>
      </w:tr>
      <w:tr w:rsidR="00CD0A52" w:rsidRPr="00CD0A52" w:rsidTr="00CD0A52">
        <w:trPr>
          <w:trHeight w:val="109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99 0 00 71907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</w:t>
            </w:r>
          </w:p>
        </w:tc>
      </w:tr>
      <w:tr w:rsidR="00CD0A52" w:rsidRPr="00CD0A52" w:rsidTr="00CD0A52">
        <w:trPr>
          <w:trHeight w:val="165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126</w:t>
            </w:r>
          </w:p>
        </w:tc>
      </w:tr>
      <w:tr w:rsidR="00CD0A52" w:rsidRPr="00CD0A52" w:rsidTr="00CD0A52">
        <w:trPr>
          <w:trHeight w:val="67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Обеспечение деятельности органов местного самоуправления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126</w:t>
            </w:r>
          </w:p>
        </w:tc>
      </w:tr>
      <w:tr w:rsidR="00CD0A52" w:rsidRPr="00CD0A52" w:rsidTr="00CD0A52">
        <w:trPr>
          <w:trHeight w:val="98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126</w:t>
            </w:r>
          </w:p>
        </w:tc>
      </w:tr>
      <w:tr w:rsidR="00CD0A52" w:rsidRPr="00CD0A52" w:rsidTr="00CD0A52">
        <w:trPr>
          <w:trHeight w:val="10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126</w:t>
            </w:r>
          </w:p>
        </w:tc>
      </w:tr>
      <w:tr w:rsidR="00CD0A52" w:rsidRPr="00CD0A52" w:rsidTr="00CD0A52">
        <w:trPr>
          <w:trHeight w:val="4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Резервные фонды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1 000</w:t>
            </w:r>
          </w:p>
        </w:tc>
      </w:tr>
      <w:tr w:rsidR="00CD0A52" w:rsidRPr="00CD0A52" w:rsidTr="00CD0A52">
        <w:trPr>
          <w:trHeight w:val="4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Резервный фонд местной администрации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1 000</w:t>
            </w:r>
          </w:p>
        </w:tc>
      </w:tr>
      <w:tr w:rsidR="00CD0A52" w:rsidRPr="00CD0A52" w:rsidTr="00CD0A52">
        <w:trPr>
          <w:trHeight w:val="37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бюджетные ассигнования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1 000</w:t>
            </w:r>
          </w:p>
        </w:tc>
      </w:tr>
      <w:tr w:rsidR="00CD0A52" w:rsidRPr="00CD0A52" w:rsidTr="00CD0A52">
        <w:trPr>
          <w:trHeight w:val="43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Резервные средства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870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1 000</w:t>
            </w:r>
          </w:p>
        </w:tc>
      </w:tr>
      <w:tr w:rsidR="00CD0A52" w:rsidRPr="00CD0A52" w:rsidTr="00CD0A52">
        <w:trPr>
          <w:trHeight w:val="70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Другие общегосударственные вопросы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13 789</w:t>
            </w:r>
          </w:p>
        </w:tc>
      </w:tr>
      <w:tr w:rsidR="00CD0A52" w:rsidRPr="00CD0A52" w:rsidTr="00CD0A52">
        <w:trPr>
          <w:trHeight w:val="145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Муниципальная программа "Основные направления развития предпринимательства и торговли в Упоровском муниципальном районе"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21</w:t>
            </w:r>
          </w:p>
        </w:tc>
      </w:tr>
      <w:tr w:rsidR="00CD0A52" w:rsidRPr="00CD0A52" w:rsidTr="00CD0A52">
        <w:trPr>
          <w:trHeight w:val="10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"Совершенствование нормативно-правовой базы, регулирующей торговую деятельность"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21</w:t>
            </w:r>
          </w:p>
        </w:tc>
      </w:tr>
      <w:tr w:rsidR="00CD0A52" w:rsidRPr="00CD0A52" w:rsidTr="00CD0A52">
        <w:trPr>
          <w:trHeight w:val="39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Формирование торгового реестра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12 0 01 71914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21</w:t>
            </w:r>
          </w:p>
        </w:tc>
      </w:tr>
      <w:tr w:rsidR="00CD0A52" w:rsidRPr="00CD0A52" w:rsidTr="00CD0A52">
        <w:trPr>
          <w:trHeight w:val="98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12 0 01 71914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21</w:t>
            </w:r>
          </w:p>
        </w:tc>
      </w:tr>
      <w:tr w:rsidR="00CD0A52" w:rsidRPr="00CD0A52" w:rsidTr="00CD0A52">
        <w:trPr>
          <w:trHeight w:val="10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12 0 01 71914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21</w:t>
            </w:r>
          </w:p>
        </w:tc>
      </w:tr>
      <w:tr w:rsidR="00CD0A52" w:rsidRPr="00CD0A52" w:rsidTr="00CD0A52">
        <w:trPr>
          <w:trHeight w:val="100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Муниципальная программа "Устойчивое развитие сельских территорий Упоровского района Тюменской области"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22 0 00 00000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291</w:t>
            </w:r>
          </w:p>
        </w:tc>
      </w:tr>
      <w:tr w:rsidR="00CD0A52" w:rsidRPr="00CD0A52" w:rsidTr="00CD0A52">
        <w:trPr>
          <w:trHeight w:val="105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"Улучшение условий жизнедеятельности на сельских территориях Упоровского района"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22 0 01 00000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291</w:t>
            </w:r>
          </w:p>
        </w:tc>
      </w:tr>
      <w:tr w:rsidR="00CD0A52" w:rsidRPr="00CD0A52" w:rsidTr="00CD0A52">
        <w:trPr>
          <w:trHeight w:val="126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 xml:space="preserve">Исполнение управленческих функций по социальной поддержке отдельных категорий граждан по обеспечению жильем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22 0 01 19120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291</w:t>
            </w:r>
          </w:p>
        </w:tc>
      </w:tr>
      <w:tr w:rsidR="00CD0A52" w:rsidRPr="00CD0A52" w:rsidTr="00CD0A52">
        <w:trPr>
          <w:trHeight w:val="190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22 0 01 19120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199</w:t>
            </w:r>
          </w:p>
        </w:tc>
      </w:tr>
      <w:tr w:rsidR="00CD0A52" w:rsidRPr="00CD0A52" w:rsidTr="00CD0A52">
        <w:trPr>
          <w:trHeight w:val="104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государственных (муниципальных) органов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22 0 01 19120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199</w:t>
            </w:r>
          </w:p>
        </w:tc>
      </w:tr>
      <w:tr w:rsidR="00CD0A52" w:rsidRPr="00CD0A52" w:rsidTr="00CD0A52">
        <w:trPr>
          <w:trHeight w:val="100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22 0 01 19120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92</w:t>
            </w:r>
          </w:p>
        </w:tc>
      </w:tr>
      <w:tr w:rsidR="00CD0A52" w:rsidRPr="00CD0A52" w:rsidTr="00CD0A52">
        <w:trPr>
          <w:trHeight w:val="10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22 0 01 19120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92</w:t>
            </w:r>
          </w:p>
        </w:tc>
      </w:tr>
      <w:tr w:rsidR="00CD0A52" w:rsidRPr="00CD0A52" w:rsidTr="00CD0A52">
        <w:trPr>
          <w:trHeight w:val="129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Осуществление государственных полномочий по государственной регистрации актов гражданского состояния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99 0 00 19430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459</w:t>
            </w:r>
          </w:p>
        </w:tc>
      </w:tr>
      <w:tr w:rsidR="00CD0A52" w:rsidRPr="00CD0A52" w:rsidTr="00CD0A52">
        <w:trPr>
          <w:trHeight w:val="19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99 0 00 19430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172</w:t>
            </w:r>
          </w:p>
        </w:tc>
      </w:tr>
      <w:tr w:rsidR="00CD0A52" w:rsidRPr="00CD0A52" w:rsidTr="00CD0A52">
        <w:trPr>
          <w:trHeight w:val="10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государственных (муниципальных) органов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99 0 00 19430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172</w:t>
            </w:r>
          </w:p>
        </w:tc>
      </w:tr>
      <w:tr w:rsidR="00CD0A52" w:rsidRPr="00CD0A52" w:rsidTr="00CD0A52">
        <w:trPr>
          <w:trHeight w:val="104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99 0 00 19430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287</w:t>
            </w:r>
          </w:p>
        </w:tc>
      </w:tr>
      <w:tr w:rsidR="00CD0A52" w:rsidRPr="00CD0A52" w:rsidTr="00CD0A52">
        <w:trPr>
          <w:trHeight w:val="10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99 0 00 19430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287</w:t>
            </w:r>
          </w:p>
        </w:tc>
      </w:tr>
      <w:tr w:rsidR="00CD0A52" w:rsidRPr="00CD0A52" w:rsidTr="00CD0A52">
        <w:trPr>
          <w:trHeight w:val="285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Осуществление переданных органам государственной власти субъектов Российской Федерации, в соответствии с пунктом 1 статьи 4 Федерального закона от 15 ноября 1997 года № 143-ФЗ "Об актах гражданского состояния",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99 0 00 59300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1 047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1 287</w:t>
            </w:r>
          </w:p>
        </w:tc>
      </w:tr>
      <w:tr w:rsidR="00CD0A52" w:rsidRPr="00CD0A52" w:rsidTr="00CD0A52">
        <w:trPr>
          <w:trHeight w:val="200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99 0 00 59300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1 047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1 287</w:t>
            </w:r>
          </w:p>
        </w:tc>
      </w:tr>
      <w:tr w:rsidR="00CD0A52" w:rsidRPr="00CD0A52" w:rsidTr="00CD0A52">
        <w:trPr>
          <w:trHeight w:val="104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государственных (муниципальных) органов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99 0 00 59300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1 047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1 287</w:t>
            </w:r>
          </w:p>
        </w:tc>
      </w:tr>
      <w:tr w:rsidR="00CD0A52" w:rsidRPr="00CD0A52" w:rsidTr="00CD0A52">
        <w:trPr>
          <w:trHeight w:val="376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Осуществление переданных органам государственной власти субъектов Российской Федерации, в соответствии с пунктом 1 статьи 4 Федерального закона от 15 ноября 1997 года № 143-ФЗ "Об актах гражданского состояния", полномочий Российской Федерации на государственную регистрацию актов гражданского состояния в части перевода в электронную форму книг государственной регистрации актов гражданского состояния (актовых книг)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99 0 00 59310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</w:t>
            </w:r>
          </w:p>
        </w:tc>
      </w:tr>
      <w:tr w:rsidR="00CD0A52" w:rsidRPr="00CD0A52" w:rsidTr="00CD0A52">
        <w:trPr>
          <w:trHeight w:val="190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99 0 00 59310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</w:t>
            </w:r>
          </w:p>
        </w:tc>
      </w:tr>
      <w:tr w:rsidR="00CD0A52" w:rsidRPr="00CD0A52" w:rsidTr="00CD0A52">
        <w:trPr>
          <w:trHeight w:val="99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государственных (муниципальных) органов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99 0 00 59310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</w:t>
            </w:r>
          </w:p>
        </w:tc>
      </w:tr>
      <w:tr w:rsidR="00CD0A52" w:rsidRPr="00CD0A52" w:rsidTr="00CD0A52">
        <w:trPr>
          <w:trHeight w:val="10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Организация и проведение организационных и юбилейных мероприятий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300</w:t>
            </w:r>
          </w:p>
        </w:tc>
      </w:tr>
      <w:tr w:rsidR="00CD0A52" w:rsidRPr="00CD0A52" w:rsidTr="00CD0A52">
        <w:trPr>
          <w:trHeight w:val="97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300</w:t>
            </w:r>
          </w:p>
        </w:tc>
      </w:tr>
      <w:tr w:rsidR="00CD0A52" w:rsidRPr="00CD0A52" w:rsidTr="00CD0A52">
        <w:trPr>
          <w:trHeight w:val="100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300</w:t>
            </w:r>
          </w:p>
        </w:tc>
      </w:tr>
      <w:tr w:rsidR="00CD0A52" w:rsidRPr="00CD0A52" w:rsidTr="00CD0A52">
        <w:trPr>
          <w:trHeight w:val="67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Членские взносы в совет муниципальных образований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104</w:t>
            </w:r>
          </w:p>
        </w:tc>
      </w:tr>
      <w:tr w:rsidR="00CD0A52" w:rsidRPr="00CD0A52" w:rsidTr="00CD0A52">
        <w:trPr>
          <w:trHeight w:val="4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бюджетные ассигнования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104</w:t>
            </w:r>
          </w:p>
        </w:tc>
      </w:tr>
      <w:tr w:rsidR="00CD0A52" w:rsidRPr="00CD0A52" w:rsidTr="00CD0A52">
        <w:trPr>
          <w:trHeight w:val="67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Уплата налогов, сборов и иных платежей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850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104</w:t>
            </w:r>
          </w:p>
        </w:tc>
      </w:tr>
      <w:tr w:rsidR="00CD0A52" w:rsidRPr="00CD0A52" w:rsidTr="00CD0A52">
        <w:trPr>
          <w:trHeight w:val="40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Информационные услуги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1 049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1 049</w:t>
            </w:r>
          </w:p>
        </w:tc>
      </w:tr>
      <w:tr w:rsidR="00CD0A52" w:rsidRPr="00CD0A52" w:rsidTr="00CD0A52">
        <w:trPr>
          <w:trHeight w:val="94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1 049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1 049</w:t>
            </w:r>
          </w:p>
        </w:tc>
      </w:tr>
      <w:tr w:rsidR="00CD0A52" w:rsidRPr="00CD0A52" w:rsidTr="00CD0A52">
        <w:trPr>
          <w:trHeight w:val="10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1 049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1 049</w:t>
            </w:r>
          </w:p>
        </w:tc>
      </w:tr>
      <w:tr w:rsidR="00CD0A52" w:rsidRPr="00CD0A52" w:rsidTr="00CD0A52">
        <w:trPr>
          <w:trHeight w:val="96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483</w:t>
            </w:r>
          </w:p>
        </w:tc>
      </w:tr>
      <w:tr w:rsidR="00CD0A52" w:rsidRPr="00CD0A52" w:rsidTr="00CD0A52">
        <w:trPr>
          <w:trHeight w:val="100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483</w:t>
            </w:r>
          </w:p>
        </w:tc>
      </w:tr>
      <w:tr w:rsidR="00CD0A52" w:rsidRPr="00CD0A52" w:rsidTr="00CD0A52">
        <w:trPr>
          <w:trHeight w:val="109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483</w:t>
            </w:r>
          </w:p>
        </w:tc>
      </w:tr>
      <w:tr w:rsidR="00CD0A52" w:rsidRPr="00CD0A52" w:rsidTr="00CD0A52">
        <w:trPr>
          <w:trHeight w:val="68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Выполнение других обязательств органа местного самоуправления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9 773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9 795</w:t>
            </w:r>
          </w:p>
        </w:tc>
      </w:tr>
      <w:tr w:rsidR="00CD0A52" w:rsidRPr="00CD0A52" w:rsidTr="00CD0A52">
        <w:trPr>
          <w:trHeight w:val="194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6 096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6 110</w:t>
            </w:r>
          </w:p>
        </w:tc>
      </w:tr>
      <w:tr w:rsidR="00CD0A52" w:rsidRPr="00CD0A52" w:rsidTr="00CD0A52">
        <w:trPr>
          <w:trHeight w:val="100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государственных (муниципальных) органов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6 096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6 110</w:t>
            </w:r>
          </w:p>
        </w:tc>
      </w:tr>
      <w:tr w:rsidR="00CD0A52" w:rsidRPr="00CD0A52" w:rsidTr="00CD0A52">
        <w:trPr>
          <w:trHeight w:val="100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3 655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3 663</w:t>
            </w:r>
          </w:p>
        </w:tc>
      </w:tr>
      <w:tr w:rsidR="00CD0A52" w:rsidRPr="00CD0A52" w:rsidTr="00CD0A52">
        <w:trPr>
          <w:trHeight w:val="97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Иные закупки товаров, работ и услуг для обеспечения государственных (муниципальных) </w:t>
            </w:r>
            <w:r w:rsidRPr="00CD0A52">
              <w:lastRenderedPageBreak/>
              <w:t>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3 655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3 663</w:t>
            </w:r>
          </w:p>
        </w:tc>
      </w:tr>
      <w:tr w:rsidR="00CD0A52" w:rsidRPr="00CD0A52" w:rsidTr="00CD0A52">
        <w:trPr>
          <w:trHeight w:val="40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Иные бюджетные ассигнования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22</w:t>
            </w:r>
          </w:p>
        </w:tc>
      </w:tr>
      <w:tr w:rsidR="00CD0A52" w:rsidRPr="00CD0A52" w:rsidTr="00CD0A52">
        <w:trPr>
          <w:trHeight w:val="69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Уплата налогов, сборов и иных платежей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850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22</w:t>
            </w:r>
          </w:p>
        </w:tc>
      </w:tr>
      <w:tr w:rsidR="00CD0A52" w:rsidRPr="00CD0A52" w:rsidTr="00CD0A52">
        <w:trPr>
          <w:trHeight w:val="38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Национальная оборона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1 749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1 807</w:t>
            </w:r>
          </w:p>
        </w:tc>
      </w:tr>
      <w:tr w:rsidR="00CD0A52" w:rsidRPr="00CD0A52" w:rsidTr="00CD0A52">
        <w:trPr>
          <w:trHeight w:val="7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Мобилизационная и вневойсковая подготовка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1 749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1 807</w:t>
            </w:r>
          </w:p>
        </w:tc>
      </w:tr>
      <w:tr w:rsidR="00CD0A52" w:rsidRPr="00CD0A52" w:rsidTr="00CD0A52">
        <w:trPr>
          <w:trHeight w:val="99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99 0 00 51180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1 749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1 807</w:t>
            </w:r>
          </w:p>
        </w:tc>
      </w:tr>
      <w:tr w:rsidR="00CD0A52" w:rsidRPr="00CD0A52" w:rsidTr="00CD0A52">
        <w:trPr>
          <w:trHeight w:val="38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Межбюджетные трансферты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99 0 00 51180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1 749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1 807</w:t>
            </w:r>
          </w:p>
        </w:tc>
      </w:tr>
      <w:tr w:rsidR="00CD0A52" w:rsidRPr="00CD0A52" w:rsidTr="00CD0A52">
        <w:trPr>
          <w:trHeight w:val="4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Субвенции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99 0 00 51180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530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1 749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1 807</w:t>
            </w:r>
          </w:p>
        </w:tc>
      </w:tr>
      <w:tr w:rsidR="00CD0A52" w:rsidRPr="00CD0A52" w:rsidTr="00CD0A52">
        <w:trPr>
          <w:trHeight w:val="106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НАЦИОНАЛЬНАЯ БЕЗОПАСНОСТЬ И ПРАВООХРАНИТЕЛЬНАЯ ДЕЯТЕЛЬНОСТЬ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4 845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4 847</w:t>
            </w:r>
          </w:p>
        </w:tc>
      </w:tr>
      <w:tr w:rsidR="00CD0A52" w:rsidRPr="00CD0A52" w:rsidTr="00CD0A52">
        <w:trPr>
          <w:trHeight w:val="134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4 649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4 651</w:t>
            </w:r>
          </w:p>
        </w:tc>
      </w:tr>
      <w:tr w:rsidR="00CD0A52" w:rsidRPr="00CD0A52" w:rsidTr="00CD0A52">
        <w:trPr>
          <w:trHeight w:val="205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Муниципальная программа "Защита населения и территории Упоровского муниципального района от чрезвычайных ситуаций природного и техногенного характера, проведение мероприятий по гражданской обороне"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19 0 00 00000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255</w:t>
            </w:r>
          </w:p>
        </w:tc>
      </w:tr>
      <w:tr w:rsidR="00CD0A52" w:rsidRPr="00CD0A52" w:rsidTr="00CD0A52">
        <w:trPr>
          <w:trHeight w:val="194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"Повышение уровня защиты населения и территории района от опасностей военного времени и от угроз, возникающих при чрезвычайных ситуациях природного и техногенного характера"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19 0 01 00000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255</w:t>
            </w:r>
          </w:p>
        </w:tc>
      </w:tr>
      <w:tr w:rsidR="00CD0A52" w:rsidRPr="00CD0A52" w:rsidTr="00CD0A52">
        <w:trPr>
          <w:trHeight w:val="134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19 0 01 70180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</w:tr>
      <w:tr w:rsidR="00CD0A52" w:rsidRPr="00CD0A52" w:rsidTr="00CD0A52">
        <w:trPr>
          <w:trHeight w:val="108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19 0 01 70180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</w:tr>
      <w:tr w:rsidR="00CD0A52" w:rsidRPr="00CD0A52" w:rsidTr="00CD0A52">
        <w:trPr>
          <w:trHeight w:val="98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19 0 01 70180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</w:tr>
      <w:tr w:rsidR="00CD0A52" w:rsidRPr="00CD0A52" w:rsidTr="00CD0A52">
        <w:trPr>
          <w:trHeight w:val="130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 xml:space="preserve">Организация мероприятий по обеспечению безопасности людей на водных объектах, охране их жизни и здоровья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19 0 01 70190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55</w:t>
            </w:r>
          </w:p>
        </w:tc>
      </w:tr>
      <w:tr w:rsidR="00CD0A52" w:rsidRPr="00CD0A52" w:rsidTr="00CD0A52">
        <w:trPr>
          <w:trHeight w:val="38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Межбюджетные трансферты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19 0 01 70190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55</w:t>
            </w:r>
          </w:p>
        </w:tc>
      </w:tr>
      <w:tr w:rsidR="00CD0A52" w:rsidRPr="00CD0A52" w:rsidTr="00CD0A52">
        <w:trPr>
          <w:trHeight w:val="37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межбюджетные трансферты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19 0 01 70190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55</w:t>
            </w:r>
          </w:p>
        </w:tc>
      </w:tr>
      <w:tr w:rsidR="00CD0A52" w:rsidRPr="00CD0A52" w:rsidTr="00CD0A52">
        <w:trPr>
          <w:trHeight w:val="68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межбюджетные трансферты на содержание скотомогильников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861</w:t>
            </w:r>
          </w:p>
        </w:tc>
      </w:tr>
      <w:tr w:rsidR="00CD0A52" w:rsidRPr="00CD0A52" w:rsidTr="00CD0A52">
        <w:trPr>
          <w:trHeight w:val="37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Межбюджетные трансферты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861</w:t>
            </w:r>
          </w:p>
        </w:tc>
      </w:tr>
      <w:tr w:rsidR="00CD0A52" w:rsidRPr="00CD0A52" w:rsidTr="00CD0A52">
        <w:trPr>
          <w:trHeight w:val="40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межбюджетные трансферты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861</w:t>
            </w:r>
          </w:p>
        </w:tc>
      </w:tr>
      <w:tr w:rsidR="00CD0A52" w:rsidRPr="00CD0A52" w:rsidTr="00CD0A52">
        <w:trPr>
          <w:trHeight w:val="68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Содержание единой дежурно - диспетчерской службы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3 533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3 535</w:t>
            </w:r>
          </w:p>
        </w:tc>
      </w:tr>
      <w:tr w:rsidR="00CD0A52" w:rsidRPr="00CD0A52" w:rsidTr="00CD0A52">
        <w:trPr>
          <w:trHeight w:val="198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3 444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3 442</w:t>
            </w:r>
          </w:p>
        </w:tc>
      </w:tr>
      <w:tr w:rsidR="00CD0A52" w:rsidRPr="00CD0A52" w:rsidTr="00CD0A52">
        <w:trPr>
          <w:trHeight w:val="98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государственных (муниципальных) органов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3 444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3 442</w:t>
            </w:r>
          </w:p>
        </w:tc>
      </w:tr>
      <w:tr w:rsidR="00CD0A52" w:rsidRPr="00CD0A52" w:rsidTr="00CD0A52">
        <w:trPr>
          <w:trHeight w:val="10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93</w:t>
            </w:r>
          </w:p>
        </w:tc>
      </w:tr>
      <w:tr w:rsidR="00CD0A52" w:rsidRPr="00CD0A52" w:rsidTr="00CD0A52">
        <w:trPr>
          <w:trHeight w:val="105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93</w:t>
            </w:r>
          </w:p>
        </w:tc>
      </w:tr>
      <w:tr w:rsidR="00CD0A52" w:rsidRPr="00CD0A52" w:rsidTr="00CD0A52">
        <w:trPr>
          <w:trHeight w:val="38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Миграционная политика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64</w:t>
            </w:r>
          </w:p>
        </w:tc>
      </w:tr>
      <w:tr w:rsidR="00CD0A52" w:rsidRPr="00CD0A52" w:rsidTr="00CD0A52">
        <w:trPr>
          <w:trHeight w:val="128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Участие в осуществлении государственной политики в отношении соотечественников, проживающих за рубежом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99 0 00 19170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64</w:t>
            </w:r>
          </w:p>
        </w:tc>
      </w:tr>
      <w:tr w:rsidR="00CD0A52" w:rsidRPr="00CD0A52" w:rsidTr="00CD0A52">
        <w:trPr>
          <w:trHeight w:val="99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99 0 00 19170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64</w:t>
            </w:r>
          </w:p>
        </w:tc>
      </w:tr>
      <w:tr w:rsidR="00CD0A52" w:rsidRPr="00CD0A52" w:rsidTr="00CD0A52">
        <w:trPr>
          <w:trHeight w:val="10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99 0 00 19170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64</w:t>
            </w:r>
          </w:p>
        </w:tc>
      </w:tr>
      <w:tr w:rsidR="00CD0A52" w:rsidRPr="00CD0A52" w:rsidTr="00CD0A52">
        <w:trPr>
          <w:trHeight w:val="10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132</w:t>
            </w:r>
          </w:p>
        </w:tc>
      </w:tr>
      <w:tr w:rsidR="00CD0A52" w:rsidRPr="00CD0A52" w:rsidTr="00CD0A52">
        <w:trPr>
          <w:trHeight w:val="10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132</w:t>
            </w:r>
          </w:p>
        </w:tc>
      </w:tr>
      <w:tr w:rsidR="00CD0A52" w:rsidRPr="00CD0A52" w:rsidTr="00CD0A52">
        <w:trPr>
          <w:trHeight w:val="10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132</w:t>
            </w:r>
          </w:p>
        </w:tc>
      </w:tr>
      <w:tr w:rsidR="00CD0A52" w:rsidRPr="00CD0A52" w:rsidTr="00CD0A52">
        <w:trPr>
          <w:trHeight w:val="10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132</w:t>
            </w:r>
          </w:p>
        </w:tc>
      </w:tr>
      <w:tr w:rsidR="00CD0A52" w:rsidRPr="00CD0A52" w:rsidTr="00CD0A52">
        <w:trPr>
          <w:trHeight w:val="39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НАЦИОНАЛЬНАЯ ЭКОНОМИКА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87 855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90 926</w:t>
            </w:r>
          </w:p>
        </w:tc>
      </w:tr>
      <w:tr w:rsidR="00CD0A52" w:rsidRPr="00CD0A52" w:rsidTr="00CD0A52">
        <w:trPr>
          <w:trHeight w:val="45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Сельское хозяйство и рыболовство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4 067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4 074</w:t>
            </w:r>
          </w:p>
        </w:tc>
      </w:tr>
      <w:tr w:rsidR="00CD0A52" w:rsidRPr="00CD0A52" w:rsidTr="00CD0A52">
        <w:trPr>
          <w:trHeight w:val="13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Муниципальная программа "Основные направления развития агропромышленного комплекса Упоровского муниципального района"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18 0 00 00000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4 067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4 074</w:t>
            </w:r>
          </w:p>
        </w:tc>
      </w:tr>
      <w:tr w:rsidR="00CD0A52" w:rsidRPr="00CD0A52" w:rsidTr="00CD0A52">
        <w:trPr>
          <w:trHeight w:val="68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Поддержка сельскохозяйственного производства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18 0 00 19190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4 067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4 074</w:t>
            </w:r>
          </w:p>
        </w:tc>
      </w:tr>
      <w:tr w:rsidR="00CD0A52" w:rsidRPr="00CD0A52" w:rsidTr="00CD0A52">
        <w:trPr>
          <w:trHeight w:val="19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18 0 00 19190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3 722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3 729</w:t>
            </w:r>
          </w:p>
        </w:tc>
      </w:tr>
      <w:tr w:rsidR="00CD0A52" w:rsidRPr="00CD0A52" w:rsidTr="00CD0A52">
        <w:trPr>
          <w:trHeight w:val="99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государственных (муниципальных) органов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18 0 00 19190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3 722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3 729</w:t>
            </w:r>
          </w:p>
        </w:tc>
      </w:tr>
      <w:tr w:rsidR="00CD0A52" w:rsidRPr="00CD0A52" w:rsidTr="00CD0A52">
        <w:trPr>
          <w:trHeight w:val="10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18 0 00 19190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345</w:t>
            </w:r>
          </w:p>
        </w:tc>
      </w:tr>
      <w:tr w:rsidR="00CD0A52" w:rsidRPr="00CD0A52" w:rsidTr="00CD0A52">
        <w:trPr>
          <w:trHeight w:val="108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18 0 00 19190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345</w:t>
            </w:r>
          </w:p>
        </w:tc>
      </w:tr>
      <w:tr w:rsidR="00CD0A52" w:rsidRPr="00CD0A52" w:rsidTr="00CD0A52">
        <w:trPr>
          <w:trHeight w:val="39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Транспорт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39 422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40 333</w:t>
            </w:r>
          </w:p>
        </w:tc>
      </w:tr>
      <w:tr w:rsidR="00CD0A52" w:rsidRPr="00CD0A52" w:rsidTr="00CD0A52">
        <w:trPr>
          <w:trHeight w:val="144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Муниципальная программа "Основные направления градостроительной политики и жилищного строительства Упоровского муниципального района"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39 422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40 333</w:t>
            </w:r>
          </w:p>
        </w:tc>
      </w:tr>
      <w:tr w:rsidR="00CD0A52" w:rsidRPr="00CD0A52" w:rsidTr="00CD0A52">
        <w:trPr>
          <w:trHeight w:val="13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"Удовлетворение потребности населения в качественном обслуживании автомобильным транспортом"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39 422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40 333</w:t>
            </w:r>
          </w:p>
        </w:tc>
      </w:tr>
      <w:tr w:rsidR="00CD0A52" w:rsidRPr="00CD0A52" w:rsidTr="00CD0A52">
        <w:trPr>
          <w:trHeight w:val="196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Регулирование тарифов на перевозку пассажиров и багажа автомобильным транспортом в городском (</w:t>
            </w:r>
            <w:proofErr w:type="spellStart"/>
            <w:r w:rsidRPr="00CD0A52">
              <w:t>внутрипоселковом</w:t>
            </w:r>
            <w:proofErr w:type="spellEnd"/>
            <w:r w:rsidRPr="00CD0A52">
              <w:t xml:space="preserve">) сообщении и в пригородном сообщении до садоводческих товариществ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17 0 01 71920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291</w:t>
            </w:r>
          </w:p>
        </w:tc>
      </w:tr>
      <w:tr w:rsidR="00CD0A52" w:rsidRPr="00CD0A52" w:rsidTr="00CD0A52">
        <w:trPr>
          <w:trHeight w:val="202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17 0 01 71920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281</w:t>
            </w:r>
          </w:p>
        </w:tc>
      </w:tr>
      <w:tr w:rsidR="00CD0A52" w:rsidRPr="00CD0A52" w:rsidTr="00CD0A52">
        <w:trPr>
          <w:trHeight w:val="10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государственных (муниципальных) органов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17 0 01 71920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281</w:t>
            </w:r>
          </w:p>
        </w:tc>
      </w:tr>
      <w:tr w:rsidR="00CD0A52" w:rsidRPr="00CD0A52" w:rsidTr="00CD0A52">
        <w:trPr>
          <w:trHeight w:val="98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17 0 01 71920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</w:tr>
      <w:tr w:rsidR="00CD0A52" w:rsidRPr="00CD0A52" w:rsidTr="00CD0A52">
        <w:trPr>
          <w:trHeight w:val="10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17 0 01 71920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</w:tr>
      <w:tr w:rsidR="00CD0A52" w:rsidRPr="00CD0A52" w:rsidTr="00CD0A52">
        <w:trPr>
          <w:trHeight w:val="127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Выдача разрешений на осуществление деятельности по перевозке пассажиров и багажа легковым такси в Тюменской области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17 0 01 71922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146</w:t>
            </w:r>
          </w:p>
        </w:tc>
      </w:tr>
      <w:tr w:rsidR="00CD0A52" w:rsidRPr="00CD0A52" w:rsidTr="00CD0A52">
        <w:trPr>
          <w:trHeight w:val="194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17 0 01 71922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146</w:t>
            </w:r>
          </w:p>
        </w:tc>
      </w:tr>
      <w:tr w:rsidR="00CD0A52" w:rsidRPr="00CD0A52" w:rsidTr="00CD0A52">
        <w:trPr>
          <w:trHeight w:val="104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государственных (муниципальных) органов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17 0 01 71922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146</w:t>
            </w:r>
          </w:p>
        </w:tc>
      </w:tr>
      <w:tr w:rsidR="00CD0A52" w:rsidRPr="00CD0A52" w:rsidTr="00CD0A52">
        <w:trPr>
          <w:trHeight w:val="96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Мероприятия, направленные на организацию транспортного обслуживания населения района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17 0 01 77760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38 986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39 896</w:t>
            </w:r>
          </w:p>
        </w:tc>
      </w:tr>
      <w:tr w:rsidR="00CD0A52" w:rsidRPr="00CD0A52" w:rsidTr="00CD0A52">
        <w:trPr>
          <w:trHeight w:val="104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17 0 01 77760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38 986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39 896</w:t>
            </w:r>
          </w:p>
        </w:tc>
      </w:tr>
      <w:tr w:rsidR="00CD0A52" w:rsidRPr="00CD0A52" w:rsidTr="00CD0A52">
        <w:trPr>
          <w:trHeight w:val="10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17 0 01 77760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38 986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39 896</w:t>
            </w:r>
          </w:p>
        </w:tc>
      </w:tr>
      <w:tr w:rsidR="00CD0A52" w:rsidRPr="00CD0A52" w:rsidTr="00CD0A52">
        <w:trPr>
          <w:trHeight w:val="7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Дорожное хозяйство (дорожные фонды)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42 004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44 155</w:t>
            </w:r>
          </w:p>
        </w:tc>
      </w:tr>
      <w:tr w:rsidR="00CD0A52" w:rsidRPr="00CD0A52" w:rsidTr="00CD0A52">
        <w:trPr>
          <w:trHeight w:val="142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Муниципальная программа "Комплексное развитие транспортной инфраструктуры Упоровского района и сельских поселений"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23 0 00 00000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42 004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44 155</w:t>
            </w:r>
          </w:p>
        </w:tc>
      </w:tr>
      <w:tr w:rsidR="00CD0A52" w:rsidRPr="00CD0A52" w:rsidTr="00CD0A52">
        <w:trPr>
          <w:trHeight w:val="16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"Создание современной, развитой и эффективной транспортной инфраструктуры, обеспечивающей ускорение товародвижения и снижения транспортных издержек в экономике"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23 0 01 00000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42 004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44 155</w:t>
            </w:r>
          </w:p>
        </w:tc>
      </w:tr>
      <w:tr w:rsidR="00CD0A52" w:rsidRPr="00CD0A52" w:rsidTr="00CD0A52">
        <w:trPr>
          <w:trHeight w:val="69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Мероприятия по содержанию автомобильных дорог местного значения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23 0 01 77770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17 151</w:t>
            </w:r>
          </w:p>
        </w:tc>
      </w:tr>
      <w:tr w:rsidR="00CD0A52" w:rsidRPr="00CD0A52" w:rsidTr="00CD0A52">
        <w:trPr>
          <w:trHeight w:val="100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23 0 01 77770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16 309</w:t>
            </w:r>
          </w:p>
        </w:tc>
      </w:tr>
      <w:tr w:rsidR="00CD0A52" w:rsidRPr="00CD0A52" w:rsidTr="00CD0A52">
        <w:trPr>
          <w:trHeight w:val="109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23 0 01 77770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16 309</w:t>
            </w:r>
          </w:p>
        </w:tc>
      </w:tr>
      <w:tr w:rsidR="00CD0A52" w:rsidRPr="00CD0A52" w:rsidTr="00CD0A52">
        <w:trPr>
          <w:trHeight w:val="46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Межбюджетные трансферты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23 0 01 77770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842</w:t>
            </w:r>
          </w:p>
        </w:tc>
      </w:tr>
      <w:tr w:rsidR="00CD0A52" w:rsidRPr="00CD0A52" w:rsidTr="00CD0A52">
        <w:trPr>
          <w:trHeight w:val="46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межбюджетные трансферты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23 0 01 77770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842</w:t>
            </w:r>
          </w:p>
        </w:tc>
      </w:tr>
      <w:tr w:rsidR="00CD0A52" w:rsidRPr="00CD0A52" w:rsidTr="00CD0A52">
        <w:trPr>
          <w:trHeight w:val="108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Мероприятия по капитальному ремонту и ремонту автомобильных дорог местного значения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23 0 01 77780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12 364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10 843</w:t>
            </w:r>
          </w:p>
        </w:tc>
      </w:tr>
      <w:tr w:rsidR="00CD0A52" w:rsidRPr="00CD0A52" w:rsidTr="00CD0A52">
        <w:trPr>
          <w:trHeight w:val="10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23 0 01 77780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12 364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10 843</w:t>
            </w:r>
          </w:p>
        </w:tc>
      </w:tr>
      <w:tr w:rsidR="00CD0A52" w:rsidRPr="00CD0A52" w:rsidTr="00CD0A52">
        <w:trPr>
          <w:trHeight w:val="110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23 0 01 77780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12 364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10 843</w:t>
            </w:r>
          </w:p>
        </w:tc>
      </w:tr>
      <w:tr w:rsidR="00CD0A52" w:rsidRPr="00CD0A52" w:rsidTr="00CD0A52">
        <w:trPr>
          <w:trHeight w:val="13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Мероприятия по капитальному ремонту и ремонту автомобильных дорог местного значения за счет средств дорожного фонда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23 0 01 78800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14 640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16 161</w:t>
            </w:r>
          </w:p>
        </w:tc>
      </w:tr>
      <w:tr w:rsidR="00CD0A52" w:rsidRPr="00CD0A52" w:rsidTr="00CD0A52">
        <w:trPr>
          <w:trHeight w:val="104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23 0 01 78800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14 640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16 161</w:t>
            </w:r>
          </w:p>
        </w:tc>
      </w:tr>
      <w:tr w:rsidR="00CD0A52" w:rsidRPr="00CD0A52" w:rsidTr="00CD0A52">
        <w:trPr>
          <w:trHeight w:val="105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23 0 01 78800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14 640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16 161</w:t>
            </w:r>
          </w:p>
        </w:tc>
      </w:tr>
      <w:tr w:rsidR="00CD0A52" w:rsidRPr="00CD0A52" w:rsidTr="00CD0A52">
        <w:trPr>
          <w:trHeight w:val="74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Другие вопросы в области национальной экономики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2 362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2 364</w:t>
            </w:r>
          </w:p>
        </w:tc>
      </w:tr>
      <w:tr w:rsidR="00CD0A52" w:rsidRPr="00CD0A52" w:rsidTr="00CD0A52">
        <w:trPr>
          <w:trHeight w:val="127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Муниципальная программа "Основные направления развития предпринимательства и торговли в Упоровском муниципальном районе"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489</w:t>
            </w:r>
          </w:p>
        </w:tc>
      </w:tr>
      <w:tr w:rsidR="00CD0A52" w:rsidRPr="00CD0A52" w:rsidTr="00CD0A52">
        <w:trPr>
          <w:trHeight w:val="10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"Повышение экономической и территориальной доступности товаров и услуг для населения района"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489</w:t>
            </w:r>
          </w:p>
        </w:tc>
      </w:tr>
      <w:tr w:rsidR="00CD0A52" w:rsidRPr="00CD0A52" w:rsidTr="00CD0A52">
        <w:trPr>
          <w:trHeight w:val="52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Поддержка труднодоступных территорий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12 0 02 19230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489</w:t>
            </w:r>
          </w:p>
        </w:tc>
      </w:tr>
      <w:tr w:rsidR="00CD0A52" w:rsidRPr="00CD0A52" w:rsidTr="00CD0A52">
        <w:trPr>
          <w:trHeight w:val="37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бюджетные ассигнования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12 0 02 19230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489</w:t>
            </w:r>
          </w:p>
        </w:tc>
      </w:tr>
      <w:tr w:rsidR="00CD0A52" w:rsidRPr="00CD0A52" w:rsidTr="00CD0A52">
        <w:trPr>
          <w:trHeight w:val="165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12 0 02 19230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810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489</w:t>
            </w:r>
          </w:p>
        </w:tc>
      </w:tr>
      <w:tr w:rsidR="00CD0A52" w:rsidRPr="00CD0A52" w:rsidTr="00CD0A52">
        <w:trPr>
          <w:trHeight w:val="140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Муниципальная программа "Основные направления градостроительной политики и жилищного строительства Упоровского муниципального района"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1 164</w:t>
            </w:r>
          </w:p>
        </w:tc>
      </w:tr>
      <w:tr w:rsidR="00CD0A52" w:rsidRPr="00CD0A52" w:rsidTr="00CD0A52">
        <w:trPr>
          <w:trHeight w:val="19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"Создание условий для устойчивого, безопасного и комплексного развития территорий Упоровского муниципального района в целях обеспечения благоприятной среды для проживания населения"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1 164</w:t>
            </w:r>
          </w:p>
        </w:tc>
      </w:tr>
      <w:tr w:rsidR="00CD0A52" w:rsidRPr="00CD0A52" w:rsidTr="00CD0A52">
        <w:trPr>
          <w:trHeight w:val="96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Ведение информационной системы обеспечения градостроительной деятельности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17 0 03 73380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1 164</w:t>
            </w:r>
          </w:p>
        </w:tc>
      </w:tr>
      <w:tr w:rsidR="00CD0A52" w:rsidRPr="00CD0A52" w:rsidTr="00CD0A52">
        <w:trPr>
          <w:trHeight w:val="10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17 0 03 73380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1 164</w:t>
            </w:r>
          </w:p>
        </w:tc>
      </w:tr>
      <w:tr w:rsidR="00CD0A52" w:rsidRPr="00CD0A52" w:rsidTr="00CD0A52">
        <w:trPr>
          <w:trHeight w:val="10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17 0 03 73380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1 164</w:t>
            </w:r>
          </w:p>
        </w:tc>
      </w:tr>
      <w:tr w:rsidR="00CD0A52" w:rsidRPr="00CD0A52" w:rsidTr="00CD0A52">
        <w:trPr>
          <w:trHeight w:val="4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Мероприятия по землеустройству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711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711</w:t>
            </w:r>
          </w:p>
        </w:tc>
      </w:tr>
      <w:tr w:rsidR="00CD0A52" w:rsidRPr="00CD0A52" w:rsidTr="00CD0A52">
        <w:trPr>
          <w:trHeight w:val="108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711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711</w:t>
            </w:r>
          </w:p>
        </w:tc>
      </w:tr>
      <w:tr w:rsidR="00CD0A52" w:rsidRPr="00CD0A52" w:rsidTr="00CD0A52">
        <w:trPr>
          <w:trHeight w:val="106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711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711</w:t>
            </w:r>
          </w:p>
        </w:tc>
      </w:tr>
      <w:tr w:rsidR="00CD0A52" w:rsidRPr="00CD0A52" w:rsidTr="00CD0A52">
        <w:trPr>
          <w:trHeight w:val="74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ЖИЛИЩНО-КОММУНАЛЬНОЕ ХОЗЯЙСТВО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1 781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1 781</w:t>
            </w:r>
          </w:p>
        </w:tc>
      </w:tr>
      <w:tr w:rsidR="00CD0A52" w:rsidRPr="00CD0A52" w:rsidTr="00CD0A52">
        <w:trPr>
          <w:trHeight w:val="44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Коммунальное хозяйство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37</w:t>
            </w:r>
          </w:p>
        </w:tc>
      </w:tr>
      <w:tr w:rsidR="00CD0A52" w:rsidRPr="00CD0A52" w:rsidTr="00CD0A52">
        <w:trPr>
          <w:trHeight w:val="166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Мероприятия по транспортировке тел умерших (погибших) граждан из общественных мест в места проведения судебно-медицинской экспертизы и </w:t>
            </w:r>
            <w:proofErr w:type="spellStart"/>
            <w:r w:rsidRPr="00CD0A52">
              <w:t>предпохоронного</w:t>
            </w:r>
            <w:proofErr w:type="spellEnd"/>
            <w:r w:rsidRPr="00CD0A52">
              <w:t xml:space="preserve"> содержания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37</w:t>
            </w:r>
          </w:p>
        </w:tc>
      </w:tr>
      <w:tr w:rsidR="00CD0A52" w:rsidRPr="00CD0A52" w:rsidTr="00CD0A52">
        <w:trPr>
          <w:trHeight w:val="10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37</w:t>
            </w:r>
          </w:p>
        </w:tc>
      </w:tr>
      <w:tr w:rsidR="00CD0A52" w:rsidRPr="00CD0A52" w:rsidTr="00CD0A52">
        <w:trPr>
          <w:trHeight w:val="10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37</w:t>
            </w:r>
          </w:p>
        </w:tc>
      </w:tr>
      <w:tr w:rsidR="00CD0A52" w:rsidRPr="00CD0A52" w:rsidTr="00CD0A52">
        <w:trPr>
          <w:trHeight w:val="40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 Благоустройство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1 744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1 744</w:t>
            </w:r>
          </w:p>
        </w:tc>
      </w:tr>
      <w:tr w:rsidR="00CD0A52" w:rsidRPr="00CD0A52" w:rsidTr="00CD0A52">
        <w:trPr>
          <w:trHeight w:val="106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межбюджетные трансферты на благоустройство территорий сельских поселений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1 330</w:t>
            </w:r>
          </w:p>
        </w:tc>
      </w:tr>
      <w:tr w:rsidR="00CD0A52" w:rsidRPr="00CD0A52" w:rsidTr="00CD0A52">
        <w:trPr>
          <w:trHeight w:val="38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Межбюджетные трансферты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1 330</w:t>
            </w:r>
          </w:p>
        </w:tc>
      </w:tr>
      <w:tr w:rsidR="00CD0A52" w:rsidRPr="00CD0A52" w:rsidTr="00CD0A52">
        <w:trPr>
          <w:trHeight w:val="49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межбюджетные трансферты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1 330</w:t>
            </w:r>
          </w:p>
        </w:tc>
      </w:tr>
      <w:tr w:rsidR="00CD0A52" w:rsidRPr="00CD0A52" w:rsidTr="00CD0A52">
        <w:trPr>
          <w:trHeight w:val="69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Проведение мероприятий по отлову и содержанию безнадзорных животных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99 0 00 70391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414</w:t>
            </w:r>
          </w:p>
        </w:tc>
      </w:tr>
      <w:tr w:rsidR="00CD0A52" w:rsidRPr="00CD0A52" w:rsidTr="00CD0A52">
        <w:trPr>
          <w:trHeight w:val="104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99 0 00 70391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414</w:t>
            </w:r>
          </w:p>
        </w:tc>
      </w:tr>
      <w:tr w:rsidR="00CD0A52" w:rsidRPr="00CD0A52" w:rsidTr="00CD0A52">
        <w:trPr>
          <w:trHeight w:val="10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99 0 00 70391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414</w:t>
            </w:r>
          </w:p>
        </w:tc>
      </w:tr>
      <w:tr w:rsidR="00CD0A52" w:rsidRPr="00CD0A52" w:rsidTr="00CD0A52">
        <w:trPr>
          <w:trHeight w:val="38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ОБРАЗОВАНИЕ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25 879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26 014</w:t>
            </w:r>
          </w:p>
        </w:tc>
      </w:tr>
      <w:tr w:rsidR="00CD0A52" w:rsidRPr="00CD0A52" w:rsidTr="00CD0A52">
        <w:trPr>
          <w:trHeight w:val="55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 Дополнительное образование детей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25 199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25 334</w:t>
            </w:r>
          </w:p>
        </w:tc>
      </w:tr>
      <w:tr w:rsidR="00CD0A52" w:rsidRPr="00CD0A52" w:rsidTr="00CD0A52">
        <w:trPr>
          <w:trHeight w:val="99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Муниципальная программа "Основные направления развития  культуры Упоровского муниципального района"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8 220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8 260</w:t>
            </w:r>
          </w:p>
        </w:tc>
      </w:tr>
      <w:tr w:rsidR="00CD0A52" w:rsidRPr="00CD0A52" w:rsidTr="00CD0A52">
        <w:trPr>
          <w:trHeight w:val="104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"Организация доступности и высокого качества дополнительного образования в сфере "Культура""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8 220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8 260</w:t>
            </w:r>
          </w:p>
        </w:tc>
      </w:tr>
      <w:tr w:rsidR="00CD0A52" w:rsidRPr="00CD0A52" w:rsidTr="00CD0A52">
        <w:trPr>
          <w:trHeight w:val="130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обеспечение деятельности (оказание услуг) муниципальных учреждений дополнительного образования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8 220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8 260</w:t>
            </w:r>
          </w:p>
        </w:tc>
      </w:tr>
      <w:tr w:rsidR="00CD0A52" w:rsidRPr="00CD0A52" w:rsidTr="00CD0A52">
        <w:trPr>
          <w:trHeight w:val="10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8 220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8 260</w:t>
            </w:r>
          </w:p>
        </w:tc>
      </w:tr>
      <w:tr w:rsidR="00CD0A52" w:rsidRPr="00CD0A52" w:rsidTr="00CD0A52">
        <w:trPr>
          <w:trHeight w:val="48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8 220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8 260</w:t>
            </w:r>
          </w:p>
        </w:tc>
      </w:tr>
      <w:tr w:rsidR="00CD0A52" w:rsidRPr="00CD0A52" w:rsidTr="00CD0A52">
        <w:trPr>
          <w:trHeight w:val="13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 Муниципальная программа "Основные направления развития физической культуры и спорта, молодёжной политики в Упоровском муниципальном районе"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16 979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17 074</w:t>
            </w:r>
          </w:p>
        </w:tc>
      </w:tr>
      <w:tr w:rsidR="00CD0A52" w:rsidRPr="00CD0A52" w:rsidTr="00CD0A52">
        <w:trPr>
          <w:trHeight w:val="18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 Мероприятие "Развитие физкультурно-спортивной активности, здорового образа жизни населения и обеспечение подготовки районных сборных команд по видам спорта"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10 609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10 664</w:t>
            </w:r>
          </w:p>
        </w:tc>
      </w:tr>
      <w:tr w:rsidR="00CD0A52" w:rsidRPr="00CD0A52" w:rsidTr="00CD0A52">
        <w:trPr>
          <w:trHeight w:val="140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обеспечение деятельности (оказание услуг) муниципальных учреждений дополнительного образования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10 609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10 664</w:t>
            </w:r>
          </w:p>
        </w:tc>
      </w:tr>
      <w:tr w:rsidR="00CD0A52" w:rsidRPr="00CD0A52" w:rsidTr="00CD0A52">
        <w:trPr>
          <w:trHeight w:val="98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10 609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10 664</w:t>
            </w:r>
          </w:p>
        </w:tc>
      </w:tr>
      <w:tr w:rsidR="00CD0A52" w:rsidRPr="00CD0A52" w:rsidTr="00CD0A52">
        <w:trPr>
          <w:trHeight w:val="48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10 609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10 664</w:t>
            </w:r>
          </w:p>
        </w:tc>
      </w:tr>
      <w:tr w:rsidR="00CD0A52" w:rsidRPr="00CD0A52" w:rsidTr="00CD0A52">
        <w:trPr>
          <w:trHeight w:val="106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"Содействие позитивной самореализации и интеграции молодежи в систему общественных отношений"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6 370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6 410</w:t>
            </w:r>
          </w:p>
        </w:tc>
      </w:tr>
      <w:tr w:rsidR="00CD0A52" w:rsidRPr="00CD0A52" w:rsidTr="00CD0A52">
        <w:trPr>
          <w:trHeight w:val="135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обеспечение деятельности (оказание услуг) муниципальных учреждений дополнительного образования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14 0 02 73560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6 370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6 410</w:t>
            </w:r>
          </w:p>
        </w:tc>
      </w:tr>
      <w:tr w:rsidR="00CD0A52" w:rsidRPr="00CD0A52" w:rsidTr="00CD0A52">
        <w:trPr>
          <w:trHeight w:val="97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14 0 02 73560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6 370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6 410</w:t>
            </w:r>
          </w:p>
        </w:tc>
      </w:tr>
      <w:tr w:rsidR="00CD0A52" w:rsidRPr="00CD0A52" w:rsidTr="00CD0A52">
        <w:trPr>
          <w:trHeight w:val="40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14 0 02 73560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6 370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6 410</w:t>
            </w:r>
          </w:p>
        </w:tc>
      </w:tr>
      <w:tr w:rsidR="00CD0A52" w:rsidRPr="00CD0A52" w:rsidTr="00CD0A52">
        <w:trPr>
          <w:trHeight w:val="4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Молодежная политика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680</w:t>
            </w:r>
          </w:p>
        </w:tc>
      </w:tr>
      <w:tr w:rsidR="00CD0A52" w:rsidRPr="00CD0A52" w:rsidTr="00CD0A52">
        <w:trPr>
          <w:trHeight w:val="13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 Муниципальная программа "Основные направления развития физической культуры и спорта, молодёжной политики в Упоровском муниципальном районе"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392</w:t>
            </w:r>
          </w:p>
        </w:tc>
      </w:tr>
      <w:tr w:rsidR="00CD0A52" w:rsidRPr="00CD0A52" w:rsidTr="00CD0A52">
        <w:trPr>
          <w:trHeight w:val="106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Мероприятие "Содействие позитивной самореализации и интеграции молодежи в систему общественных отношений"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392</w:t>
            </w:r>
          </w:p>
        </w:tc>
      </w:tr>
      <w:tr w:rsidR="00CD0A52" w:rsidRPr="00CD0A52" w:rsidTr="00CD0A52">
        <w:trPr>
          <w:trHeight w:val="7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Проведение мероприятий для детей и молодежи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14 0 02 74610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392</w:t>
            </w:r>
          </w:p>
        </w:tc>
      </w:tr>
      <w:tr w:rsidR="00CD0A52" w:rsidRPr="00CD0A52" w:rsidTr="00CD0A52">
        <w:trPr>
          <w:trHeight w:val="10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14 0 02 74610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392</w:t>
            </w:r>
          </w:p>
        </w:tc>
      </w:tr>
      <w:tr w:rsidR="00CD0A52" w:rsidRPr="00CD0A52" w:rsidTr="00CD0A52">
        <w:trPr>
          <w:trHeight w:val="4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14 0 02 74610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392</w:t>
            </w:r>
          </w:p>
        </w:tc>
      </w:tr>
      <w:tr w:rsidR="00CD0A52" w:rsidRPr="00CD0A52" w:rsidTr="00CD0A52">
        <w:trPr>
          <w:trHeight w:val="75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Мероприятия по оздоровлению детей в каникулярное время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</w:tr>
      <w:tr w:rsidR="00CD0A52" w:rsidRPr="00CD0A52" w:rsidTr="00CD0A52">
        <w:trPr>
          <w:trHeight w:val="10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</w:tr>
      <w:tr w:rsidR="00CD0A52" w:rsidRPr="00CD0A52" w:rsidTr="00CD0A52">
        <w:trPr>
          <w:trHeight w:val="4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</w:tr>
      <w:tr w:rsidR="00CD0A52" w:rsidRPr="00CD0A52" w:rsidTr="00CD0A52">
        <w:trPr>
          <w:trHeight w:val="39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КУЛЬТУРА, КИНЕМАТОГРАФИЯ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102 494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103 161</w:t>
            </w:r>
          </w:p>
        </w:tc>
      </w:tr>
      <w:tr w:rsidR="00CD0A52" w:rsidRPr="00CD0A52" w:rsidTr="00CD0A52">
        <w:trPr>
          <w:trHeight w:val="4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Культура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102 316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102 983</w:t>
            </w:r>
          </w:p>
        </w:tc>
      </w:tr>
      <w:tr w:rsidR="00CD0A52" w:rsidRPr="00CD0A52" w:rsidTr="00CD0A52">
        <w:trPr>
          <w:trHeight w:val="96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Муниципальная программа "Основные направления развития  культуры Упоровского муниципального района"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102 291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102 958</w:t>
            </w:r>
          </w:p>
        </w:tc>
      </w:tr>
      <w:tr w:rsidR="00CD0A52" w:rsidRPr="00CD0A52" w:rsidTr="00CD0A52">
        <w:trPr>
          <w:trHeight w:val="100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"Развитие системы библиотечного и культурно-досугового обслуживания населения"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102 291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102 958</w:t>
            </w:r>
          </w:p>
        </w:tc>
      </w:tr>
      <w:tr w:rsidR="00CD0A52" w:rsidRPr="00CD0A52" w:rsidTr="00CD0A52">
        <w:trPr>
          <w:trHeight w:val="10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обеспечение деятельности (оказание услуг) муниципальных учреждений культуры и библиотек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13 0 02 73570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102 291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102 958</w:t>
            </w:r>
          </w:p>
        </w:tc>
      </w:tr>
      <w:tr w:rsidR="00CD0A52" w:rsidRPr="00CD0A52" w:rsidTr="00CD0A52">
        <w:trPr>
          <w:trHeight w:val="99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13 0 02 73570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102 291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102 958</w:t>
            </w:r>
          </w:p>
        </w:tc>
      </w:tr>
      <w:tr w:rsidR="00CD0A52" w:rsidRPr="00CD0A52" w:rsidTr="00CD0A52">
        <w:trPr>
          <w:trHeight w:val="48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13 0 02 73570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102 291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102 958</w:t>
            </w:r>
          </w:p>
        </w:tc>
      </w:tr>
      <w:tr w:rsidR="00CD0A52" w:rsidRPr="00CD0A52" w:rsidTr="00CD0A52">
        <w:trPr>
          <w:trHeight w:val="138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Муниципальная программа "Улучшение условий и охраны труда в Упоровском муниципальном районе Тюменской области"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21 0 00 00000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25</w:t>
            </w:r>
          </w:p>
        </w:tc>
      </w:tr>
      <w:tr w:rsidR="00CD0A52" w:rsidRPr="00CD0A52" w:rsidTr="00CD0A52">
        <w:trPr>
          <w:trHeight w:val="109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"Увеличение количества рабочих мест соответствующих нормативным требованиям охраны труда"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21 0 01 00000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25</w:t>
            </w:r>
          </w:p>
        </w:tc>
      </w:tr>
      <w:tr w:rsidR="00CD0A52" w:rsidRPr="00CD0A52" w:rsidTr="00CD0A52">
        <w:trPr>
          <w:trHeight w:val="109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Расходы на обеспечение деятельности (оказание услуг) муниципальных учреждений культуры и библиотек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21 0 01 73570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25</w:t>
            </w:r>
          </w:p>
        </w:tc>
      </w:tr>
      <w:tr w:rsidR="00CD0A52" w:rsidRPr="00CD0A52" w:rsidTr="00CD0A52">
        <w:trPr>
          <w:trHeight w:val="10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21 0 01 73570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25</w:t>
            </w:r>
          </w:p>
        </w:tc>
      </w:tr>
      <w:tr w:rsidR="00CD0A52" w:rsidRPr="00CD0A52" w:rsidTr="00CD0A52">
        <w:trPr>
          <w:trHeight w:val="4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21 0 01 73570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25</w:t>
            </w:r>
          </w:p>
        </w:tc>
      </w:tr>
      <w:tr w:rsidR="00CD0A52" w:rsidRPr="00CD0A52" w:rsidTr="00CD0A52">
        <w:trPr>
          <w:trHeight w:val="7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Другие вопросы в области культуры, кинематографии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178</w:t>
            </w:r>
          </w:p>
        </w:tc>
      </w:tr>
      <w:tr w:rsidR="00CD0A52" w:rsidRPr="00CD0A52" w:rsidTr="00CD0A52">
        <w:trPr>
          <w:trHeight w:val="25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Муниципальная программа "Основные направления деятельности по реализации государственной политики в сферах национальных, государственно-конфессиональных, общественно-политических отношений и профилактике экстремистских проявлений в Упоровском муниципальном районе"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178</w:t>
            </w:r>
          </w:p>
        </w:tc>
      </w:tr>
      <w:tr w:rsidR="00CD0A52" w:rsidRPr="00CD0A52" w:rsidTr="00CD0A52">
        <w:trPr>
          <w:trHeight w:val="108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Мероприятия по укреплению межнационального и межконфессионального согласия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20 0 00 79010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178</w:t>
            </w:r>
          </w:p>
        </w:tc>
      </w:tr>
      <w:tr w:rsidR="00CD0A52" w:rsidRPr="00CD0A52" w:rsidTr="00CD0A52">
        <w:trPr>
          <w:trHeight w:val="98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20 0 00 79010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178</w:t>
            </w:r>
          </w:p>
        </w:tc>
      </w:tr>
      <w:tr w:rsidR="00CD0A52" w:rsidRPr="00CD0A52" w:rsidTr="00CD0A52">
        <w:trPr>
          <w:trHeight w:val="4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20 0 00 79010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178</w:t>
            </w:r>
          </w:p>
        </w:tc>
      </w:tr>
      <w:tr w:rsidR="00CD0A52" w:rsidRPr="00CD0A52" w:rsidTr="00CD0A52">
        <w:trPr>
          <w:trHeight w:val="40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СОЦИАЛЬНАЯ ПОЛИТИКА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29 043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29 132</w:t>
            </w:r>
          </w:p>
        </w:tc>
      </w:tr>
      <w:tr w:rsidR="00CD0A52" w:rsidRPr="00CD0A52" w:rsidTr="00CD0A52">
        <w:trPr>
          <w:trHeight w:val="44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Пенсионное обеспечение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1 774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1 774</w:t>
            </w:r>
          </w:p>
        </w:tc>
      </w:tr>
      <w:tr w:rsidR="00CD0A52" w:rsidRPr="00CD0A52" w:rsidTr="00CD0A52">
        <w:trPr>
          <w:trHeight w:val="74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Доплаты к пенсии муниципальных служащих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1 774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1 774</w:t>
            </w:r>
          </w:p>
        </w:tc>
      </w:tr>
      <w:tr w:rsidR="00CD0A52" w:rsidRPr="00CD0A52" w:rsidTr="00CD0A52">
        <w:trPr>
          <w:trHeight w:val="74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Социальное обеспечение и иные выплаты населению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1 774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1 774</w:t>
            </w:r>
          </w:p>
        </w:tc>
      </w:tr>
      <w:tr w:rsidR="00CD0A52" w:rsidRPr="00CD0A52" w:rsidTr="00CD0A52">
        <w:trPr>
          <w:trHeight w:val="78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Публичные нормативные социальные выплаты гражданам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310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1 774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1 774</w:t>
            </w:r>
          </w:p>
        </w:tc>
      </w:tr>
      <w:tr w:rsidR="00CD0A52" w:rsidRPr="00CD0A52" w:rsidTr="00CD0A52">
        <w:trPr>
          <w:trHeight w:val="4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Социальное обслуживание населения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24 717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24 770</w:t>
            </w:r>
          </w:p>
        </w:tc>
      </w:tr>
      <w:tr w:rsidR="00CD0A52" w:rsidRPr="00CD0A52" w:rsidTr="00CD0A52">
        <w:trPr>
          <w:trHeight w:val="134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Муниципальная программа "Основные направления развития отрасли "Социальная политика" в Упоровском районе"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24 682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24 758</w:t>
            </w:r>
          </w:p>
        </w:tc>
      </w:tr>
      <w:tr w:rsidR="00CD0A52" w:rsidRPr="00CD0A52" w:rsidTr="00CD0A52">
        <w:trPr>
          <w:trHeight w:val="134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Мероприятие "Обеспечение оказания социальных услуг в рамках государственного стандарта социального обслуживания населения"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24 682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24 758</w:t>
            </w:r>
          </w:p>
        </w:tc>
      </w:tr>
      <w:tr w:rsidR="00CD0A52" w:rsidRPr="00CD0A52" w:rsidTr="00CD0A52">
        <w:trPr>
          <w:trHeight w:val="44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Организация социального обслуживания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24 682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24 758</w:t>
            </w:r>
          </w:p>
        </w:tc>
      </w:tr>
      <w:tr w:rsidR="00CD0A52" w:rsidRPr="00CD0A52" w:rsidTr="00CD0A52">
        <w:trPr>
          <w:trHeight w:val="100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24 682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24 758</w:t>
            </w:r>
          </w:p>
        </w:tc>
      </w:tr>
      <w:tr w:rsidR="00CD0A52" w:rsidRPr="00CD0A52" w:rsidTr="00CD0A52">
        <w:trPr>
          <w:trHeight w:val="46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24 682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24 758</w:t>
            </w:r>
          </w:p>
        </w:tc>
      </w:tr>
      <w:tr w:rsidR="00CD0A52" w:rsidRPr="00CD0A52" w:rsidTr="00CD0A52">
        <w:trPr>
          <w:trHeight w:val="128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Муниципальная программа "Улучшение условий и охраны труда в Упоровском муниципальном районе Тюменской области"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21 0 00 00000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</w:t>
            </w:r>
          </w:p>
        </w:tc>
      </w:tr>
      <w:tr w:rsidR="00CD0A52" w:rsidRPr="00CD0A52" w:rsidTr="00CD0A52">
        <w:trPr>
          <w:trHeight w:val="104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"Увеличение количества рабочих мест соответствующих нормативным требованиям охраны труда"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21 0 01 00000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</w:t>
            </w:r>
          </w:p>
        </w:tc>
      </w:tr>
      <w:tr w:rsidR="00CD0A52" w:rsidRPr="00CD0A52" w:rsidTr="00CD0A52">
        <w:trPr>
          <w:trHeight w:val="49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Организация социального обслуживания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21 0 01 19320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</w:t>
            </w:r>
          </w:p>
        </w:tc>
      </w:tr>
      <w:tr w:rsidR="00CD0A52" w:rsidRPr="00CD0A52" w:rsidTr="00CD0A52">
        <w:trPr>
          <w:trHeight w:val="106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21 0 01 19320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</w:t>
            </w:r>
          </w:p>
        </w:tc>
      </w:tr>
      <w:tr w:rsidR="00CD0A52" w:rsidRPr="00CD0A52" w:rsidTr="00CD0A52">
        <w:trPr>
          <w:trHeight w:val="4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21 0 01 19320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</w:t>
            </w:r>
          </w:p>
        </w:tc>
      </w:tr>
      <w:tr w:rsidR="00CD0A52" w:rsidRPr="00CD0A52" w:rsidTr="00CD0A52">
        <w:trPr>
          <w:trHeight w:val="45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Социальное обеспечение населения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1 424</w:t>
            </w:r>
          </w:p>
        </w:tc>
      </w:tr>
      <w:tr w:rsidR="00CD0A52" w:rsidRPr="00CD0A52" w:rsidTr="00CD0A52">
        <w:trPr>
          <w:trHeight w:val="136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Муниципальная программа "Основные направления развития отрасли "Социальная политика" в Упоровском районе"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1 424</w:t>
            </w:r>
          </w:p>
        </w:tc>
      </w:tr>
      <w:tr w:rsidR="00CD0A52" w:rsidRPr="00CD0A52" w:rsidTr="00CD0A52">
        <w:trPr>
          <w:trHeight w:val="169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"Обеспечение предоставления мер социальной поддержки гражданам, имеющим право на их получение в соответствии с действующим законодательством"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03 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1 424</w:t>
            </w:r>
          </w:p>
        </w:tc>
      </w:tr>
      <w:tr w:rsidR="00CD0A52" w:rsidRPr="00CD0A52" w:rsidTr="00CD0A52">
        <w:trPr>
          <w:trHeight w:val="106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302</w:t>
            </w:r>
          </w:p>
        </w:tc>
      </w:tr>
      <w:tr w:rsidR="00CD0A52" w:rsidRPr="00CD0A52" w:rsidTr="00CD0A52">
        <w:trPr>
          <w:trHeight w:val="100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302</w:t>
            </w:r>
          </w:p>
        </w:tc>
      </w:tr>
      <w:tr w:rsidR="00CD0A52" w:rsidRPr="00CD0A52" w:rsidTr="00CD0A52">
        <w:trPr>
          <w:trHeight w:val="4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302</w:t>
            </w:r>
          </w:p>
        </w:tc>
      </w:tr>
      <w:tr w:rsidR="00CD0A52" w:rsidRPr="00CD0A52" w:rsidTr="00CD0A52">
        <w:trPr>
          <w:trHeight w:val="100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 xml:space="preserve">Социальная поддержка отдельных категорий граждан в отношении проезда на транспорте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16 0 02 19360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788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822</w:t>
            </w:r>
          </w:p>
        </w:tc>
      </w:tr>
      <w:tr w:rsidR="00CD0A52" w:rsidRPr="00CD0A52" w:rsidTr="00CD0A52">
        <w:trPr>
          <w:trHeight w:val="4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бюджетные ассигнования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16 0 02 19360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788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822</w:t>
            </w:r>
          </w:p>
        </w:tc>
      </w:tr>
      <w:tr w:rsidR="00CD0A52" w:rsidRPr="00CD0A52" w:rsidTr="00CD0A52">
        <w:trPr>
          <w:trHeight w:val="170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16 0 02 19360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810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788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822</w:t>
            </w:r>
          </w:p>
        </w:tc>
      </w:tr>
      <w:tr w:rsidR="00CD0A52" w:rsidRPr="00CD0A52" w:rsidTr="00CD0A52">
        <w:trPr>
          <w:trHeight w:val="74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Оказание материальной помощи населению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16 0 02 71240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300</w:t>
            </w:r>
          </w:p>
        </w:tc>
      </w:tr>
      <w:tr w:rsidR="00CD0A52" w:rsidRPr="00CD0A52" w:rsidTr="00CD0A52">
        <w:trPr>
          <w:trHeight w:val="104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16 0 02 71240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</w:t>
            </w:r>
          </w:p>
        </w:tc>
      </w:tr>
      <w:tr w:rsidR="00CD0A52" w:rsidRPr="00CD0A52" w:rsidTr="00CD0A52">
        <w:trPr>
          <w:trHeight w:val="100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16 0 02 71240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</w:t>
            </w:r>
          </w:p>
        </w:tc>
      </w:tr>
      <w:tr w:rsidR="00CD0A52" w:rsidRPr="00CD0A52" w:rsidTr="00CD0A52">
        <w:trPr>
          <w:trHeight w:val="67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Социальное обеспечение и иные выплаты населению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16 0 02 71240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297</w:t>
            </w:r>
          </w:p>
        </w:tc>
      </w:tr>
      <w:tr w:rsidR="00CD0A52" w:rsidRPr="00CD0A52" w:rsidTr="00CD0A52">
        <w:trPr>
          <w:trHeight w:val="10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16 0 02 71240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297</w:t>
            </w:r>
          </w:p>
        </w:tc>
      </w:tr>
      <w:tr w:rsidR="00CD0A52" w:rsidRPr="00CD0A52" w:rsidTr="00CD0A52">
        <w:trPr>
          <w:trHeight w:val="7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 Другие вопросы в области социальной политики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1 164</w:t>
            </w:r>
          </w:p>
        </w:tc>
      </w:tr>
      <w:tr w:rsidR="00CD0A52" w:rsidRPr="00CD0A52" w:rsidTr="00CD0A52">
        <w:trPr>
          <w:trHeight w:val="97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99 0 00 19050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1 164</w:t>
            </w:r>
          </w:p>
        </w:tc>
      </w:tr>
      <w:tr w:rsidR="00CD0A52" w:rsidRPr="00CD0A52" w:rsidTr="00CD0A52">
        <w:trPr>
          <w:trHeight w:val="199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99 0 00 19050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847</w:t>
            </w:r>
          </w:p>
        </w:tc>
      </w:tr>
      <w:tr w:rsidR="00CD0A52" w:rsidRPr="00CD0A52" w:rsidTr="00CD0A52">
        <w:trPr>
          <w:trHeight w:val="10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государственных (муниципальных) органов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99 0 00 19050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847</w:t>
            </w:r>
          </w:p>
        </w:tc>
      </w:tr>
      <w:tr w:rsidR="00CD0A52" w:rsidRPr="00CD0A52" w:rsidTr="00CD0A52">
        <w:trPr>
          <w:trHeight w:val="105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99 0 00 19050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317</w:t>
            </w:r>
          </w:p>
        </w:tc>
      </w:tr>
      <w:tr w:rsidR="00CD0A52" w:rsidRPr="00CD0A52" w:rsidTr="00CD0A52">
        <w:trPr>
          <w:trHeight w:val="110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99 0 00 19050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317</w:t>
            </w:r>
          </w:p>
        </w:tc>
      </w:tr>
      <w:tr w:rsidR="00CD0A52" w:rsidRPr="00CD0A52" w:rsidTr="00CD0A52">
        <w:trPr>
          <w:trHeight w:val="39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ФИЗИЧЕСКАЯ КУЛЬТУРА И СПОРТ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31 399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31 997</w:t>
            </w:r>
          </w:p>
        </w:tc>
      </w:tr>
      <w:tr w:rsidR="00CD0A52" w:rsidRPr="00CD0A52" w:rsidTr="00CD0A52">
        <w:trPr>
          <w:trHeight w:val="40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Массовый спорт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31 399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31 997</w:t>
            </w:r>
          </w:p>
        </w:tc>
      </w:tr>
      <w:tr w:rsidR="00CD0A52" w:rsidRPr="00CD0A52" w:rsidTr="00CD0A52">
        <w:trPr>
          <w:trHeight w:val="142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 Муниципальная программа "Основные направления развития физической культуры и спорта, молодёжной политики в Упоровском муниципальном районе"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31 399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31 997</w:t>
            </w:r>
          </w:p>
        </w:tc>
      </w:tr>
      <w:tr w:rsidR="00CD0A52" w:rsidRPr="00CD0A52" w:rsidTr="00CD0A52">
        <w:trPr>
          <w:trHeight w:val="165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 Мероприятие "Развитие физкультурно-спортивной активности, здорового образа жизни населения и обеспечение подготовки районных сборных команд по видам спорта"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31 399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31 997</w:t>
            </w:r>
          </w:p>
        </w:tc>
      </w:tr>
      <w:tr w:rsidR="00CD0A52" w:rsidRPr="00CD0A52" w:rsidTr="00CD0A52">
        <w:trPr>
          <w:trHeight w:val="13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обеспечение деятельности (оказание услуг) муниципальных учреждений физической культуры и спорта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14 0 01 74620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31 399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31 997</w:t>
            </w:r>
          </w:p>
        </w:tc>
      </w:tr>
      <w:tr w:rsidR="00CD0A52" w:rsidRPr="00CD0A52" w:rsidTr="00CD0A52">
        <w:trPr>
          <w:trHeight w:val="10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14 0 01 74620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31 399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31 997</w:t>
            </w:r>
          </w:p>
        </w:tc>
      </w:tr>
      <w:tr w:rsidR="00CD0A52" w:rsidRPr="00CD0A52" w:rsidTr="00CD0A52">
        <w:trPr>
          <w:trHeight w:val="43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14 0 01 74620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31 399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31 997</w:t>
            </w:r>
          </w:p>
        </w:tc>
      </w:tr>
      <w:tr w:rsidR="00CD0A52" w:rsidRPr="00CD0A52" w:rsidTr="00CD0A52">
        <w:trPr>
          <w:trHeight w:val="134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50 493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48 376</w:t>
            </w:r>
          </w:p>
        </w:tc>
      </w:tr>
      <w:tr w:rsidR="00CD0A52" w:rsidRPr="00CD0A52" w:rsidTr="00CD0A52">
        <w:trPr>
          <w:trHeight w:val="135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17 069</w:t>
            </w:r>
          </w:p>
        </w:tc>
      </w:tr>
      <w:tr w:rsidR="00CD0A52" w:rsidRPr="00CD0A52" w:rsidTr="00CD0A52">
        <w:trPr>
          <w:trHeight w:val="7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Дотации на выравнивание бюджетной обеспеченности поселений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17 069</w:t>
            </w:r>
          </w:p>
        </w:tc>
      </w:tr>
      <w:tr w:rsidR="00CD0A52" w:rsidRPr="00CD0A52" w:rsidTr="00CD0A52">
        <w:trPr>
          <w:trHeight w:val="38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Межбюджетные трансферты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17 069</w:t>
            </w:r>
          </w:p>
        </w:tc>
      </w:tr>
      <w:tr w:rsidR="00CD0A52" w:rsidRPr="00CD0A52" w:rsidTr="00CD0A52">
        <w:trPr>
          <w:trHeight w:val="4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Дотации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510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17 069</w:t>
            </w:r>
          </w:p>
        </w:tc>
      </w:tr>
      <w:tr w:rsidR="00CD0A52" w:rsidRPr="00CD0A52" w:rsidTr="00CD0A52">
        <w:trPr>
          <w:trHeight w:val="75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Прочие межбюджетные трансферты общего характера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34 224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31 307</w:t>
            </w:r>
          </w:p>
        </w:tc>
      </w:tr>
      <w:tr w:rsidR="00CD0A52" w:rsidRPr="00CD0A52" w:rsidTr="00CD0A52">
        <w:trPr>
          <w:trHeight w:val="66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Иные межбюджетные трансферты бюджетам бюджетной системы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34 224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31 307</w:t>
            </w:r>
          </w:p>
        </w:tc>
      </w:tr>
      <w:tr w:rsidR="00CD0A52" w:rsidRPr="00CD0A52" w:rsidTr="00CD0A52">
        <w:trPr>
          <w:trHeight w:val="4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Межбюджетные трансферты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34 224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31 307</w:t>
            </w:r>
          </w:p>
        </w:tc>
      </w:tr>
      <w:tr w:rsidR="00CD0A52" w:rsidRPr="00CD0A52" w:rsidTr="00CD0A52">
        <w:trPr>
          <w:trHeight w:val="44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межбюджетные трансферты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99 0 00 70260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34 224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31 307</w:t>
            </w:r>
          </w:p>
        </w:tc>
      </w:tr>
      <w:tr w:rsidR="00CD0A52" w:rsidRPr="00CD0A52" w:rsidTr="00CD0A52">
        <w:trPr>
          <w:trHeight w:val="37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Условно утвержденные расходы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13 476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27 935</w:t>
            </w:r>
          </w:p>
        </w:tc>
      </w:tr>
      <w:tr w:rsidR="00CD0A52" w:rsidRPr="00CD0A52" w:rsidTr="00CD0A52">
        <w:trPr>
          <w:trHeight w:val="4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Условно утвержденные расходы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13 476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27 935</w:t>
            </w:r>
          </w:p>
        </w:tc>
      </w:tr>
      <w:tr w:rsidR="00CD0A52" w:rsidRPr="00CD0A52" w:rsidTr="00CD0A52">
        <w:trPr>
          <w:trHeight w:val="39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Условно утвержденные расходы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99 0 00 79990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13 476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27 935</w:t>
            </w:r>
          </w:p>
        </w:tc>
      </w:tr>
      <w:tr w:rsidR="00CD0A52" w:rsidRPr="00CD0A52" w:rsidTr="00CD0A52">
        <w:trPr>
          <w:trHeight w:val="40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Иные бюджетные ассигнования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99 0 00 79990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13 476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27 935</w:t>
            </w:r>
          </w:p>
        </w:tc>
      </w:tr>
      <w:tr w:rsidR="00CD0A52" w:rsidRPr="00CD0A52" w:rsidTr="00CD0A52">
        <w:trPr>
          <w:trHeight w:val="4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Резервные средства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288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99 0 00 79990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870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13 476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27 935</w:t>
            </w:r>
          </w:p>
        </w:tc>
      </w:tr>
      <w:tr w:rsidR="00CD0A52" w:rsidRPr="00CD0A52" w:rsidTr="00CD0A52">
        <w:trPr>
          <w:trHeight w:val="7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Комитет жилищно-коммунальной политики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25 382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25 801</w:t>
            </w:r>
          </w:p>
        </w:tc>
      </w:tr>
      <w:tr w:rsidR="00CD0A52" w:rsidRPr="00CD0A52" w:rsidTr="00CD0A52">
        <w:trPr>
          <w:trHeight w:val="48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ОБЩЕГОСУДАРСТВЕННЫЕ ВОПРОСЫ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146</w:t>
            </w:r>
          </w:p>
        </w:tc>
      </w:tr>
      <w:tr w:rsidR="00CD0A52" w:rsidRPr="00CD0A52" w:rsidTr="00CD0A52">
        <w:trPr>
          <w:trHeight w:val="68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Другие общегосударственные вопросы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146</w:t>
            </w:r>
          </w:p>
        </w:tc>
      </w:tr>
      <w:tr w:rsidR="00CD0A52" w:rsidRPr="00CD0A52" w:rsidTr="00CD0A52">
        <w:trPr>
          <w:trHeight w:val="21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Исполнение государственных полномочий, отнесенных к полномочиям органов местного самоуправления в соответствии с пунктами 5-7 и пунктом 12 части 8 статьи 1 Закона Тюменской области от 26.12.2014 № 125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99 0 00 71910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146</w:t>
            </w:r>
          </w:p>
        </w:tc>
      </w:tr>
      <w:tr w:rsidR="00CD0A52" w:rsidRPr="00CD0A52" w:rsidTr="00CD0A52">
        <w:trPr>
          <w:trHeight w:val="199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99 0 00 71910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116</w:t>
            </w:r>
          </w:p>
        </w:tc>
      </w:tr>
      <w:tr w:rsidR="00CD0A52" w:rsidRPr="00CD0A52" w:rsidTr="00CD0A52">
        <w:trPr>
          <w:trHeight w:val="104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государственных (муниципальных) органов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99 0 00 71910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116</w:t>
            </w:r>
          </w:p>
        </w:tc>
      </w:tr>
      <w:tr w:rsidR="00CD0A52" w:rsidRPr="00CD0A52" w:rsidTr="00CD0A52">
        <w:trPr>
          <w:trHeight w:val="100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99 0 00 71910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30</w:t>
            </w:r>
          </w:p>
        </w:tc>
      </w:tr>
      <w:tr w:rsidR="00CD0A52" w:rsidRPr="00CD0A52" w:rsidTr="00CD0A52">
        <w:trPr>
          <w:trHeight w:val="110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99 0 00 71910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30</w:t>
            </w:r>
          </w:p>
        </w:tc>
      </w:tr>
      <w:tr w:rsidR="00CD0A52" w:rsidRPr="00CD0A52" w:rsidTr="00CD0A52">
        <w:trPr>
          <w:trHeight w:val="7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ЖИЛИЩНО-КОММУНАЛЬНОЕ ХОЗЯЙСТВО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19 688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19 695</w:t>
            </w:r>
          </w:p>
        </w:tc>
      </w:tr>
      <w:tr w:rsidR="00CD0A52" w:rsidRPr="00CD0A52" w:rsidTr="00CD0A52">
        <w:trPr>
          <w:trHeight w:val="48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Жилищное хозяйство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1 939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1 939</w:t>
            </w:r>
          </w:p>
        </w:tc>
      </w:tr>
      <w:tr w:rsidR="00CD0A52" w:rsidRPr="00CD0A52" w:rsidTr="00CD0A52">
        <w:trPr>
          <w:trHeight w:val="13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 Муниципальная программа "Модернизация систем  коммунальной инфраструктуры Упоровского муниципального района"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1 428</w:t>
            </w:r>
          </w:p>
        </w:tc>
      </w:tr>
      <w:tr w:rsidR="00CD0A52" w:rsidRPr="00CD0A52" w:rsidTr="00CD0A52">
        <w:trPr>
          <w:trHeight w:val="130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 Мероприятие "Поддержание в надлежащем состоянии объектов государственного и муниципального жилищного фонда"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1 428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1 428</w:t>
            </w:r>
          </w:p>
        </w:tc>
      </w:tr>
      <w:tr w:rsidR="00CD0A52" w:rsidRPr="00CD0A52" w:rsidTr="00CD0A52">
        <w:trPr>
          <w:trHeight w:val="76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Капитальный ремонт государственного жилищного фонда Тюменской области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15 0 01 71924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176</w:t>
            </w:r>
          </w:p>
        </w:tc>
      </w:tr>
      <w:tr w:rsidR="00CD0A52" w:rsidRPr="00CD0A52" w:rsidTr="00CD0A52">
        <w:trPr>
          <w:trHeight w:val="100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15 0 01 71924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176</w:t>
            </w:r>
          </w:p>
        </w:tc>
      </w:tr>
      <w:tr w:rsidR="00CD0A52" w:rsidRPr="00CD0A52" w:rsidTr="00CD0A52">
        <w:trPr>
          <w:trHeight w:val="106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15 0 01 71924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176</w:t>
            </w:r>
          </w:p>
        </w:tc>
      </w:tr>
      <w:tr w:rsidR="00CD0A52" w:rsidRPr="00CD0A52" w:rsidTr="00CD0A52">
        <w:trPr>
          <w:trHeight w:val="7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Мероприятия по капитальному ремонту муниципального жилого фонда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15 0 01 75000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1 252</w:t>
            </w:r>
          </w:p>
        </w:tc>
      </w:tr>
      <w:tr w:rsidR="00CD0A52" w:rsidRPr="00CD0A52" w:rsidTr="00CD0A52">
        <w:trPr>
          <w:trHeight w:val="10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15 0 01 75000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1 252</w:t>
            </w:r>
          </w:p>
        </w:tc>
      </w:tr>
      <w:tr w:rsidR="00CD0A52" w:rsidRPr="00CD0A52" w:rsidTr="00CD0A52">
        <w:trPr>
          <w:trHeight w:val="104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15 0 01 75000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1 252</w:t>
            </w:r>
          </w:p>
        </w:tc>
      </w:tr>
      <w:tr w:rsidR="00CD0A52" w:rsidRPr="00CD0A52" w:rsidTr="00CD0A52">
        <w:trPr>
          <w:trHeight w:val="19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Уплата ежемесячных взносов на капитальный ремонт общего имущества многоквартирных домов органами местного самоуправления как собственниками помещений в многоквартирных домах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99 0 00 96160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511</w:t>
            </w:r>
          </w:p>
        </w:tc>
      </w:tr>
      <w:tr w:rsidR="00CD0A52" w:rsidRPr="00CD0A52" w:rsidTr="00CD0A52">
        <w:trPr>
          <w:trHeight w:val="100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99 0 00 96160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511</w:t>
            </w:r>
          </w:p>
        </w:tc>
      </w:tr>
      <w:tr w:rsidR="00CD0A52" w:rsidRPr="00CD0A52" w:rsidTr="00CD0A52">
        <w:trPr>
          <w:trHeight w:val="104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99 0 00 96160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511</w:t>
            </w:r>
          </w:p>
        </w:tc>
      </w:tr>
      <w:tr w:rsidR="00CD0A52" w:rsidRPr="00CD0A52" w:rsidTr="00CD0A52">
        <w:trPr>
          <w:trHeight w:val="4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Коммунальное хозяйство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14 843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14 843</w:t>
            </w:r>
          </w:p>
        </w:tc>
      </w:tr>
      <w:tr w:rsidR="00CD0A52" w:rsidRPr="00CD0A52" w:rsidTr="00CD0A52">
        <w:trPr>
          <w:trHeight w:val="129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 Муниципальная программа "Модернизация систем  коммунальной инфраструктуры Упоровского муниципального района"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14 843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14 843</w:t>
            </w:r>
          </w:p>
        </w:tc>
      </w:tr>
      <w:tr w:rsidR="00CD0A52" w:rsidRPr="00CD0A52" w:rsidTr="00CD0A52">
        <w:trPr>
          <w:trHeight w:val="10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 Мероприятие "Повышение уровня надежности, качества и эффективности работы коммунального комплекса"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14 843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14 843</w:t>
            </w:r>
          </w:p>
        </w:tc>
      </w:tr>
      <w:tr w:rsidR="00CD0A52" w:rsidRPr="00CD0A52" w:rsidTr="00CD0A52">
        <w:trPr>
          <w:trHeight w:val="74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Мероприятия по повышению надежности и эффективности инженерных систем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15 0 02 75220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14 843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14 843</w:t>
            </w:r>
          </w:p>
        </w:tc>
      </w:tr>
      <w:tr w:rsidR="00CD0A52" w:rsidRPr="00CD0A52" w:rsidTr="00CD0A52">
        <w:trPr>
          <w:trHeight w:val="104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15 0 02 75220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10 203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10 203</w:t>
            </w:r>
          </w:p>
        </w:tc>
      </w:tr>
      <w:tr w:rsidR="00CD0A52" w:rsidRPr="00CD0A52" w:rsidTr="00CD0A52">
        <w:trPr>
          <w:trHeight w:val="10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15 0 02 75220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10 203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10 203</w:t>
            </w:r>
          </w:p>
        </w:tc>
      </w:tr>
      <w:tr w:rsidR="00CD0A52" w:rsidRPr="00CD0A52" w:rsidTr="00CD0A52">
        <w:trPr>
          <w:trHeight w:val="48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Межбюджетные трансферты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15 0 02 75220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4 640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4 640</w:t>
            </w:r>
          </w:p>
        </w:tc>
      </w:tr>
      <w:tr w:rsidR="00CD0A52" w:rsidRPr="00CD0A52" w:rsidTr="00CD0A52">
        <w:trPr>
          <w:trHeight w:val="40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межбюджетные трансферты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15 0 02 75220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4 640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4 640</w:t>
            </w:r>
          </w:p>
        </w:tc>
      </w:tr>
      <w:tr w:rsidR="00CD0A52" w:rsidRPr="00CD0A52" w:rsidTr="00CD0A52">
        <w:trPr>
          <w:trHeight w:val="75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 Другие вопросы в области жилищно-коммунального хозяйства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2 906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2 913</w:t>
            </w:r>
          </w:p>
        </w:tc>
      </w:tr>
      <w:tr w:rsidR="00CD0A52" w:rsidRPr="00CD0A52" w:rsidTr="00CD0A52">
        <w:trPr>
          <w:trHeight w:val="7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Обеспечение деятельности органов местного самоуправления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2 906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2 913</w:t>
            </w:r>
          </w:p>
        </w:tc>
      </w:tr>
      <w:tr w:rsidR="00CD0A52" w:rsidRPr="00CD0A52" w:rsidTr="00CD0A52">
        <w:trPr>
          <w:trHeight w:val="201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2 735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2 735</w:t>
            </w:r>
          </w:p>
        </w:tc>
      </w:tr>
      <w:tr w:rsidR="00CD0A52" w:rsidRPr="00CD0A52" w:rsidTr="00CD0A52">
        <w:trPr>
          <w:trHeight w:val="100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государственных (муниципальных) органов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2 735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2 735</w:t>
            </w:r>
          </w:p>
        </w:tc>
      </w:tr>
      <w:tr w:rsidR="00CD0A52" w:rsidRPr="00CD0A52" w:rsidTr="00CD0A52">
        <w:trPr>
          <w:trHeight w:val="10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178</w:t>
            </w:r>
          </w:p>
        </w:tc>
      </w:tr>
      <w:tr w:rsidR="00CD0A52" w:rsidRPr="00CD0A52" w:rsidTr="00CD0A52">
        <w:trPr>
          <w:trHeight w:val="104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178</w:t>
            </w:r>
          </w:p>
        </w:tc>
      </w:tr>
      <w:tr w:rsidR="00CD0A52" w:rsidRPr="00CD0A52" w:rsidTr="00CD0A52">
        <w:trPr>
          <w:trHeight w:val="4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СОЦИАЛЬНАЯ ПОЛИТИКА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5 549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5 960</w:t>
            </w:r>
          </w:p>
        </w:tc>
      </w:tr>
      <w:tr w:rsidR="00CD0A52" w:rsidRPr="00CD0A52" w:rsidTr="00CD0A52">
        <w:trPr>
          <w:trHeight w:val="46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Социальное обеспечение населения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5 549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5 960</w:t>
            </w:r>
          </w:p>
        </w:tc>
      </w:tr>
      <w:tr w:rsidR="00CD0A52" w:rsidRPr="00CD0A52" w:rsidTr="00CD0A52">
        <w:trPr>
          <w:trHeight w:val="138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Муниципальная программа "Основные направления развития отрасли "Социальная политика" в Упоровском районе"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3 789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3 960</w:t>
            </w:r>
          </w:p>
        </w:tc>
      </w:tr>
      <w:tr w:rsidR="00CD0A52" w:rsidRPr="00CD0A52" w:rsidTr="00CD0A52">
        <w:trPr>
          <w:trHeight w:val="171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"Обеспечение предоставления мер социальной поддержки гражданам, имеющим право на их получение в соответствии с действующим законодательством"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03 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3 789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3 960</w:t>
            </w:r>
          </w:p>
        </w:tc>
      </w:tr>
      <w:tr w:rsidR="00CD0A52" w:rsidRPr="00CD0A52" w:rsidTr="006C515D">
        <w:trPr>
          <w:trHeight w:val="69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3 789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3 960</w:t>
            </w:r>
          </w:p>
        </w:tc>
      </w:tr>
      <w:tr w:rsidR="00CD0A52" w:rsidRPr="00CD0A52" w:rsidTr="006C515D">
        <w:trPr>
          <w:trHeight w:val="84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</w:t>
            </w:r>
          </w:p>
        </w:tc>
      </w:tr>
      <w:tr w:rsidR="00CD0A52" w:rsidRPr="00CD0A52" w:rsidTr="00CD0A52">
        <w:trPr>
          <w:trHeight w:val="10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</w:t>
            </w:r>
          </w:p>
        </w:tc>
      </w:tr>
      <w:tr w:rsidR="00CD0A52" w:rsidRPr="00CD0A52" w:rsidTr="006C515D">
        <w:trPr>
          <w:trHeight w:val="433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Социальное обеспечение и иные выплаты населению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3 770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3 940</w:t>
            </w:r>
          </w:p>
        </w:tc>
      </w:tr>
      <w:tr w:rsidR="00CD0A52" w:rsidRPr="00CD0A52" w:rsidTr="006C515D">
        <w:trPr>
          <w:trHeight w:val="441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Публичные нормативные социальные выплаты гражданам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310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3 770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3 940</w:t>
            </w:r>
          </w:p>
        </w:tc>
      </w:tr>
      <w:tr w:rsidR="00CD0A52" w:rsidRPr="00CD0A52" w:rsidTr="006C515D">
        <w:trPr>
          <w:trHeight w:val="27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Социальная поддержка отдельных категорий граждан в отношении газификации жилых домов (квартир) в населённых пунктах Тюменской области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99 0 00 19330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2 000</w:t>
            </w:r>
          </w:p>
        </w:tc>
      </w:tr>
      <w:tr w:rsidR="00CD0A52" w:rsidRPr="00CD0A52" w:rsidTr="006C515D">
        <w:trPr>
          <w:trHeight w:val="421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Социальное обеспечение и иные выплаты населению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99 0 00 19330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2 000</w:t>
            </w:r>
          </w:p>
        </w:tc>
      </w:tr>
      <w:tr w:rsidR="00CD0A52" w:rsidRPr="00CD0A52" w:rsidTr="006C515D">
        <w:trPr>
          <w:trHeight w:val="713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99 0 00 19330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2 000</w:t>
            </w:r>
          </w:p>
        </w:tc>
      </w:tr>
      <w:tr w:rsidR="00CD0A52" w:rsidRPr="00CD0A52" w:rsidTr="006C515D">
        <w:trPr>
          <w:trHeight w:val="299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Комитет по образованию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394 827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401 019</w:t>
            </w:r>
          </w:p>
        </w:tc>
      </w:tr>
      <w:tr w:rsidR="00CD0A52" w:rsidRPr="00CD0A52" w:rsidTr="00CD0A52">
        <w:trPr>
          <w:trHeight w:val="40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ОБРАЗОВАНИЕ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386 332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392 524</w:t>
            </w:r>
          </w:p>
        </w:tc>
      </w:tr>
      <w:tr w:rsidR="00CD0A52" w:rsidRPr="00CD0A52" w:rsidTr="00CD0A52">
        <w:trPr>
          <w:trHeight w:val="38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Дошкольное образование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113 969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114 975</w:t>
            </w:r>
          </w:p>
        </w:tc>
      </w:tr>
      <w:tr w:rsidR="00CD0A52" w:rsidRPr="00CD0A52" w:rsidTr="00CD0A52">
        <w:trPr>
          <w:trHeight w:val="136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Муниципальная программа "Основные направления развития системы образования в Упоровском муниципальном районе"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113 969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114 975</w:t>
            </w:r>
          </w:p>
        </w:tc>
      </w:tr>
      <w:tr w:rsidR="00CD0A52" w:rsidRPr="00CD0A52" w:rsidTr="00CD0A52">
        <w:trPr>
          <w:trHeight w:val="10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"Обеспечение получения общедоступного и качественного дошкольного образования"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113 969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114 975</w:t>
            </w:r>
          </w:p>
        </w:tc>
      </w:tr>
      <w:tr w:rsidR="00CD0A52" w:rsidRPr="00CD0A52" w:rsidTr="006C515D">
        <w:trPr>
          <w:trHeight w:val="1499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11 0 01 19250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51 635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51 791</w:t>
            </w:r>
          </w:p>
        </w:tc>
      </w:tr>
      <w:tr w:rsidR="00CD0A52" w:rsidRPr="00CD0A52" w:rsidTr="00CD0A52">
        <w:trPr>
          <w:trHeight w:val="100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11 0 01 19250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51 635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51 791</w:t>
            </w:r>
          </w:p>
        </w:tc>
      </w:tr>
      <w:tr w:rsidR="00CD0A52" w:rsidRPr="00CD0A52" w:rsidTr="00CD0A52">
        <w:trPr>
          <w:trHeight w:val="51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11 0 01 19250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51 635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51 791</w:t>
            </w:r>
          </w:p>
        </w:tc>
      </w:tr>
      <w:tr w:rsidR="00CD0A52" w:rsidRPr="00CD0A52" w:rsidTr="00CD0A52">
        <w:trPr>
          <w:trHeight w:val="100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обеспечение деятельности (оказание услуг) муниципальных учреждений дошкольного образования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11 0 01 71400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26 960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27 810</w:t>
            </w:r>
          </w:p>
        </w:tc>
      </w:tr>
      <w:tr w:rsidR="00CD0A52" w:rsidRPr="00CD0A52" w:rsidTr="00CD0A52">
        <w:trPr>
          <w:trHeight w:val="984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11 0 01 71400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26 960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27 810</w:t>
            </w:r>
          </w:p>
        </w:tc>
      </w:tr>
      <w:tr w:rsidR="00CD0A52" w:rsidRPr="00CD0A52" w:rsidTr="00CD0A52">
        <w:trPr>
          <w:trHeight w:val="45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11 0 01 71400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26 960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27 810</w:t>
            </w:r>
          </w:p>
        </w:tc>
      </w:tr>
      <w:tr w:rsidR="00CD0A52" w:rsidRPr="00CD0A52" w:rsidTr="00CD0A52">
        <w:trPr>
          <w:trHeight w:val="225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Возмещение расходов по созданию условий для осуществления присмотра и ухода за детьми, содержания детей в финансируемых из местного бюджета организациях, реализующих образовательную программу дошкольного </w:t>
            </w:r>
            <w:r w:rsidRPr="00CD0A52">
              <w:lastRenderedPageBreak/>
              <w:t xml:space="preserve">образования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11 0 01 71969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35 374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35 374</w:t>
            </w:r>
          </w:p>
        </w:tc>
      </w:tr>
      <w:tr w:rsidR="00CD0A52" w:rsidRPr="00CD0A52" w:rsidTr="00CD0A52">
        <w:trPr>
          <w:trHeight w:val="100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11 0 01 71969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35 374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35 374</w:t>
            </w:r>
          </w:p>
        </w:tc>
      </w:tr>
      <w:tr w:rsidR="00CD0A52" w:rsidRPr="00CD0A52" w:rsidTr="00CD0A52">
        <w:trPr>
          <w:trHeight w:val="49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11 0 01 71969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35 374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35 374</w:t>
            </w:r>
          </w:p>
        </w:tc>
      </w:tr>
      <w:tr w:rsidR="00CD0A52" w:rsidRPr="00CD0A52" w:rsidTr="00CD0A52">
        <w:trPr>
          <w:trHeight w:val="40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Общее образование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259 864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265 048</w:t>
            </w:r>
          </w:p>
        </w:tc>
      </w:tr>
      <w:tr w:rsidR="00CD0A52" w:rsidRPr="00CD0A52" w:rsidTr="00CD0A52">
        <w:trPr>
          <w:trHeight w:val="136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Муниципальная программа "Основные направления развития системы образования в Упоровском муниципальном районе"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259 864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265 048</w:t>
            </w:r>
          </w:p>
        </w:tc>
      </w:tr>
      <w:tr w:rsidR="00CD0A52" w:rsidRPr="00CD0A52" w:rsidTr="00CD0A52">
        <w:trPr>
          <w:trHeight w:val="135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"Обеспечение получения общедоступного и бесплатного начального общего, основного общего, среднего общего образования"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241 736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246 810</w:t>
            </w:r>
          </w:p>
        </w:tc>
      </w:tr>
      <w:tr w:rsidR="00CD0A52" w:rsidRPr="00CD0A52" w:rsidTr="00CD0A52">
        <w:trPr>
          <w:trHeight w:val="292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образовательных организациях, а также в иных организациях, не являющихся муниципальными или частными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11 0 02 19270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162 251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165 536</w:t>
            </w:r>
          </w:p>
        </w:tc>
      </w:tr>
      <w:tr w:rsidR="00CD0A52" w:rsidRPr="00CD0A52" w:rsidTr="00CD0A52">
        <w:trPr>
          <w:trHeight w:val="100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11 0 02 19270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162 251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165 536</w:t>
            </w:r>
          </w:p>
        </w:tc>
      </w:tr>
      <w:tr w:rsidR="00CD0A52" w:rsidRPr="00CD0A52" w:rsidTr="00CD0A52">
        <w:trPr>
          <w:trHeight w:val="4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11 0 02 19270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162 251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165 536</w:t>
            </w:r>
          </w:p>
        </w:tc>
      </w:tr>
      <w:tr w:rsidR="00CD0A52" w:rsidRPr="00CD0A52" w:rsidTr="00CD0A52">
        <w:trPr>
          <w:trHeight w:val="112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обеспечение деятельности (оказание услуг)  муниципальных учреждений общего образования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11 0 02 71410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79 485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81 274</w:t>
            </w:r>
          </w:p>
        </w:tc>
      </w:tr>
      <w:tr w:rsidR="00CD0A52" w:rsidRPr="00CD0A52" w:rsidTr="00CD0A52">
        <w:trPr>
          <w:trHeight w:val="105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11 0 02 71410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79 485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81 274</w:t>
            </w:r>
          </w:p>
        </w:tc>
      </w:tr>
      <w:tr w:rsidR="00CD0A52" w:rsidRPr="00CD0A52" w:rsidTr="00CD0A52">
        <w:trPr>
          <w:trHeight w:val="48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11 0 02 71410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79 485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81 274</w:t>
            </w:r>
          </w:p>
        </w:tc>
      </w:tr>
      <w:tr w:rsidR="00CD0A52" w:rsidRPr="00CD0A52" w:rsidTr="00CD0A52">
        <w:trPr>
          <w:trHeight w:val="25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 xml:space="preserve">Мероприятие "Организация предоставления психолого-педагогической, медицинской и социальной помощи </w:t>
            </w:r>
            <w:proofErr w:type="gramStart"/>
            <w:r w:rsidRPr="00CD0A52">
              <w:t>обучающимся</w:t>
            </w:r>
            <w:proofErr w:type="gramEnd"/>
            <w:r w:rsidRPr="00CD0A52">
              <w:t>, испытывающим трудности в освоении основных общеобразовательных программ, своем развитии и социальной адаптации"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1 703</w:t>
            </w:r>
          </w:p>
        </w:tc>
      </w:tr>
      <w:tr w:rsidR="00CD0A52" w:rsidRPr="00CD0A52" w:rsidTr="00CD0A52">
        <w:trPr>
          <w:trHeight w:val="22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Организация предоставления психолого-педагогической, медицинской и социальной помощи </w:t>
            </w:r>
            <w:proofErr w:type="gramStart"/>
            <w:r w:rsidRPr="00CD0A52">
              <w:t>обучающимся</w:t>
            </w:r>
            <w:proofErr w:type="gramEnd"/>
            <w:r w:rsidRPr="00CD0A52">
              <w:t xml:space="preserve">, испытывающим трудности в освоении основных общеобразовательных программ, своем развитии и социальной адаптации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11 0 03 19280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1 703</w:t>
            </w:r>
          </w:p>
        </w:tc>
      </w:tr>
      <w:tr w:rsidR="00CD0A52" w:rsidRPr="00CD0A52" w:rsidTr="00CD0A52">
        <w:trPr>
          <w:trHeight w:val="201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11 0 03 19280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1 600</w:t>
            </w:r>
          </w:p>
        </w:tc>
      </w:tr>
      <w:tr w:rsidR="00CD0A52" w:rsidRPr="00CD0A52" w:rsidTr="00CD0A52">
        <w:trPr>
          <w:trHeight w:val="7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казенных учреждений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11 0 03 19280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1 600</w:t>
            </w:r>
          </w:p>
        </w:tc>
      </w:tr>
      <w:tr w:rsidR="00CD0A52" w:rsidRPr="00CD0A52" w:rsidTr="00CD0A52">
        <w:trPr>
          <w:trHeight w:val="99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11 0 03 19280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103</w:t>
            </w:r>
          </w:p>
        </w:tc>
      </w:tr>
      <w:tr w:rsidR="00CD0A52" w:rsidRPr="00CD0A52" w:rsidTr="00CD0A52">
        <w:trPr>
          <w:trHeight w:val="105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11 0 03 19280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103</w:t>
            </w:r>
          </w:p>
        </w:tc>
      </w:tr>
      <w:tr w:rsidR="00CD0A52" w:rsidRPr="00CD0A52" w:rsidTr="00CD0A52">
        <w:trPr>
          <w:trHeight w:val="16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"Обеспечение мероприятий по организации питания обучающихся образовательных организаций, реализующих программы общего образования"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11 0 04 00000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16 535</w:t>
            </w:r>
          </w:p>
        </w:tc>
      </w:tr>
      <w:tr w:rsidR="00CD0A52" w:rsidRPr="00CD0A52" w:rsidTr="00CD0A52">
        <w:trPr>
          <w:trHeight w:val="130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Финансовое обеспечение мероприятий по организации питания обучающихся в муниципальных образовательных организациях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11 0 04 71968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16 535</w:t>
            </w:r>
          </w:p>
        </w:tc>
      </w:tr>
      <w:tr w:rsidR="00CD0A52" w:rsidRPr="00CD0A52" w:rsidTr="00CD0A52">
        <w:trPr>
          <w:trHeight w:val="109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11 0 04 71968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16 535</w:t>
            </w:r>
          </w:p>
        </w:tc>
      </w:tr>
      <w:tr w:rsidR="00CD0A52" w:rsidRPr="00CD0A52" w:rsidTr="00CD0A52">
        <w:trPr>
          <w:trHeight w:val="4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11 0 04 71968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16 535</w:t>
            </w:r>
          </w:p>
        </w:tc>
      </w:tr>
      <w:tr w:rsidR="00CD0A52" w:rsidRPr="00CD0A52" w:rsidTr="00CD0A52">
        <w:trPr>
          <w:trHeight w:val="4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Молодежная политика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3 964</w:t>
            </w:r>
          </w:p>
        </w:tc>
      </w:tr>
      <w:tr w:rsidR="00CD0A52" w:rsidRPr="00CD0A52" w:rsidTr="00CD0A52">
        <w:trPr>
          <w:trHeight w:val="69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Мероприятия по оздоровлению детей в каникулярное время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3 964</w:t>
            </w:r>
          </w:p>
        </w:tc>
      </w:tr>
      <w:tr w:rsidR="00CD0A52" w:rsidRPr="00CD0A52" w:rsidTr="00CD0A52">
        <w:trPr>
          <w:trHeight w:val="10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3 964</w:t>
            </w:r>
          </w:p>
        </w:tc>
      </w:tr>
      <w:tr w:rsidR="00CD0A52" w:rsidRPr="00CD0A52" w:rsidTr="00CD0A52">
        <w:trPr>
          <w:trHeight w:val="4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3 964</w:t>
            </w:r>
          </w:p>
        </w:tc>
      </w:tr>
      <w:tr w:rsidR="00CD0A52" w:rsidRPr="00CD0A52" w:rsidTr="00CD0A52">
        <w:trPr>
          <w:trHeight w:val="69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Другие вопросы в области образования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8 535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8 537</w:t>
            </w:r>
          </w:p>
        </w:tc>
      </w:tr>
      <w:tr w:rsidR="00CD0A52" w:rsidRPr="00CD0A52" w:rsidTr="00CD0A52">
        <w:trPr>
          <w:trHeight w:val="129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Муниципальная программа "Основные направления развития системы образования в Упоровском муниципальном районе"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7 583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7 583</w:t>
            </w:r>
          </w:p>
        </w:tc>
      </w:tr>
      <w:tr w:rsidR="00CD0A52" w:rsidRPr="00CD0A52" w:rsidTr="00CD0A52">
        <w:trPr>
          <w:trHeight w:val="16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обеспечение деятельности (оказание услуг) муниципальных учреждений, обеспечивающих предоставление услуг в сфере образования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7 583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7 583</w:t>
            </w:r>
          </w:p>
        </w:tc>
      </w:tr>
      <w:tr w:rsidR="00CD0A52" w:rsidRPr="00CD0A52" w:rsidTr="00CD0A52">
        <w:trPr>
          <w:trHeight w:val="204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6 676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6 676</w:t>
            </w:r>
          </w:p>
        </w:tc>
      </w:tr>
      <w:tr w:rsidR="00CD0A52" w:rsidRPr="00CD0A52" w:rsidTr="00CD0A52">
        <w:trPr>
          <w:trHeight w:val="75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казенных учреждений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6 676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6 676</w:t>
            </w:r>
          </w:p>
        </w:tc>
      </w:tr>
      <w:tr w:rsidR="00CD0A52" w:rsidRPr="00CD0A52" w:rsidTr="00CD0A52">
        <w:trPr>
          <w:trHeight w:val="97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902</w:t>
            </w:r>
          </w:p>
        </w:tc>
      </w:tr>
      <w:tr w:rsidR="00CD0A52" w:rsidRPr="00CD0A52" w:rsidTr="00CD0A52">
        <w:trPr>
          <w:trHeight w:val="10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902</w:t>
            </w:r>
          </w:p>
        </w:tc>
      </w:tr>
      <w:tr w:rsidR="00CD0A52" w:rsidRPr="00CD0A52" w:rsidTr="00CD0A52">
        <w:trPr>
          <w:trHeight w:val="40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бюджетные ассигнования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</w:t>
            </w:r>
          </w:p>
        </w:tc>
      </w:tr>
      <w:tr w:rsidR="00CD0A52" w:rsidRPr="00CD0A52" w:rsidTr="00CD0A52">
        <w:trPr>
          <w:trHeight w:val="70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Уплата налогов, сборов и иных платежей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850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5</w:t>
            </w:r>
          </w:p>
        </w:tc>
      </w:tr>
      <w:tr w:rsidR="00CD0A52" w:rsidRPr="00CD0A52" w:rsidTr="00CD0A52">
        <w:trPr>
          <w:trHeight w:val="7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Обеспечение деятельности органов местного самоуправления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954</w:t>
            </w:r>
          </w:p>
        </w:tc>
      </w:tr>
      <w:tr w:rsidR="00CD0A52" w:rsidRPr="00CD0A52" w:rsidTr="00CD0A52">
        <w:trPr>
          <w:trHeight w:val="19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839</w:t>
            </w:r>
          </w:p>
        </w:tc>
      </w:tr>
      <w:tr w:rsidR="00CD0A52" w:rsidRPr="00CD0A52" w:rsidTr="006C515D">
        <w:trPr>
          <w:trHeight w:val="701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839</w:t>
            </w:r>
          </w:p>
        </w:tc>
      </w:tr>
      <w:tr w:rsidR="00CD0A52" w:rsidRPr="00CD0A52" w:rsidTr="00CD0A52">
        <w:trPr>
          <w:trHeight w:val="99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115</w:t>
            </w:r>
          </w:p>
        </w:tc>
      </w:tr>
      <w:tr w:rsidR="00CD0A52" w:rsidRPr="00CD0A52" w:rsidTr="00CD0A52">
        <w:trPr>
          <w:trHeight w:val="10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99 0 00 70100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240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115</w:t>
            </w:r>
          </w:p>
        </w:tc>
      </w:tr>
      <w:tr w:rsidR="00CD0A52" w:rsidRPr="00CD0A52" w:rsidTr="00CD0A52">
        <w:trPr>
          <w:trHeight w:val="40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СОЦИАЛЬНАЯ ПОЛИТИКА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8 495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8 495</w:t>
            </w:r>
          </w:p>
        </w:tc>
      </w:tr>
      <w:tr w:rsidR="00CD0A52" w:rsidRPr="00CD0A52" w:rsidTr="00CD0A52">
        <w:trPr>
          <w:trHeight w:val="40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Охрана семьи и детства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8 495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8 495</w:t>
            </w:r>
          </w:p>
        </w:tc>
      </w:tr>
      <w:tr w:rsidR="00CD0A52" w:rsidRPr="00CD0A52" w:rsidTr="00CD0A52">
        <w:trPr>
          <w:trHeight w:val="132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Муниципальная программа "Основные направления развития системы образования в Упоровском муниципальном районе"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11 0 00 00000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8 495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8 495</w:t>
            </w:r>
          </w:p>
        </w:tc>
      </w:tr>
      <w:tr w:rsidR="00CD0A52" w:rsidRPr="00CD0A52" w:rsidTr="00CD0A52">
        <w:trPr>
          <w:trHeight w:val="1008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Мероприятие "Социальная поддержка семей, имеющих детей дошкольного возраста"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11 0 05 00000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8 495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8 495</w:t>
            </w:r>
          </w:p>
        </w:tc>
      </w:tr>
      <w:tr w:rsidR="00CD0A52" w:rsidRPr="00CD0A52" w:rsidTr="00CD0A52">
        <w:trPr>
          <w:trHeight w:val="25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 xml:space="preserve">Социальная поддержка семей, имеющих детей, в отношении компенсации родительской платы за присмотр и уход за детьми в организациях, осуществляющих образовательную деятельность по реализации образовательных программ дошкольного образования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11 0 05 19370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8 495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8 495</w:t>
            </w:r>
          </w:p>
        </w:tc>
      </w:tr>
      <w:tr w:rsidR="00CD0A52" w:rsidRPr="00CD0A52" w:rsidTr="00CD0A52">
        <w:trPr>
          <w:trHeight w:val="996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11 0 05 19370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600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8 495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8 495</w:t>
            </w:r>
          </w:p>
        </w:tc>
      </w:tr>
      <w:tr w:rsidR="00CD0A52" w:rsidRPr="00CD0A52" w:rsidTr="00CD0A52">
        <w:trPr>
          <w:trHeight w:val="43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Субсидии автономным учреждениям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11 0 05 19370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620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8 495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8 495</w:t>
            </w:r>
          </w:p>
        </w:tc>
      </w:tr>
      <w:tr w:rsidR="00CD0A52" w:rsidRPr="00CD0A52" w:rsidTr="00CD0A52">
        <w:trPr>
          <w:trHeight w:val="312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ВСЕГО РАСХОДОВ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810 117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A52" w:rsidRPr="00CD0A52" w:rsidRDefault="00CD0A52" w:rsidP="00E81327">
            <w:pPr>
              <w:pStyle w:val="Table"/>
            </w:pPr>
            <w:r w:rsidRPr="00CD0A52">
              <w:t>832 777</w:t>
            </w:r>
          </w:p>
        </w:tc>
      </w:tr>
    </w:tbl>
    <w:p w:rsidR="007E3BF3" w:rsidRPr="00E40FD3" w:rsidRDefault="00CD0A52" w:rsidP="00E40FD3">
      <w:pPr>
        <w:widowControl w:val="0"/>
        <w:autoSpaceDE w:val="0"/>
        <w:autoSpaceDN w:val="0"/>
        <w:adjustRightInd w:val="0"/>
        <w:spacing w:line="360" w:lineRule="auto"/>
      </w:pPr>
      <w:r w:rsidRPr="00E40FD3">
        <w:t>14</w:t>
      </w:r>
      <w:r w:rsidR="007E3BF3" w:rsidRPr="00E40FD3">
        <w:t>. Приложение № 16 изложить в следующей редакции:</w:t>
      </w:r>
    </w:p>
    <w:tbl>
      <w:tblPr>
        <w:tblW w:w="106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3969"/>
        <w:gridCol w:w="1180"/>
        <w:gridCol w:w="496"/>
        <w:gridCol w:w="521"/>
        <w:gridCol w:w="1818"/>
        <w:gridCol w:w="617"/>
        <w:gridCol w:w="1180"/>
      </w:tblGrid>
      <w:tr w:rsidR="002E63A2" w:rsidRPr="002E63A2" w:rsidTr="002E63A2">
        <w:trPr>
          <w:trHeight w:val="885"/>
        </w:trPr>
        <w:tc>
          <w:tcPr>
            <w:tcW w:w="106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63A2" w:rsidRPr="002E63A2" w:rsidRDefault="002E63A2" w:rsidP="00E40FD3">
            <w:pPr>
              <w:pStyle w:val="Table0"/>
            </w:pPr>
            <w:r w:rsidRPr="002E63A2">
              <w:t>Распределение бюджетных ассигнований по муниципальным  программам Упоровского муниципального района на 2019 год</w:t>
            </w:r>
          </w:p>
        </w:tc>
      </w:tr>
      <w:tr w:rsidR="002E63A2" w:rsidRPr="002E63A2" w:rsidTr="002E63A2">
        <w:trPr>
          <w:trHeight w:val="9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0"/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0"/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0"/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0"/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0"/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0"/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</w:p>
        </w:tc>
      </w:tr>
      <w:tr w:rsidR="002E63A2" w:rsidRPr="002E63A2" w:rsidTr="002E63A2">
        <w:trPr>
          <w:trHeight w:val="14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Номер программы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Наименование программы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Ответственный исполнитель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РЗ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3A2" w:rsidRPr="002E63A2" w:rsidRDefault="002E63A2" w:rsidP="00E40FD3">
            <w:pPr>
              <w:pStyle w:val="Table"/>
            </w:pPr>
            <w:proofErr w:type="gramStart"/>
            <w:r w:rsidRPr="002E63A2">
              <w:t>ПР</w:t>
            </w:r>
            <w:proofErr w:type="gramEnd"/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ЦСР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ВР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Сумма, тыс. руб.</w:t>
            </w:r>
          </w:p>
        </w:tc>
      </w:tr>
      <w:tr w:rsidR="002E63A2" w:rsidRPr="002E63A2" w:rsidTr="002E63A2">
        <w:trPr>
          <w:trHeight w:val="4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МУНИЦИПАЛЬНЫЕ ПРОГРАММЫ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</w:tr>
      <w:tr w:rsidR="002E63A2" w:rsidRPr="002E63A2" w:rsidTr="002E63A2">
        <w:trPr>
          <w:trHeight w:val="99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 xml:space="preserve">"Основные направления развития системы образования в Упоровском муниципальном </w:t>
            </w:r>
            <w:r w:rsidRPr="002E63A2">
              <w:lastRenderedPageBreak/>
              <w:t>районе"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lastRenderedPageBreak/>
              <w:t>Комитет по образов</w:t>
            </w:r>
            <w:r w:rsidRPr="002E63A2">
              <w:lastRenderedPageBreak/>
              <w:t>анию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lastRenderedPageBreak/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396 045</w:t>
            </w:r>
          </w:p>
        </w:tc>
      </w:tr>
      <w:tr w:rsidR="002E63A2" w:rsidRPr="002E63A2" w:rsidTr="002E63A2">
        <w:trPr>
          <w:trHeight w:val="38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lastRenderedPageBreak/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ОБРАЗОВАНИЕ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389 328</w:t>
            </w:r>
          </w:p>
        </w:tc>
      </w:tr>
      <w:tr w:rsidR="002E63A2" w:rsidRPr="002E63A2" w:rsidTr="002E63A2">
        <w:trPr>
          <w:trHeight w:val="4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Дошкольное образование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115 388</w:t>
            </w:r>
          </w:p>
        </w:tc>
      </w:tr>
      <w:tr w:rsidR="002E63A2" w:rsidRPr="002E63A2" w:rsidTr="002E63A2">
        <w:trPr>
          <w:trHeight w:val="10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Мероприятие "Обеспечение получения общедоступного и качественного дошкольного образования"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113 851</w:t>
            </w:r>
          </w:p>
        </w:tc>
      </w:tr>
      <w:tr w:rsidR="002E63A2" w:rsidRPr="002E63A2" w:rsidTr="002E63A2">
        <w:trPr>
          <w:trHeight w:val="19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11 0 01 19250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51 622</w:t>
            </w:r>
          </w:p>
        </w:tc>
      </w:tr>
      <w:tr w:rsidR="002E63A2" w:rsidRPr="002E63A2" w:rsidTr="002E63A2">
        <w:trPr>
          <w:trHeight w:val="10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11 0 01 19250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51 622</w:t>
            </w:r>
          </w:p>
        </w:tc>
      </w:tr>
      <w:tr w:rsidR="002E63A2" w:rsidRPr="002E63A2" w:rsidTr="002E63A2">
        <w:trPr>
          <w:trHeight w:val="40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Субсидии автономным учреждениям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11 0 01 19250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51 622</w:t>
            </w:r>
          </w:p>
        </w:tc>
      </w:tr>
      <w:tr w:rsidR="002E63A2" w:rsidRPr="002E63A2" w:rsidTr="002E63A2">
        <w:trPr>
          <w:trHeight w:val="99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Расходы на обеспечение деятельности (оказание услуг) муниципальных учреждений дошкольного образования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11 0 01 71400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27 935</w:t>
            </w:r>
          </w:p>
        </w:tc>
      </w:tr>
      <w:tr w:rsidR="002E63A2" w:rsidRPr="002E63A2" w:rsidTr="002E63A2">
        <w:trPr>
          <w:trHeight w:val="10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11 0 01 71400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27 935</w:t>
            </w:r>
          </w:p>
        </w:tc>
      </w:tr>
      <w:tr w:rsidR="002E63A2" w:rsidRPr="002E63A2" w:rsidTr="002E63A2">
        <w:trPr>
          <w:trHeight w:val="4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Субсидии автономным учреждениям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11 0 01 71400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27 935</w:t>
            </w:r>
          </w:p>
        </w:tc>
      </w:tr>
      <w:tr w:rsidR="002E63A2" w:rsidRPr="002E63A2" w:rsidTr="002E63A2">
        <w:trPr>
          <w:trHeight w:val="22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Возмещение расходов по созданию условий для осуществления присмотра и ухода за детьми, содержания детей в финансируемых из местного бюджета организациях, реализующих образовательную программу дошкольного образования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11 0 01 71969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34 294</w:t>
            </w:r>
          </w:p>
        </w:tc>
      </w:tr>
      <w:tr w:rsidR="002E63A2" w:rsidRPr="002E63A2" w:rsidTr="002E63A2">
        <w:trPr>
          <w:trHeight w:val="10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11 0 01 71969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34 294</w:t>
            </w:r>
          </w:p>
        </w:tc>
      </w:tr>
      <w:tr w:rsidR="002E63A2" w:rsidRPr="002E63A2" w:rsidTr="002E63A2">
        <w:trPr>
          <w:trHeight w:val="4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Субсидии автономным учреждениям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11 0 01 71969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34 294</w:t>
            </w:r>
          </w:p>
        </w:tc>
      </w:tr>
      <w:tr w:rsidR="002E63A2" w:rsidRPr="002E63A2" w:rsidTr="002E63A2">
        <w:trPr>
          <w:trHeight w:val="15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Мероприятие "Реализация мероприятий по обеспечению образовательного процесса, поддержание в нормативном состоянии образовательных организаций"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11 0 06 00000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1 537</w:t>
            </w:r>
          </w:p>
        </w:tc>
      </w:tr>
      <w:tr w:rsidR="002E63A2" w:rsidRPr="002E63A2" w:rsidTr="002E63A2">
        <w:trPr>
          <w:trHeight w:val="10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lastRenderedPageBreak/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Капитальный ремонт и ремонт объектов муниципальных учреждений образования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11 0 06 71430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1 537</w:t>
            </w:r>
          </w:p>
        </w:tc>
      </w:tr>
      <w:tr w:rsidR="002E63A2" w:rsidRPr="002E63A2" w:rsidTr="002E63A2">
        <w:trPr>
          <w:trHeight w:val="10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11 0 06 71430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1 268</w:t>
            </w:r>
          </w:p>
        </w:tc>
      </w:tr>
      <w:tr w:rsidR="002E63A2" w:rsidRPr="002E63A2" w:rsidTr="002E63A2">
        <w:trPr>
          <w:trHeight w:val="97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11 0 06 71430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1 268</w:t>
            </w:r>
          </w:p>
        </w:tc>
      </w:tr>
      <w:tr w:rsidR="002E63A2" w:rsidRPr="002E63A2" w:rsidTr="002E63A2">
        <w:trPr>
          <w:trHeight w:val="97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11 0 06 71430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269</w:t>
            </w:r>
          </w:p>
        </w:tc>
      </w:tr>
      <w:tr w:rsidR="002E63A2" w:rsidRPr="002E63A2" w:rsidTr="002E63A2">
        <w:trPr>
          <w:trHeight w:val="39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Субсидии автономным учреждениям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11 0 06 71430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269</w:t>
            </w:r>
          </w:p>
        </w:tc>
      </w:tr>
      <w:tr w:rsidR="002E63A2" w:rsidRPr="002E63A2" w:rsidTr="002E63A2">
        <w:trPr>
          <w:trHeight w:val="4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Общее образование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266 029</w:t>
            </w:r>
          </w:p>
        </w:tc>
      </w:tr>
      <w:tr w:rsidR="002E63A2" w:rsidRPr="002E63A2" w:rsidTr="002E63A2">
        <w:trPr>
          <w:trHeight w:val="145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Мероприятие "Обеспечение получения общедоступного и бесплатного начального общего, основного общего, среднего общего образования"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242 753</w:t>
            </w:r>
          </w:p>
        </w:tc>
      </w:tr>
      <w:tr w:rsidR="002E63A2" w:rsidRPr="002E63A2" w:rsidTr="002E63A2">
        <w:trPr>
          <w:trHeight w:val="87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Реализация мероприятий по обеспечению образовательного процесса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11 0 02 10008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1 550</w:t>
            </w:r>
          </w:p>
        </w:tc>
      </w:tr>
      <w:tr w:rsidR="002E63A2" w:rsidRPr="002E63A2" w:rsidTr="002E63A2">
        <w:trPr>
          <w:trHeight w:val="94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11 0 02 10008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1 550</w:t>
            </w:r>
          </w:p>
        </w:tc>
      </w:tr>
      <w:tr w:rsidR="002E63A2" w:rsidRPr="002E63A2" w:rsidTr="002E63A2">
        <w:trPr>
          <w:trHeight w:val="4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Субсидии автономным учреждениям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11 0 02 10008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1 550</w:t>
            </w:r>
          </w:p>
        </w:tc>
      </w:tr>
      <w:tr w:rsidR="002E63A2" w:rsidRPr="002E63A2" w:rsidTr="002E63A2">
        <w:trPr>
          <w:trHeight w:val="30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образовательных организациях, а также в иных организациях, не являющихся муниципальными или частными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11 0 02 19270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162 552</w:t>
            </w:r>
          </w:p>
        </w:tc>
      </w:tr>
      <w:tr w:rsidR="002E63A2" w:rsidRPr="002E63A2" w:rsidTr="002E63A2">
        <w:trPr>
          <w:trHeight w:val="10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11 0 02 19270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162 552</w:t>
            </w:r>
          </w:p>
        </w:tc>
      </w:tr>
      <w:tr w:rsidR="002E63A2" w:rsidRPr="002E63A2" w:rsidTr="002E63A2">
        <w:trPr>
          <w:trHeight w:val="4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Субсидии автономным учреждениям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11 0 02 19270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162 552</w:t>
            </w:r>
          </w:p>
        </w:tc>
      </w:tr>
      <w:tr w:rsidR="002E63A2" w:rsidRPr="002E63A2" w:rsidTr="002E63A2">
        <w:trPr>
          <w:trHeight w:val="10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Расходы на обеспечение деятельности (оказание услуг)  муниципальных учреждений общего образования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11 0 02 71410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78 651</w:t>
            </w:r>
          </w:p>
        </w:tc>
      </w:tr>
      <w:tr w:rsidR="002E63A2" w:rsidRPr="002E63A2" w:rsidTr="002E63A2">
        <w:trPr>
          <w:trHeight w:val="10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lastRenderedPageBreak/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11 0 02 71410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78 651</w:t>
            </w:r>
          </w:p>
        </w:tc>
      </w:tr>
      <w:tr w:rsidR="002E63A2" w:rsidRPr="002E63A2" w:rsidTr="002E63A2">
        <w:trPr>
          <w:trHeight w:val="43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Субсидии автономным учреждениям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11 0 02 71410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78 651</w:t>
            </w:r>
          </w:p>
        </w:tc>
      </w:tr>
      <w:tr w:rsidR="002E63A2" w:rsidRPr="002E63A2" w:rsidTr="002E63A2">
        <w:trPr>
          <w:trHeight w:val="25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 xml:space="preserve">Мероприятие "Организация предоставления психолого-педагогической, медицинской и социальной помощи </w:t>
            </w:r>
            <w:proofErr w:type="gramStart"/>
            <w:r w:rsidRPr="002E63A2">
              <w:t>обучающимся</w:t>
            </w:r>
            <w:proofErr w:type="gramEnd"/>
            <w:r w:rsidRPr="002E63A2">
              <w:t>, испытывающим трудности в освоении основных общеобразовательных программ, своем развитии и социальной адаптации"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1 657</w:t>
            </w:r>
          </w:p>
        </w:tc>
      </w:tr>
      <w:tr w:rsidR="002E63A2" w:rsidRPr="002E63A2" w:rsidTr="002E63A2">
        <w:trPr>
          <w:trHeight w:val="25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 xml:space="preserve">Организация предоставления психолого-педагогической, медицинской и социальной помощи </w:t>
            </w:r>
            <w:proofErr w:type="gramStart"/>
            <w:r w:rsidRPr="002E63A2">
              <w:t>обучающимся</w:t>
            </w:r>
            <w:proofErr w:type="gramEnd"/>
            <w:r w:rsidRPr="002E63A2">
              <w:t xml:space="preserve">, испытывающим трудности в освоении основных общеобразовательных программ, своем развитии и социальной адаптации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11 0 03 19280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1 657</w:t>
            </w:r>
          </w:p>
        </w:tc>
      </w:tr>
      <w:tr w:rsidR="002E63A2" w:rsidRPr="002E63A2" w:rsidTr="002E63A2">
        <w:trPr>
          <w:trHeight w:val="22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11 0 03 19280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1 554</w:t>
            </w:r>
          </w:p>
        </w:tc>
      </w:tr>
      <w:tr w:rsidR="002E63A2" w:rsidRPr="002E63A2" w:rsidTr="002E63A2">
        <w:trPr>
          <w:trHeight w:val="74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Расходы на выплаты персоналу казенных учреждений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11 0 03 19280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1 554</w:t>
            </w:r>
          </w:p>
        </w:tc>
      </w:tr>
      <w:tr w:rsidR="002E63A2" w:rsidRPr="002E63A2" w:rsidTr="002E63A2">
        <w:trPr>
          <w:trHeight w:val="10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11 0 03 19280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103</w:t>
            </w:r>
          </w:p>
        </w:tc>
      </w:tr>
      <w:tr w:rsidR="002E63A2" w:rsidRPr="002E63A2" w:rsidTr="002E63A2">
        <w:trPr>
          <w:trHeight w:val="10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11 0 03 19280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103</w:t>
            </w:r>
          </w:p>
        </w:tc>
      </w:tr>
      <w:tr w:rsidR="002E63A2" w:rsidRPr="002E63A2" w:rsidTr="002E63A2">
        <w:trPr>
          <w:trHeight w:val="16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Мероприятие "Обеспечение мероприятий по организации питания обучающихся образовательных организаций, реализующих программы общего образования"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11 0 04 00000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16 219</w:t>
            </w:r>
          </w:p>
        </w:tc>
      </w:tr>
      <w:tr w:rsidR="002E63A2" w:rsidRPr="002E63A2" w:rsidTr="002E63A2">
        <w:trPr>
          <w:trHeight w:val="13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 xml:space="preserve">Финансовое обеспечение мероприятий по организации питания обучающихся в муниципальных образовательных организациях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11 0 04 71968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16 219</w:t>
            </w:r>
          </w:p>
        </w:tc>
      </w:tr>
      <w:tr w:rsidR="002E63A2" w:rsidRPr="002E63A2" w:rsidTr="002E63A2">
        <w:trPr>
          <w:trHeight w:val="10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lastRenderedPageBreak/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11 0 04 71968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16 219</w:t>
            </w:r>
          </w:p>
        </w:tc>
      </w:tr>
      <w:tr w:rsidR="002E63A2" w:rsidRPr="002E63A2" w:rsidTr="002E63A2">
        <w:trPr>
          <w:trHeight w:val="3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Субсидии автономным учреждениям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11 0 04 71968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16 219</w:t>
            </w:r>
          </w:p>
        </w:tc>
      </w:tr>
      <w:tr w:rsidR="002E63A2" w:rsidRPr="002E63A2" w:rsidTr="002E63A2">
        <w:trPr>
          <w:trHeight w:val="16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Мероприятие "Реализация мероприятий по обеспечению образовательного процесса, поддержание в нормативном состоянии образовательных организаций"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11 0 06 00000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5 400</w:t>
            </w:r>
          </w:p>
        </w:tc>
      </w:tr>
      <w:tr w:rsidR="002E63A2" w:rsidRPr="002E63A2" w:rsidTr="002E63A2">
        <w:trPr>
          <w:trHeight w:val="10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Капитальный ремонт и ремонт объектов муниципальных учреждений образования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11 0 06 71430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5 400</w:t>
            </w:r>
          </w:p>
        </w:tc>
      </w:tr>
      <w:tr w:rsidR="002E63A2" w:rsidRPr="002E63A2" w:rsidTr="002E63A2">
        <w:trPr>
          <w:trHeight w:val="93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11 0 06 71430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3 859</w:t>
            </w:r>
          </w:p>
        </w:tc>
      </w:tr>
      <w:tr w:rsidR="002E63A2" w:rsidRPr="002E63A2" w:rsidTr="002E63A2">
        <w:trPr>
          <w:trHeight w:val="10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11 0 06 71430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3 859</w:t>
            </w:r>
          </w:p>
        </w:tc>
      </w:tr>
      <w:tr w:rsidR="002E63A2" w:rsidRPr="002E63A2" w:rsidTr="002E63A2">
        <w:trPr>
          <w:trHeight w:val="10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11 0 06 71430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1 541</w:t>
            </w:r>
          </w:p>
        </w:tc>
      </w:tr>
      <w:tr w:rsidR="002E63A2" w:rsidRPr="002E63A2" w:rsidTr="002E63A2">
        <w:trPr>
          <w:trHeight w:val="3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Субсидии автономным учреждениям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11 0 06 71430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1 541</w:t>
            </w:r>
          </w:p>
        </w:tc>
      </w:tr>
      <w:tr w:rsidR="002E63A2" w:rsidRPr="002E63A2" w:rsidTr="002E63A2">
        <w:trPr>
          <w:trHeight w:val="7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Другие вопросы в области образования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7 911</w:t>
            </w:r>
          </w:p>
        </w:tc>
      </w:tr>
      <w:tr w:rsidR="002E63A2" w:rsidRPr="002E63A2" w:rsidTr="002E63A2">
        <w:trPr>
          <w:trHeight w:val="16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Расходы на обеспечение деятельности (оказание услуг) муниципальных учреждений, обеспечивающих предоставление услуг в сфере образования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7 911</w:t>
            </w:r>
          </w:p>
        </w:tc>
      </w:tr>
      <w:tr w:rsidR="002E63A2" w:rsidRPr="002E63A2" w:rsidTr="002E63A2">
        <w:trPr>
          <w:trHeight w:val="22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6 901</w:t>
            </w:r>
          </w:p>
        </w:tc>
      </w:tr>
      <w:tr w:rsidR="002E63A2" w:rsidRPr="002E63A2" w:rsidTr="002E63A2">
        <w:trPr>
          <w:trHeight w:val="7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Расходы на выплаты персоналу казенных учреждений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6 901</w:t>
            </w:r>
          </w:p>
        </w:tc>
      </w:tr>
      <w:tr w:rsidR="002E63A2" w:rsidRPr="002E63A2" w:rsidTr="002E63A2">
        <w:trPr>
          <w:trHeight w:val="10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1 005</w:t>
            </w:r>
          </w:p>
        </w:tc>
      </w:tr>
      <w:tr w:rsidR="002E63A2" w:rsidRPr="002E63A2" w:rsidTr="002E63A2">
        <w:trPr>
          <w:trHeight w:val="10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lastRenderedPageBreak/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1 005</w:t>
            </w:r>
          </w:p>
        </w:tc>
      </w:tr>
      <w:tr w:rsidR="002E63A2" w:rsidRPr="002E63A2" w:rsidTr="002E63A2">
        <w:trPr>
          <w:trHeight w:val="44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Иные бюджетные ассигнования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5</w:t>
            </w:r>
          </w:p>
        </w:tc>
      </w:tr>
      <w:tr w:rsidR="002E63A2" w:rsidRPr="002E63A2" w:rsidTr="002E63A2">
        <w:trPr>
          <w:trHeight w:val="7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Уплата налогов, сборов и иных платежей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11 0 00 71420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850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5</w:t>
            </w:r>
          </w:p>
        </w:tc>
      </w:tr>
      <w:tr w:rsidR="002E63A2" w:rsidRPr="002E63A2" w:rsidTr="002E63A2">
        <w:trPr>
          <w:trHeight w:val="44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СОЦИАЛЬНАЯ ПОЛИТИКА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6 717</w:t>
            </w:r>
          </w:p>
        </w:tc>
      </w:tr>
      <w:tr w:rsidR="002E63A2" w:rsidRPr="002E63A2" w:rsidTr="002E63A2">
        <w:trPr>
          <w:trHeight w:val="4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Охрана семьи и детства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6 717</w:t>
            </w:r>
          </w:p>
        </w:tc>
      </w:tr>
      <w:tr w:rsidR="002E63A2" w:rsidRPr="002E63A2" w:rsidTr="002E63A2">
        <w:trPr>
          <w:trHeight w:val="10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Мероприятие "Социальная поддержка семей, имеющих детей дошкольного возраста"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11 0 05 00000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6 717</w:t>
            </w:r>
          </w:p>
        </w:tc>
      </w:tr>
      <w:tr w:rsidR="002E63A2" w:rsidRPr="002E63A2" w:rsidTr="002E63A2">
        <w:trPr>
          <w:trHeight w:val="26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 xml:space="preserve">Социальная поддержка семей, имеющих детей, в отношении компенсации родительской платы за присмотр и уход за детьми в организациях, осуществляющих образовательную деятельность по реализации образовательных программ дошкольного образования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11 0 05 19370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6 717</w:t>
            </w:r>
          </w:p>
        </w:tc>
      </w:tr>
      <w:tr w:rsidR="002E63A2" w:rsidRPr="002E63A2" w:rsidTr="002E63A2">
        <w:trPr>
          <w:trHeight w:val="10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11 0 05 19370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6 717</w:t>
            </w:r>
          </w:p>
        </w:tc>
      </w:tr>
      <w:tr w:rsidR="002E63A2" w:rsidRPr="002E63A2" w:rsidTr="002E63A2">
        <w:trPr>
          <w:trHeight w:val="4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Субсидии автономным учреждениям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11 0 05 19370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6 717</w:t>
            </w:r>
          </w:p>
        </w:tc>
      </w:tr>
      <w:tr w:rsidR="002E63A2" w:rsidRPr="002E63A2" w:rsidTr="002E63A2">
        <w:trPr>
          <w:trHeight w:val="15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"Основные направления развития предпринимательства и торговли в Упоровском муниципальном районе"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Администрация Упоровского муниципального района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6 771</w:t>
            </w:r>
          </w:p>
        </w:tc>
      </w:tr>
      <w:tr w:rsidR="002E63A2" w:rsidRPr="002E63A2" w:rsidTr="002E63A2">
        <w:trPr>
          <w:trHeight w:val="7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ОБЩЕГОСУДАРСТВЕННЫЕ ВОПРОСЫ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1 183</w:t>
            </w:r>
          </w:p>
        </w:tc>
      </w:tr>
      <w:tr w:rsidR="002E63A2" w:rsidRPr="002E63A2" w:rsidTr="002E63A2">
        <w:trPr>
          <w:trHeight w:val="20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477</w:t>
            </w:r>
          </w:p>
        </w:tc>
      </w:tr>
      <w:tr w:rsidR="002E63A2" w:rsidRPr="002E63A2" w:rsidTr="002E63A2">
        <w:trPr>
          <w:trHeight w:val="140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Мероприятие "Создание благоприятных условий для развития субъектов малого и среднего предпринимательства"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477</w:t>
            </w:r>
          </w:p>
        </w:tc>
      </w:tr>
      <w:tr w:rsidR="002E63A2" w:rsidRPr="002E63A2" w:rsidTr="002E63A2">
        <w:trPr>
          <w:trHeight w:val="8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lastRenderedPageBreak/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 xml:space="preserve">Обеспечение деятельности органов местного самоуправления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12 0 03 70100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477</w:t>
            </w:r>
          </w:p>
        </w:tc>
      </w:tr>
      <w:tr w:rsidR="002E63A2" w:rsidRPr="002E63A2" w:rsidTr="002E63A2">
        <w:trPr>
          <w:trHeight w:val="22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12 0 03 70100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477</w:t>
            </w:r>
          </w:p>
        </w:tc>
      </w:tr>
      <w:tr w:rsidR="002E63A2" w:rsidRPr="002E63A2" w:rsidTr="002E63A2">
        <w:trPr>
          <w:trHeight w:val="10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Расходы на выплаты персоналу государственных (муниципальных) органов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12 0 03 70100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477</w:t>
            </w:r>
          </w:p>
        </w:tc>
      </w:tr>
      <w:tr w:rsidR="002E63A2" w:rsidRPr="002E63A2" w:rsidTr="002E63A2">
        <w:trPr>
          <w:trHeight w:val="69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Другие общегосударственные вопросы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706</w:t>
            </w:r>
          </w:p>
        </w:tc>
      </w:tr>
      <w:tr w:rsidR="002E63A2" w:rsidRPr="002E63A2" w:rsidTr="002E63A2">
        <w:trPr>
          <w:trHeight w:val="10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Мероприятие "Совершенствование нормативно-правовой базы, регулирующей торговую деятельность"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20</w:t>
            </w:r>
          </w:p>
        </w:tc>
      </w:tr>
      <w:tr w:rsidR="002E63A2" w:rsidRPr="002E63A2" w:rsidTr="002E63A2">
        <w:trPr>
          <w:trHeight w:val="4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 xml:space="preserve">Формирование торгового реестра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12 0 01 71914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20</w:t>
            </w:r>
          </w:p>
        </w:tc>
      </w:tr>
      <w:tr w:rsidR="002E63A2" w:rsidRPr="002E63A2" w:rsidTr="002E63A2">
        <w:trPr>
          <w:trHeight w:val="10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12 0 01 71914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20</w:t>
            </w:r>
          </w:p>
        </w:tc>
      </w:tr>
      <w:tr w:rsidR="002E63A2" w:rsidRPr="002E63A2" w:rsidTr="002E63A2">
        <w:trPr>
          <w:trHeight w:val="111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12 0 01 71914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20</w:t>
            </w:r>
          </w:p>
        </w:tc>
      </w:tr>
      <w:tr w:rsidR="002E63A2" w:rsidRPr="002E63A2" w:rsidTr="002E63A2">
        <w:trPr>
          <w:trHeight w:val="13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Мероприятие "Создание благоприятных условий для развития субъектов малого и среднего предпринимательства"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686</w:t>
            </w:r>
          </w:p>
        </w:tc>
      </w:tr>
      <w:tr w:rsidR="002E63A2" w:rsidRPr="002E63A2" w:rsidTr="002E63A2">
        <w:trPr>
          <w:trHeight w:val="128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Приведение в нормативное состояние объектов, передаваемых в пользование субъектам малого бизнеса и предпринимательства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12 0 03 70335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686</w:t>
            </w:r>
          </w:p>
        </w:tc>
      </w:tr>
      <w:tr w:rsidR="002E63A2" w:rsidRPr="002E63A2" w:rsidTr="002E63A2">
        <w:trPr>
          <w:trHeight w:val="111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12 0 03 70335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686</w:t>
            </w:r>
          </w:p>
        </w:tc>
      </w:tr>
      <w:tr w:rsidR="002E63A2" w:rsidRPr="002E63A2" w:rsidTr="002E63A2">
        <w:trPr>
          <w:trHeight w:val="111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12 0 03 70335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686</w:t>
            </w:r>
          </w:p>
        </w:tc>
      </w:tr>
      <w:tr w:rsidR="002E63A2" w:rsidRPr="002E63A2" w:rsidTr="002E63A2">
        <w:trPr>
          <w:trHeight w:val="4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НАЦИОНАЛЬНАЯ ЭКОНОМИКА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5 457</w:t>
            </w:r>
          </w:p>
        </w:tc>
      </w:tr>
      <w:tr w:rsidR="002E63A2" w:rsidRPr="002E63A2" w:rsidTr="002E63A2">
        <w:trPr>
          <w:trHeight w:val="4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Сельское хозяйство и рыболовство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606</w:t>
            </w:r>
          </w:p>
        </w:tc>
      </w:tr>
      <w:tr w:rsidR="002E63A2" w:rsidRPr="002E63A2" w:rsidTr="002E63A2">
        <w:trPr>
          <w:trHeight w:val="8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lastRenderedPageBreak/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Мероприятие "Создание благоприятных условий для развития субъектов малого и среднего предпринимательства"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606</w:t>
            </w:r>
          </w:p>
        </w:tc>
      </w:tr>
      <w:tr w:rsidR="002E63A2" w:rsidRPr="002E63A2" w:rsidTr="002E63A2">
        <w:trPr>
          <w:trHeight w:val="112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Мероприятия по поддержке и развитию субъектов малого и среднего предпринимательства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12 0 03 70334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606</w:t>
            </w:r>
          </w:p>
        </w:tc>
      </w:tr>
      <w:tr w:rsidR="002E63A2" w:rsidRPr="002E63A2" w:rsidTr="002E63A2">
        <w:trPr>
          <w:trHeight w:val="4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Иные бюджетные ассигнования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12 0 03 70334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606</w:t>
            </w:r>
          </w:p>
        </w:tc>
      </w:tr>
      <w:tr w:rsidR="002E63A2" w:rsidRPr="002E63A2" w:rsidTr="002E63A2">
        <w:trPr>
          <w:trHeight w:val="16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12 0 03 70334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810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606</w:t>
            </w:r>
          </w:p>
        </w:tc>
      </w:tr>
      <w:tr w:rsidR="002E63A2" w:rsidRPr="002E63A2" w:rsidTr="002E63A2">
        <w:trPr>
          <w:trHeight w:val="81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Другие вопросы в области национальной экономики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4 851</w:t>
            </w:r>
          </w:p>
        </w:tc>
      </w:tr>
      <w:tr w:rsidR="002E63A2" w:rsidRPr="002E63A2" w:rsidTr="002E63A2">
        <w:trPr>
          <w:trHeight w:val="142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Мероприятие "Повышение экономической и территориальной доступности товаров и услуг для населения района"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489</w:t>
            </w:r>
          </w:p>
        </w:tc>
      </w:tr>
      <w:tr w:rsidR="002E63A2" w:rsidRPr="002E63A2" w:rsidTr="002E63A2">
        <w:trPr>
          <w:trHeight w:val="7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Поддержка труднодоступных территорий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12 0 02 19230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489</w:t>
            </w:r>
          </w:p>
        </w:tc>
      </w:tr>
      <w:tr w:rsidR="002E63A2" w:rsidRPr="002E63A2" w:rsidTr="002E63A2">
        <w:trPr>
          <w:trHeight w:val="4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Иные бюджетные ассигнования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12 0 02 19230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489</w:t>
            </w:r>
          </w:p>
        </w:tc>
      </w:tr>
      <w:tr w:rsidR="002E63A2" w:rsidRPr="002E63A2" w:rsidTr="002E63A2">
        <w:trPr>
          <w:trHeight w:val="16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12 0 02 19230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810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489</w:t>
            </w:r>
          </w:p>
        </w:tc>
      </w:tr>
      <w:tr w:rsidR="002E63A2" w:rsidRPr="002E63A2" w:rsidTr="002E63A2">
        <w:trPr>
          <w:trHeight w:val="127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Мероприятие "Создание благоприятных условий для развития субъектов малого и среднего предпринимательства"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4 362</w:t>
            </w:r>
          </w:p>
        </w:tc>
      </w:tr>
      <w:tr w:rsidR="002E63A2" w:rsidRPr="002E63A2" w:rsidTr="002E63A2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Мероприятия по поддержке и развитию субъектов малого и среднего предпринимательства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12 0 03 70334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4 362</w:t>
            </w:r>
          </w:p>
        </w:tc>
      </w:tr>
      <w:tr w:rsidR="002E63A2" w:rsidRPr="002E63A2" w:rsidTr="002E63A2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12 0 03 70334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157</w:t>
            </w:r>
          </w:p>
        </w:tc>
      </w:tr>
      <w:tr w:rsidR="002E63A2" w:rsidRPr="002E63A2" w:rsidTr="002E63A2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12 0 03 70334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157</w:t>
            </w:r>
          </w:p>
        </w:tc>
      </w:tr>
      <w:tr w:rsidR="002E63A2" w:rsidRPr="002E63A2" w:rsidTr="002E63A2">
        <w:trPr>
          <w:trHeight w:val="51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Иные бюджетные ассигнования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12 0 03 70334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4 205</w:t>
            </w:r>
          </w:p>
        </w:tc>
      </w:tr>
      <w:tr w:rsidR="002E63A2" w:rsidRPr="002E63A2" w:rsidTr="002E63A2">
        <w:trPr>
          <w:trHeight w:val="16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lastRenderedPageBreak/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12 0 03 70334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810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4 205</w:t>
            </w:r>
          </w:p>
        </w:tc>
      </w:tr>
      <w:tr w:rsidR="002E63A2" w:rsidRPr="002E63A2" w:rsidTr="002E63A2">
        <w:trPr>
          <w:trHeight w:val="6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ЖИЛИЩНО-КОММУНАЛЬНОЕ ХОЗЯЙСТВО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131</w:t>
            </w:r>
          </w:p>
        </w:tc>
      </w:tr>
      <w:tr w:rsidR="002E63A2" w:rsidRPr="002E63A2" w:rsidTr="002E63A2">
        <w:trPr>
          <w:trHeight w:val="4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Коммунальное хозяйство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131</w:t>
            </w:r>
          </w:p>
        </w:tc>
      </w:tr>
      <w:tr w:rsidR="002E63A2" w:rsidRPr="002E63A2" w:rsidTr="002E63A2">
        <w:trPr>
          <w:trHeight w:val="12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Мероприятие "Создание благоприятных условий для развития субъектов малого и среднего предпринимательства"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131</w:t>
            </w:r>
          </w:p>
        </w:tc>
      </w:tr>
      <w:tr w:rsidR="002E63A2" w:rsidRPr="002E63A2" w:rsidTr="002E63A2">
        <w:trPr>
          <w:trHeight w:val="12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Приведение в нормативное состояние объектов, передаваемых в пользование субъектам малого бизнеса и предпринимательства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12 0 03 70335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131</w:t>
            </w:r>
          </w:p>
        </w:tc>
      </w:tr>
      <w:tr w:rsidR="002E63A2" w:rsidRPr="002E63A2" w:rsidTr="002E63A2">
        <w:trPr>
          <w:trHeight w:val="115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12 0 03 70335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131</w:t>
            </w:r>
          </w:p>
        </w:tc>
      </w:tr>
      <w:tr w:rsidR="002E63A2" w:rsidRPr="002E63A2" w:rsidTr="002E63A2">
        <w:trPr>
          <w:trHeight w:val="94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12 0 03 70335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131</w:t>
            </w:r>
          </w:p>
        </w:tc>
      </w:tr>
      <w:tr w:rsidR="002E63A2" w:rsidRPr="002E63A2" w:rsidTr="002E63A2">
        <w:trPr>
          <w:trHeight w:val="13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"Основные направления развития  культуры Упоровского муниципального района"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Администрация Упоровского муниципального района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118 109</w:t>
            </w:r>
          </w:p>
        </w:tc>
      </w:tr>
      <w:tr w:rsidR="002E63A2" w:rsidRPr="002E63A2" w:rsidTr="002E63A2">
        <w:trPr>
          <w:trHeight w:val="39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ОБРАЗОВАНИЕ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8 220</w:t>
            </w:r>
          </w:p>
        </w:tc>
      </w:tr>
      <w:tr w:rsidR="002E63A2" w:rsidRPr="002E63A2" w:rsidTr="002E63A2">
        <w:trPr>
          <w:trHeight w:val="3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 xml:space="preserve"> Дополнительное образование детей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8 220</w:t>
            </w:r>
          </w:p>
        </w:tc>
      </w:tr>
      <w:tr w:rsidR="002E63A2" w:rsidRPr="002E63A2" w:rsidTr="002E63A2">
        <w:trPr>
          <w:trHeight w:val="13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Мероприятие "Организация доступности и высокого качества дополнительного образования в сфере "Культура""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8 220</w:t>
            </w:r>
          </w:p>
        </w:tc>
      </w:tr>
      <w:tr w:rsidR="002E63A2" w:rsidRPr="002E63A2" w:rsidTr="002E63A2">
        <w:trPr>
          <w:trHeight w:val="14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Расходы на обеспечение деятельности (оказание услуг) муниципальных учреждений дополнительного образования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8 220</w:t>
            </w:r>
          </w:p>
        </w:tc>
      </w:tr>
      <w:tr w:rsidR="002E63A2" w:rsidRPr="002E63A2" w:rsidTr="002E63A2">
        <w:trPr>
          <w:trHeight w:val="11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8 220</w:t>
            </w:r>
          </w:p>
        </w:tc>
      </w:tr>
      <w:tr w:rsidR="002E63A2" w:rsidRPr="002E63A2" w:rsidTr="002E63A2">
        <w:trPr>
          <w:trHeight w:val="4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Субсидии автономным учреждениям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8 220</w:t>
            </w:r>
          </w:p>
        </w:tc>
      </w:tr>
      <w:tr w:rsidR="002E63A2" w:rsidRPr="002E63A2" w:rsidTr="002E63A2">
        <w:trPr>
          <w:trHeight w:val="4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lastRenderedPageBreak/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КУЛЬТУРА, КИНЕМАТОГРАФИЯ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109 889</w:t>
            </w:r>
          </w:p>
        </w:tc>
      </w:tr>
      <w:tr w:rsidR="002E63A2" w:rsidRPr="002E63A2" w:rsidTr="002E63A2">
        <w:trPr>
          <w:trHeight w:val="4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Культура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109 889</w:t>
            </w:r>
          </w:p>
        </w:tc>
      </w:tr>
      <w:tr w:rsidR="002E63A2" w:rsidRPr="002E63A2" w:rsidTr="002E63A2">
        <w:trPr>
          <w:trHeight w:val="104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Мероприятие "Развитие системы библиотечного и культурно-досугового обслуживания населения"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103 910</w:t>
            </w:r>
          </w:p>
        </w:tc>
      </w:tr>
      <w:tr w:rsidR="002E63A2" w:rsidRPr="002E63A2" w:rsidTr="002E63A2">
        <w:trPr>
          <w:trHeight w:val="10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Расходы на обеспечение деятельности (оказание услуг) муниципальных учреждений культуры и библиотек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13 0 02 73570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102 860</w:t>
            </w:r>
          </w:p>
        </w:tc>
      </w:tr>
      <w:tr w:rsidR="002E63A2" w:rsidRPr="002E63A2" w:rsidTr="002E63A2">
        <w:trPr>
          <w:trHeight w:val="10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13 0 02 73570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102 860</w:t>
            </w:r>
          </w:p>
        </w:tc>
      </w:tr>
      <w:tr w:rsidR="002E63A2" w:rsidRPr="002E63A2" w:rsidTr="002E63A2">
        <w:trPr>
          <w:trHeight w:val="44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Субсидии автономным учреждениям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13 0 02 73570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102 860</w:t>
            </w:r>
          </w:p>
        </w:tc>
      </w:tr>
      <w:tr w:rsidR="002E63A2" w:rsidRPr="002E63A2" w:rsidTr="002E63A2">
        <w:trPr>
          <w:trHeight w:val="44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Поддержка отрасли культуры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 0 02 L5190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1 050</w:t>
            </w:r>
          </w:p>
        </w:tc>
      </w:tr>
      <w:tr w:rsidR="002E63A2" w:rsidRPr="002E63A2" w:rsidTr="002E63A2">
        <w:trPr>
          <w:trHeight w:val="9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 0 02 L5190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1 050</w:t>
            </w:r>
          </w:p>
        </w:tc>
      </w:tr>
      <w:tr w:rsidR="002E63A2" w:rsidRPr="002E63A2" w:rsidTr="002E63A2">
        <w:trPr>
          <w:trHeight w:val="44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Субсидии автономным учреждениям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 0 02 L5190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1 050</w:t>
            </w:r>
          </w:p>
        </w:tc>
      </w:tr>
      <w:tr w:rsidR="002E63A2" w:rsidRPr="002E63A2" w:rsidTr="002E63A2">
        <w:trPr>
          <w:trHeight w:val="94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Мероприятие "Приведение в нормативное состояние объектов культуры"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3 762</w:t>
            </w:r>
          </w:p>
        </w:tc>
      </w:tr>
      <w:tr w:rsidR="002E63A2" w:rsidRPr="002E63A2" w:rsidTr="002E63A2">
        <w:trPr>
          <w:trHeight w:val="7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Капитальный ремонт и ремонт объектов культуры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13 0 03 73580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3 762</w:t>
            </w:r>
          </w:p>
        </w:tc>
      </w:tr>
      <w:tr w:rsidR="002E63A2" w:rsidRPr="002E63A2" w:rsidTr="002E63A2">
        <w:trPr>
          <w:trHeight w:val="99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13 0 03 73580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3 762</w:t>
            </w:r>
          </w:p>
        </w:tc>
      </w:tr>
      <w:tr w:rsidR="002E63A2" w:rsidRPr="002E63A2" w:rsidTr="002E63A2">
        <w:trPr>
          <w:trHeight w:val="10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13 0 03 73580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3 762</w:t>
            </w:r>
          </w:p>
        </w:tc>
      </w:tr>
      <w:tr w:rsidR="002E63A2" w:rsidRPr="002E63A2" w:rsidTr="002E63A2">
        <w:trPr>
          <w:trHeight w:val="10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Мероприятие "Укрепление и развитие материально-технической базы муниципальных учреждений культуры"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13 0 04 00000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4</w:t>
            </w:r>
          </w:p>
        </w:tc>
      </w:tr>
      <w:tr w:rsidR="002E63A2" w:rsidRPr="002E63A2" w:rsidTr="002E63A2">
        <w:trPr>
          <w:trHeight w:val="20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Приобретение оборудования, мебели, автотранспорта и инвентаря для муниципальных учреждений культуры и организаций дополнительного образования детей в сфере культуры за счет средств местного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13 0 04 79770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4</w:t>
            </w:r>
          </w:p>
        </w:tc>
      </w:tr>
      <w:tr w:rsidR="002E63A2" w:rsidRPr="002E63A2" w:rsidTr="002E63A2">
        <w:trPr>
          <w:trHeight w:val="10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lastRenderedPageBreak/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13 0 04 79770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4</w:t>
            </w:r>
          </w:p>
        </w:tc>
      </w:tr>
      <w:tr w:rsidR="002E63A2" w:rsidRPr="002E63A2" w:rsidTr="002E63A2">
        <w:trPr>
          <w:trHeight w:val="10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13 0 04 79770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4</w:t>
            </w:r>
          </w:p>
        </w:tc>
      </w:tr>
      <w:tr w:rsidR="002E63A2" w:rsidRPr="002E63A2" w:rsidTr="002E63A2">
        <w:trPr>
          <w:trHeight w:val="142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Мероприятие "Региональный проект "Культурная среда" в рамках реализации национального проекта "Культура"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 0 А</w:t>
            </w:r>
            <w:proofErr w:type="gramStart"/>
            <w:r w:rsidRPr="002E63A2">
              <w:t>1</w:t>
            </w:r>
            <w:proofErr w:type="gramEnd"/>
            <w:r w:rsidRPr="002E63A2">
              <w:t xml:space="preserve">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2 213</w:t>
            </w:r>
          </w:p>
        </w:tc>
      </w:tr>
      <w:tr w:rsidR="002E63A2" w:rsidRPr="002E63A2" w:rsidTr="002E63A2">
        <w:trPr>
          <w:trHeight w:val="22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Приобретение оборудования, мебели, автотранспорта и инвентаря для муниципальных учреждений культуры и организаций дополнительного образования детей в сфере культуры, проведение противопожарных мероприятий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 0 А</w:t>
            </w:r>
            <w:proofErr w:type="gramStart"/>
            <w:r w:rsidRPr="002E63A2">
              <w:t>1</w:t>
            </w:r>
            <w:proofErr w:type="gramEnd"/>
            <w:r w:rsidRPr="002E63A2">
              <w:t xml:space="preserve"> 19770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2 212</w:t>
            </w:r>
          </w:p>
        </w:tc>
      </w:tr>
      <w:tr w:rsidR="002E63A2" w:rsidRPr="002E63A2" w:rsidTr="002E63A2">
        <w:trPr>
          <w:trHeight w:val="10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 0 А</w:t>
            </w:r>
            <w:proofErr w:type="gramStart"/>
            <w:r w:rsidRPr="002E63A2">
              <w:t>1</w:t>
            </w:r>
            <w:proofErr w:type="gramEnd"/>
            <w:r w:rsidRPr="002E63A2">
              <w:t xml:space="preserve"> 19770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2 212</w:t>
            </w:r>
          </w:p>
        </w:tc>
      </w:tr>
      <w:tr w:rsidR="002E63A2" w:rsidRPr="002E63A2" w:rsidTr="002E63A2">
        <w:trPr>
          <w:trHeight w:val="10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 0 А</w:t>
            </w:r>
            <w:proofErr w:type="gramStart"/>
            <w:r w:rsidRPr="002E63A2">
              <w:t>1</w:t>
            </w:r>
            <w:proofErr w:type="gramEnd"/>
            <w:r w:rsidRPr="002E63A2">
              <w:t xml:space="preserve"> 19770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2 212</w:t>
            </w:r>
          </w:p>
        </w:tc>
      </w:tr>
      <w:tr w:rsidR="002E63A2" w:rsidRPr="002E63A2" w:rsidTr="002E63A2">
        <w:trPr>
          <w:trHeight w:val="187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Приобретение оборудования, мебели, автотранспорта и инвентаря для муниципальных учреждений культуры и организаций дополнительного образования детей в сфере культуры, проведение противопожарных мероприятий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 0 А</w:t>
            </w:r>
            <w:proofErr w:type="gramStart"/>
            <w:r w:rsidRPr="002E63A2">
              <w:t>1</w:t>
            </w:r>
            <w:proofErr w:type="gramEnd"/>
            <w:r w:rsidRPr="002E63A2">
              <w:t xml:space="preserve"> S9770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</w:t>
            </w:r>
          </w:p>
        </w:tc>
      </w:tr>
      <w:tr w:rsidR="002E63A2" w:rsidRPr="002E63A2" w:rsidTr="002E63A2">
        <w:trPr>
          <w:trHeight w:val="10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 0 А</w:t>
            </w:r>
            <w:proofErr w:type="gramStart"/>
            <w:r w:rsidRPr="002E63A2">
              <w:t>1</w:t>
            </w:r>
            <w:proofErr w:type="gramEnd"/>
            <w:r w:rsidRPr="002E63A2">
              <w:t xml:space="preserve"> S9770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</w:t>
            </w:r>
          </w:p>
        </w:tc>
      </w:tr>
      <w:tr w:rsidR="002E63A2" w:rsidRPr="002E63A2" w:rsidTr="002E63A2">
        <w:trPr>
          <w:trHeight w:val="10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 0 А</w:t>
            </w:r>
            <w:proofErr w:type="gramStart"/>
            <w:r w:rsidRPr="002E63A2">
              <w:t>1</w:t>
            </w:r>
            <w:proofErr w:type="gramEnd"/>
            <w:r w:rsidRPr="002E63A2">
              <w:t xml:space="preserve"> S9770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</w:t>
            </w:r>
          </w:p>
        </w:tc>
      </w:tr>
      <w:tr w:rsidR="002E63A2" w:rsidRPr="002E63A2" w:rsidTr="002E63A2">
        <w:trPr>
          <w:trHeight w:val="153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 xml:space="preserve"> "Основные направления развития физической культуры и спорта, молодёжной политики в Упоровском муниципальном районе"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Администрация Упоровского муниципального района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54 561</w:t>
            </w:r>
          </w:p>
        </w:tc>
      </w:tr>
      <w:tr w:rsidR="002E63A2" w:rsidRPr="002E63A2" w:rsidTr="002E63A2">
        <w:trPr>
          <w:trHeight w:val="4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ОБРАЗОВАНИЕ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19 959</w:t>
            </w:r>
          </w:p>
        </w:tc>
      </w:tr>
      <w:tr w:rsidR="002E63A2" w:rsidRPr="002E63A2" w:rsidTr="002E63A2">
        <w:trPr>
          <w:trHeight w:val="6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lastRenderedPageBreak/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 xml:space="preserve"> Дополнительное образование детей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18 763</w:t>
            </w:r>
          </w:p>
        </w:tc>
      </w:tr>
      <w:tr w:rsidR="002E63A2" w:rsidRPr="002E63A2" w:rsidTr="002E63A2">
        <w:trPr>
          <w:trHeight w:val="17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 xml:space="preserve"> Мероприятие "Развитие физкультурно-спортивной активности, здорового образа жизни населения и обеспечение подготовки районных сборных команд по видам спорта"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14 0 01 00000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12 188</w:t>
            </w:r>
          </w:p>
        </w:tc>
      </w:tr>
      <w:tr w:rsidR="002E63A2" w:rsidRPr="002E63A2" w:rsidTr="002E63A2">
        <w:trPr>
          <w:trHeight w:val="13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Расходы на обеспечение деятельности (оказание услуг) муниципальных учреждений дополнительного образования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14 0 01 73560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12 188</w:t>
            </w:r>
          </w:p>
        </w:tc>
      </w:tr>
      <w:tr w:rsidR="002E63A2" w:rsidRPr="002E63A2" w:rsidTr="002E63A2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14 0 01 73560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12 188</w:t>
            </w:r>
          </w:p>
        </w:tc>
      </w:tr>
      <w:tr w:rsidR="002E63A2" w:rsidRPr="002E63A2" w:rsidTr="002E63A2">
        <w:trPr>
          <w:trHeight w:val="4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Субсидии автономным учреждениям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14 0 01 73560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12 188</w:t>
            </w:r>
          </w:p>
        </w:tc>
      </w:tr>
      <w:tr w:rsidR="002E63A2" w:rsidRPr="002E63A2" w:rsidTr="002E63A2">
        <w:trPr>
          <w:trHeight w:val="10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Мероприятие "Содействие позитивной самореализации и интеграции молодежи в систему общественных отношений"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14 0 02 00000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6 332</w:t>
            </w:r>
          </w:p>
        </w:tc>
      </w:tr>
      <w:tr w:rsidR="002E63A2" w:rsidRPr="002E63A2" w:rsidTr="002E63A2">
        <w:trPr>
          <w:trHeight w:val="12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Расходы на обеспечение деятельности (оказание услуг) муниципальных учреждений дополнительного образования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14 0 02 73560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6 332</w:t>
            </w:r>
          </w:p>
        </w:tc>
      </w:tr>
      <w:tr w:rsidR="002E63A2" w:rsidRPr="002E63A2" w:rsidTr="002E63A2">
        <w:trPr>
          <w:trHeight w:val="98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14 0 02 73560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6 332</w:t>
            </w:r>
          </w:p>
        </w:tc>
      </w:tr>
      <w:tr w:rsidR="002E63A2" w:rsidRPr="002E63A2" w:rsidTr="002E63A2">
        <w:trPr>
          <w:trHeight w:val="4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Субсидии автономным учреждениям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14 0 02 73560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6 332</w:t>
            </w:r>
          </w:p>
        </w:tc>
      </w:tr>
      <w:tr w:rsidR="002E63A2" w:rsidRPr="002E63A2" w:rsidTr="002E63A2">
        <w:trPr>
          <w:trHeight w:val="128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Мероприятие "Внедрение системы персонифицированного финансирования дополнительного образования детей"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14 0 04 00000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243</w:t>
            </w:r>
          </w:p>
        </w:tc>
      </w:tr>
      <w:tr w:rsidR="002E63A2" w:rsidRPr="002E63A2" w:rsidTr="002E63A2">
        <w:trPr>
          <w:trHeight w:val="129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Организация предоставления услуг дополнительного образования детей в рамках персонифицированного дополнительного образования детей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14 0 04 73561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243</w:t>
            </w:r>
          </w:p>
        </w:tc>
      </w:tr>
      <w:tr w:rsidR="002E63A2" w:rsidRPr="002E63A2" w:rsidTr="002E63A2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14 0 04 73561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243</w:t>
            </w:r>
          </w:p>
        </w:tc>
      </w:tr>
      <w:tr w:rsidR="002E63A2" w:rsidRPr="002E63A2" w:rsidTr="002E63A2">
        <w:trPr>
          <w:trHeight w:val="4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Субсидии автономным учреждениям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14 0 04 73561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243</w:t>
            </w:r>
          </w:p>
        </w:tc>
      </w:tr>
      <w:tr w:rsidR="002E63A2" w:rsidRPr="002E63A2" w:rsidTr="002E63A2">
        <w:trPr>
          <w:trHeight w:val="4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 xml:space="preserve">Молодежная политика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1 196</w:t>
            </w:r>
          </w:p>
        </w:tc>
      </w:tr>
      <w:tr w:rsidR="002E63A2" w:rsidRPr="002E63A2" w:rsidTr="002E63A2">
        <w:trPr>
          <w:trHeight w:val="129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lastRenderedPageBreak/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Мероприятие "Содействие позитивной самореализации и интеграции молодежи в систему общественных отношений"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14 0 02 00000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1 196</w:t>
            </w:r>
          </w:p>
        </w:tc>
      </w:tr>
      <w:tr w:rsidR="002E63A2" w:rsidRPr="002E63A2" w:rsidTr="002E63A2">
        <w:trPr>
          <w:trHeight w:val="7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 xml:space="preserve">Проведение мероприятий для детей и молодежи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14 0 02 74610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1 196</w:t>
            </w:r>
          </w:p>
        </w:tc>
      </w:tr>
      <w:tr w:rsidR="002E63A2" w:rsidRPr="002E63A2" w:rsidTr="002E63A2">
        <w:trPr>
          <w:trHeight w:val="11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14 0 02 74610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1 196</w:t>
            </w:r>
          </w:p>
        </w:tc>
      </w:tr>
      <w:tr w:rsidR="002E63A2" w:rsidRPr="002E63A2" w:rsidTr="002E63A2">
        <w:trPr>
          <w:trHeight w:val="50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Субсидии автономным учреждениям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14 0 02 74610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1 196</w:t>
            </w:r>
          </w:p>
        </w:tc>
      </w:tr>
      <w:tr w:rsidR="002E63A2" w:rsidRPr="002E63A2" w:rsidTr="002E63A2">
        <w:trPr>
          <w:trHeight w:val="4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ФИЗИЧЕСКАЯ КУЛЬТУРА И СПОРТ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34 602</w:t>
            </w:r>
          </w:p>
        </w:tc>
      </w:tr>
      <w:tr w:rsidR="002E63A2" w:rsidRPr="002E63A2" w:rsidTr="002E63A2">
        <w:trPr>
          <w:trHeight w:val="4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Массовый спорт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34 602</w:t>
            </w:r>
          </w:p>
        </w:tc>
      </w:tr>
      <w:tr w:rsidR="002E63A2" w:rsidRPr="002E63A2" w:rsidTr="002E63A2">
        <w:trPr>
          <w:trHeight w:val="18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 xml:space="preserve"> Мероприятие "Развитие физкультурно-спортивной активности, здорового образа жизни населения и обеспечение подготовки районных сборных команд по видам спорта"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14 0 01 00000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31 470</w:t>
            </w:r>
          </w:p>
        </w:tc>
      </w:tr>
      <w:tr w:rsidR="002E63A2" w:rsidRPr="002E63A2" w:rsidTr="002E63A2">
        <w:trPr>
          <w:trHeight w:val="13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Расходы на обеспечение деятельности (оказание услуг) муниципальных учреждений физической культуры и спорта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14 0 01 74620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31 470</w:t>
            </w:r>
          </w:p>
        </w:tc>
      </w:tr>
      <w:tr w:rsidR="002E63A2" w:rsidRPr="002E63A2" w:rsidTr="002E63A2">
        <w:trPr>
          <w:trHeight w:val="10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14 0 01 74620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31 470</w:t>
            </w:r>
          </w:p>
        </w:tc>
      </w:tr>
      <w:tr w:rsidR="002E63A2" w:rsidRPr="002E63A2" w:rsidTr="002E63A2">
        <w:trPr>
          <w:trHeight w:val="4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Субсидии автономным учреждениям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14 0 01 74620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31 470</w:t>
            </w:r>
          </w:p>
        </w:tc>
      </w:tr>
      <w:tr w:rsidR="002E63A2" w:rsidRPr="002E63A2" w:rsidTr="002E63A2">
        <w:trPr>
          <w:trHeight w:val="13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Мероприятие "Приведение в нормативное состояние объектов физической культуры и спорта, молодежной политики"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14 0 03 00000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3 132</w:t>
            </w:r>
          </w:p>
        </w:tc>
      </w:tr>
      <w:tr w:rsidR="002E63A2" w:rsidRPr="002E63A2" w:rsidTr="002E63A2">
        <w:trPr>
          <w:trHeight w:val="104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Капитальный ремонт и ремонт объектов физической культуры и спорта, молодежной политики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14 0 03 74630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3 127</w:t>
            </w:r>
          </w:p>
        </w:tc>
      </w:tr>
      <w:tr w:rsidR="002E63A2" w:rsidRPr="002E63A2" w:rsidTr="002E63A2">
        <w:trPr>
          <w:trHeight w:val="10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14 0 03 74630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2 862</w:t>
            </w:r>
          </w:p>
        </w:tc>
      </w:tr>
      <w:tr w:rsidR="002E63A2" w:rsidRPr="002E63A2" w:rsidTr="002E63A2">
        <w:trPr>
          <w:trHeight w:val="111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14 0 03 74630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2 862</w:t>
            </w:r>
          </w:p>
        </w:tc>
      </w:tr>
      <w:tr w:rsidR="002E63A2" w:rsidRPr="002E63A2" w:rsidTr="002E63A2">
        <w:trPr>
          <w:trHeight w:val="111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lastRenderedPageBreak/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14 0 03 74630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265</w:t>
            </w:r>
          </w:p>
        </w:tc>
      </w:tr>
      <w:tr w:rsidR="002E63A2" w:rsidRPr="002E63A2" w:rsidTr="002E63A2">
        <w:trPr>
          <w:trHeight w:val="4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Субсидии автономным учреждениям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14 0 03 74630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265</w:t>
            </w:r>
          </w:p>
        </w:tc>
      </w:tr>
      <w:tr w:rsidR="002E63A2" w:rsidRPr="002E63A2" w:rsidTr="002E63A2">
        <w:trPr>
          <w:trHeight w:val="7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Мероприятия по строительству и реконструкции объектов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14 0 03 74650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5</w:t>
            </w:r>
          </w:p>
        </w:tc>
      </w:tr>
      <w:tr w:rsidR="002E63A2" w:rsidRPr="002E63A2" w:rsidTr="002E63A2">
        <w:trPr>
          <w:trHeight w:val="110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14 0 03 74650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5</w:t>
            </w:r>
          </w:p>
        </w:tc>
      </w:tr>
      <w:tr w:rsidR="002E63A2" w:rsidRPr="002E63A2" w:rsidTr="002E63A2">
        <w:trPr>
          <w:trHeight w:val="4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Бюджетные инвестиции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14 0 03 74650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410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5</w:t>
            </w:r>
          </w:p>
        </w:tc>
      </w:tr>
      <w:tr w:rsidR="002E63A2" w:rsidRPr="002E63A2" w:rsidTr="002E63A2">
        <w:trPr>
          <w:trHeight w:val="13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 xml:space="preserve"> "Модернизация систем  коммунальной инфраструктуры Упоровского муниципального района"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 xml:space="preserve">Комитет жилищно-коммунальной политики 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36 318</w:t>
            </w:r>
          </w:p>
        </w:tc>
      </w:tr>
      <w:tr w:rsidR="002E63A2" w:rsidRPr="002E63A2" w:rsidTr="002E63A2">
        <w:trPr>
          <w:trHeight w:val="8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ЖИЛИЩНО-КОММУНАЛЬНОЕ ХОЗЯЙСТВО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36 318</w:t>
            </w:r>
          </w:p>
        </w:tc>
      </w:tr>
      <w:tr w:rsidR="002E63A2" w:rsidRPr="002E63A2" w:rsidTr="002E63A2">
        <w:trPr>
          <w:trHeight w:val="4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Жилищное хозяйство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1 685</w:t>
            </w:r>
          </w:p>
        </w:tc>
      </w:tr>
      <w:tr w:rsidR="002E63A2" w:rsidRPr="002E63A2" w:rsidTr="002E63A2">
        <w:trPr>
          <w:trHeight w:val="13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 xml:space="preserve"> Мероприятие "Поддержание в надлежащем состоянии объектов государственного и муниципального жилищного фонда"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15 0 01 00000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1 685</w:t>
            </w:r>
          </w:p>
        </w:tc>
      </w:tr>
      <w:tr w:rsidR="002E63A2" w:rsidRPr="002E63A2" w:rsidTr="002E63A2">
        <w:trPr>
          <w:trHeight w:val="74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 xml:space="preserve">Капитальный ремонт государственного жилищного фонда Тюменской области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15 0 01 71924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314</w:t>
            </w:r>
          </w:p>
        </w:tc>
      </w:tr>
      <w:tr w:rsidR="002E63A2" w:rsidRPr="002E63A2" w:rsidTr="002E63A2">
        <w:trPr>
          <w:trHeight w:val="112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15 0 01 71924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314</w:t>
            </w:r>
          </w:p>
        </w:tc>
      </w:tr>
      <w:tr w:rsidR="002E63A2" w:rsidRPr="002E63A2" w:rsidTr="002E63A2">
        <w:trPr>
          <w:trHeight w:val="115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15 0 01 71924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314</w:t>
            </w:r>
          </w:p>
        </w:tc>
      </w:tr>
      <w:tr w:rsidR="002E63A2" w:rsidRPr="002E63A2" w:rsidTr="002E63A2">
        <w:trPr>
          <w:trHeight w:val="80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 xml:space="preserve">Мероприятия по капитальному ремонту муниципального жилого фонда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15 0 01 75000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1 371</w:t>
            </w:r>
          </w:p>
        </w:tc>
      </w:tr>
      <w:tr w:rsidR="002E63A2" w:rsidRPr="002E63A2" w:rsidTr="002E63A2">
        <w:trPr>
          <w:trHeight w:val="104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15 0 01 75000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1 371</w:t>
            </w:r>
          </w:p>
        </w:tc>
      </w:tr>
      <w:tr w:rsidR="002E63A2" w:rsidRPr="002E63A2" w:rsidTr="002E63A2">
        <w:trPr>
          <w:trHeight w:val="12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15 0 01 75000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1 371</w:t>
            </w:r>
          </w:p>
        </w:tc>
      </w:tr>
      <w:tr w:rsidR="002E63A2" w:rsidRPr="002E63A2" w:rsidTr="002E63A2">
        <w:trPr>
          <w:trHeight w:val="4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lastRenderedPageBreak/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Коммунальное хозяйство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34 633</w:t>
            </w:r>
          </w:p>
        </w:tc>
      </w:tr>
      <w:tr w:rsidR="002E63A2" w:rsidRPr="002E63A2" w:rsidTr="002E63A2">
        <w:trPr>
          <w:trHeight w:val="10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 xml:space="preserve"> Мероприятие "Повышение уровня надежности, качества и эффективности работы коммунального комплекса"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15 0 02 00000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22 633</w:t>
            </w:r>
          </w:p>
        </w:tc>
      </w:tr>
      <w:tr w:rsidR="002E63A2" w:rsidRPr="002E63A2" w:rsidTr="002E63A2">
        <w:trPr>
          <w:trHeight w:val="10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 xml:space="preserve"> Капитальный ремонт объектов коммунальной инфраструктуры муниципальной собственности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15 0 02 19530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7 069</w:t>
            </w:r>
          </w:p>
        </w:tc>
      </w:tr>
      <w:tr w:rsidR="002E63A2" w:rsidRPr="002E63A2" w:rsidTr="002E63A2">
        <w:trPr>
          <w:trHeight w:val="10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 xml:space="preserve"> Закупка товаров, работ и услуг для обеспечения государственных (муниципальных) нужд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15 0 02 19530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7 069</w:t>
            </w:r>
          </w:p>
        </w:tc>
      </w:tr>
      <w:tr w:rsidR="002E63A2" w:rsidRPr="002E63A2" w:rsidTr="002E63A2">
        <w:trPr>
          <w:trHeight w:val="10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 xml:space="preserve"> 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15 0 02 19530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7 069</w:t>
            </w:r>
          </w:p>
        </w:tc>
      </w:tr>
      <w:tr w:rsidR="002E63A2" w:rsidRPr="002E63A2" w:rsidTr="002E63A2">
        <w:trPr>
          <w:trHeight w:val="110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 xml:space="preserve">Мероприятия по повышению надежности и эффективности инженерных систем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15 0 02 75220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15 564</w:t>
            </w:r>
          </w:p>
        </w:tc>
      </w:tr>
      <w:tr w:rsidR="002E63A2" w:rsidRPr="002E63A2" w:rsidTr="002E63A2">
        <w:trPr>
          <w:trHeight w:val="9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15 0 02 75220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10 924</w:t>
            </w:r>
          </w:p>
        </w:tc>
      </w:tr>
      <w:tr w:rsidR="002E63A2" w:rsidRPr="002E63A2" w:rsidTr="002E63A2">
        <w:trPr>
          <w:trHeight w:val="10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15 0 02 75220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10 924</w:t>
            </w:r>
          </w:p>
        </w:tc>
      </w:tr>
      <w:tr w:rsidR="002E63A2" w:rsidRPr="002E63A2" w:rsidTr="002E63A2">
        <w:trPr>
          <w:trHeight w:val="4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Межбюджетные трансферты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15 0 02 75220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4 640</w:t>
            </w:r>
          </w:p>
        </w:tc>
      </w:tr>
      <w:tr w:rsidR="002E63A2" w:rsidRPr="002E63A2" w:rsidTr="002E63A2">
        <w:trPr>
          <w:trHeight w:val="3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Иные межбюджетные трансферты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15 0 02 75220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540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4 640</w:t>
            </w:r>
          </w:p>
        </w:tc>
      </w:tr>
      <w:tr w:rsidR="002E63A2" w:rsidRPr="002E63A2" w:rsidTr="002E63A2">
        <w:trPr>
          <w:trHeight w:val="16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 xml:space="preserve"> Мероприятие "Строительство (реконструкция) и проектирование объектов теплоснабжения, энергоснабжения, водоснабжения, водоотведения и газоснабжения"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15 0 03 00000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12 000</w:t>
            </w:r>
          </w:p>
        </w:tc>
      </w:tr>
      <w:tr w:rsidR="002E63A2" w:rsidRPr="002E63A2" w:rsidTr="002E63A2">
        <w:trPr>
          <w:trHeight w:val="6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Мероприятия по строительству объектов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15 0 03 89530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12 000</w:t>
            </w:r>
          </w:p>
        </w:tc>
      </w:tr>
      <w:tr w:rsidR="002E63A2" w:rsidRPr="002E63A2" w:rsidTr="002E63A2">
        <w:trPr>
          <w:trHeight w:val="9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15 0 03 89530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12 000</w:t>
            </w:r>
          </w:p>
        </w:tc>
      </w:tr>
      <w:tr w:rsidR="002E63A2" w:rsidRPr="002E63A2" w:rsidTr="002E63A2">
        <w:trPr>
          <w:trHeight w:val="39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Бюджетные инвестиции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15 0 03 89530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410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12 000</w:t>
            </w:r>
          </w:p>
        </w:tc>
      </w:tr>
      <w:tr w:rsidR="002E63A2" w:rsidRPr="002E63A2" w:rsidTr="002E63A2">
        <w:trPr>
          <w:trHeight w:val="153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"Основные направления развития отрасли "Социальная политика" в Упоровском районе"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Администрация Упоровского муниципального района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31 360</w:t>
            </w:r>
          </w:p>
        </w:tc>
      </w:tr>
      <w:tr w:rsidR="002E63A2" w:rsidRPr="002E63A2" w:rsidTr="002E63A2">
        <w:trPr>
          <w:trHeight w:val="44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lastRenderedPageBreak/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СОЦИАЛЬНАЯ ПОЛИТИКА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31 360</w:t>
            </w:r>
          </w:p>
        </w:tc>
      </w:tr>
      <w:tr w:rsidR="002E63A2" w:rsidRPr="002E63A2" w:rsidTr="002E63A2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Социальное обслуживание населения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26 554</w:t>
            </w:r>
          </w:p>
        </w:tc>
      </w:tr>
      <w:tr w:rsidR="002E63A2" w:rsidRPr="002E63A2" w:rsidTr="002E63A2">
        <w:trPr>
          <w:trHeight w:val="14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Мероприятие "Обеспечение оказания социальных услуг в рамках государственного стандарта социального обслуживания населения"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16 0 01 00000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26 209</w:t>
            </w:r>
          </w:p>
        </w:tc>
      </w:tr>
      <w:tr w:rsidR="002E63A2" w:rsidRPr="002E63A2" w:rsidTr="002E63A2">
        <w:trPr>
          <w:trHeight w:val="69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Организация социального обслуживания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16 0 01 19320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24 534</w:t>
            </w:r>
          </w:p>
        </w:tc>
      </w:tr>
      <w:tr w:rsidR="002E63A2" w:rsidRPr="002E63A2" w:rsidTr="002E63A2">
        <w:trPr>
          <w:trHeight w:val="94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16 0 01 19320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24 534</w:t>
            </w:r>
          </w:p>
        </w:tc>
      </w:tr>
      <w:tr w:rsidR="002E63A2" w:rsidRPr="002E63A2" w:rsidTr="002E63A2">
        <w:trPr>
          <w:trHeight w:val="34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Субсидии автономным учреждениям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16 0 01 19320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24 534</w:t>
            </w:r>
          </w:p>
        </w:tc>
      </w:tr>
      <w:tr w:rsidR="002E63A2" w:rsidRPr="002E63A2" w:rsidTr="002E63A2">
        <w:trPr>
          <w:trHeight w:val="9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Обеспечение деятельности подведомственных учреждений социального обслуживания населения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16 0 01 76530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1 675</w:t>
            </w:r>
          </w:p>
        </w:tc>
      </w:tr>
      <w:tr w:rsidR="002E63A2" w:rsidRPr="002E63A2" w:rsidTr="002E63A2">
        <w:trPr>
          <w:trHeight w:val="9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16 0 01 76530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1 675</w:t>
            </w:r>
          </w:p>
        </w:tc>
      </w:tr>
      <w:tr w:rsidR="002E63A2" w:rsidRPr="002E63A2" w:rsidTr="002E63A2">
        <w:trPr>
          <w:trHeight w:val="4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Субсидии автономным учреждениям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16 0 01 76530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620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1 675</w:t>
            </w:r>
          </w:p>
        </w:tc>
      </w:tr>
      <w:tr w:rsidR="002E63A2" w:rsidRPr="002E63A2" w:rsidTr="002E63A2">
        <w:trPr>
          <w:trHeight w:val="99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Мероприятие "Приведение в нормативное состояние объектов социальной сферы"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16 0 03 00000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49</w:t>
            </w:r>
          </w:p>
        </w:tc>
      </w:tr>
      <w:tr w:rsidR="002E63A2" w:rsidRPr="002E63A2" w:rsidTr="002E63A2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Капитальный ремонт и ремонт объектов социальной сферы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16 0 03 73680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49</w:t>
            </w:r>
          </w:p>
        </w:tc>
      </w:tr>
      <w:tr w:rsidR="002E63A2" w:rsidRPr="002E63A2" w:rsidTr="002E63A2">
        <w:trPr>
          <w:trHeight w:val="97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16 0 03 73680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49</w:t>
            </w:r>
          </w:p>
        </w:tc>
      </w:tr>
      <w:tr w:rsidR="002E63A2" w:rsidRPr="002E63A2" w:rsidTr="002E63A2">
        <w:trPr>
          <w:trHeight w:val="98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16 0 03 73680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49</w:t>
            </w:r>
          </w:p>
        </w:tc>
      </w:tr>
      <w:tr w:rsidR="002E63A2" w:rsidRPr="002E63A2" w:rsidTr="002E63A2">
        <w:trPr>
          <w:trHeight w:val="98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Мероприятие "Проект "Старшее поколение" в рамках реализации национального проекта "Демография""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 xml:space="preserve">16 0 P3 00000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296</w:t>
            </w:r>
          </w:p>
        </w:tc>
      </w:tr>
      <w:tr w:rsidR="002E63A2" w:rsidRPr="002E63A2" w:rsidTr="002E63A2">
        <w:trPr>
          <w:trHeight w:val="7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 xml:space="preserve">Организация социального обслуживания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 xml:space="preserve">16 0 P3 19320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296</w:t>
            </w:r>
          </w:p>
        </w:tc>
      </w:tr>
      <w:tr w:rsidR="002E63A2" w:rsidRPr="002E63A2" w:rsidTr="002E63A2">
        <w:trPr>
          <w:trHeight w:val="10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 xml:space="preserve">16 0 P3 19320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296</w:t>
            </w:r>
          </w:p>
        </w:tc>
      </w:tr>
      <w:tr w:rsidR="002E63A2" w:rsidRPr="002E63A2" w:rsidTr="002E63A2">
        <w:trPr>
          <w:trHeight w:val="4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 xml:space="preserve">Субсидии автономным </w:t>
            </w:r>
            <w:r w:rsidRPr="002E63A2">
              <w:lastRenderedPageBreak/>
              <w:t>учреждениям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lastRenderedPageBreak/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 xml:space="preserve">16 0 P3 19320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296</w:t>
            </w:r>
          </w:p>
        </w:tc>
      </w:tr>
      <w:tr w:rsidR="002E63A2" w:rsidRPr="002E63A2" w:rsidTr="002E63A2">
        <w:trPr>
          <w:trHeight w:val="51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lastRenderedPageBreak/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Социальное обеспечение населения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4 806</w:t>
            </w:r>
          </w:p>
        </w:tc>
      </w:tr>
      <w:tr w:rsidR="002E63A2" w:rsidRPr="002E63A2" w:rsidTr="002E63A2">
        <w:trPr>
          <w:trHeight w:val="17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Мероприятие "Обеспечение предоставления мер социальной поддержки гражданам, имеющим право на их получение в соответствии с действующим законодательством"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 xml:space="preserve">03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16 0 02 00000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4 668</w:t>
            </w:r>
          </w:p>
        </w:tc>
      </w:tr>
      <w:tr w:rsidR="002E63A2" w:rsidRPr="002E63A2" w:rsidTr="002E63A2">
        <w:trPr>
          <w:trHeight w:val="99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3 394</w:t>
            </w:r>
          </w:p>
        </w:tc>
      </w:tr>
      <w:tr w:rsidR="002E63A2" w:rsidRPr="002E63A2" w:rsidTr="002E63A2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18</w:t>
            </w:r>
          </w:p>
        </w:tc>
      </w:tr>
      <w:tr w:rsidR="002E63A2" w:rsidRPr="002E63A2" w:rsidTr="002E63A2">
        <w:trPr>
          <w:trHeight w:val="97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18</w:t>
            </w:r>
          </w:p>
        </w:tc>
      </w:tr>
      <w:tr w:rsidR="002E63A2" w:rsidRPr="002E63A2" w:rsidTr="002E63A2">
        <w:trPr>
          <w:trHeight w:val="85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Социальное обеспечение и иные выплаты населению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3 074</w:t>
            </w:r>
          </w:p>
        </w:tc>
      </w:tr>
      <w:tr w:rsidR="002E63A2" w:rsidRPr="002E63A2" w:rsidTr="002E63A2">
        <w:trPr>
          <w:trHeight w:val="7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Публичные нормативные социальные выплаты гражданам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3 074</w:t>
            </w:r>
          </w:p>
        </w:tc>
      </w:tr>
      <w:tr w:rsidR="002E63A2" w:rsidRPr="002E63A2" w:rsidTr="002E63A2">
        <w:trPr>
          <w:trHeight w:val="10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302</w:t>
            </w:r>
          </w:p>
        </w:tc>
      </w:tr>
      <w:tr w:rsidR="002E63A2" w:rsidRPr="002E63A2" w:rsidTr="002E63A2">
        <w:trPr>
          <w:trHeight w:val="4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Субсидии автономным учреждениям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16 0 02 19340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302</w:t>
            </w:r>
          </w:p>
        </w:tc>
      </w:tr>
      <w:tr w:rsidR="002E63A2" w:rsidRPr="002E63A2" w:rsidTr="002E63A2">
        <w:trPr>
          <w:trHeight w:val="10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 xml:space="preserve">Социальная поддержка отдельных категорий граждан в отношении проезда на транспорте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16 0 02 19360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974</w:t>
            </w:r>
          </w:p>
        </w:tc>
      </w:tr>
      <w:tr w:rsidR="002E63A2" w:rsidRPr="002E63A2" w:rsidTr="002E63A2">
        <w:trPr>
          <w:trHeight w:val="44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Иные бюджетные ассигнования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16 0 02 19360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974</w:t>
            </w:r>
          </w:p>
        </w:tc>
      </w:tr>
      <w:tr w:rsidR="002E63A2" w:rsidRPr="002E63A2" w:rsidTr="002E63A2">
        <w:trPr>
          <w:trHeight w:val="175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16 0 02 19360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810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974</w:t>
            </w:r>
          </w:p>
        </w:tc>
      </w:tr>
      <w:tr w:rsidR="002E63A2" w:rsidRPr="002E63A2" w:rsidTr="002E63A2">
        <w:trPr>
          <w:trHeight w:val="80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 xml:space="preserve">Оказание материальной помощи населению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16 0 02 71240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300</w:t>
            </w:r>
          </w:p>
        </w:tc>
      </w:tr>
      <w:tr w:rsidR="002E63A2" w:rsidRPr="002E63A2" w:rsidTr="002E63A2">
        <w:trPr>
          <w:trHeight w:val="10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16 0 02 71240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</w:t>
            </w:r>
          </w:p>
        </w:tc>
      </w:tr>
      <w:tr w:rsidR="002E63A2" w:rsidRPr="002E63A2" w:rsidTr="002E63A2">
        <w:trPr>
          <w:trHeight w:val="10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lastRenderedPageBreak/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16 0 02 71240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</w:t>
            </w:r>
          </w:p>
        </w:tc>
      </w:tr>
      <w:tr w:rsidR="002E63A2" w:rsidRPr="002E63A2" w:rsidTr="002E63A2">
        <w:trPr>
          <w:trHeight w:val="80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Социальное обеспечение и иные выплаты населению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16 0 02 71240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297</w:t>
            </w:r>
          </w:p>
        </w:tc>
      </w:tr>
      <w:tr w:rsidR="002E63A2" w:rsidRPr="002E63A2" w:rsidTr="002E63A2">
        <w:trPr>
          <w:trHeight w:val="10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16 0 02 71240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297</w:t>
            </w:r>
          </w:p>
        </w:tc>
      </w:tr>
      <w:tr w:rsidR="002E63A2" w:rsidRPr="002E63A2" w:rsidTr="002E63A2">
        <w:trPr>
          <w:trHeight w:val="12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Мероприятие "Обеспечение взаимодействия с общественными организациями ветеранов и их поддержка"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16 0 04 00000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138</w:t>
            </w:r>
          </w:p>
        </w:tc>
      </w:tr>
      <w:tr w:rsidR="002E63A2" w:rsidRPr="002E63A2" w:rsidTr="002E63A2">
        <w:trPr>
          <w:trHeight w:val="6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Поддержка общественных организаций ветеранов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16 0 04 70337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138</w:t>
            </w:r>
          </w:p>
        </w:tc>
      </w:tr>
      <w:tr w:rsidR="002E63A2" w:rsidRPr="002E63A2" w:rsidTr="002E63A2">
        <w:trPr>
          <w:trHeight w:val="99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16 0 04 70337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138</w:t>
            </w:r>
          </w:p>
        </w:tc>
      </w:tr>
      <w:tr w:rsidR="002E63A2" w:rsidRPr="002E63A2" w:rsidTr="002E63A2">
        <w:trPr>
          <w:trHeight w:val="12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16 0 04 70337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138</w:t>
            </w:r>
          </w:p>
        </w:tc>
      </w:tr>
      <w:tr w:rsidR="002E63A2" w:rsidRPr="002E63A2" w:rsidTr="002E63A2">
        <w:trPr>
          <w:trHeight w:val="15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"Основные направления градостроительной политики и жилищного строительства Упоровского муниципального района"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Администрация Упоровского муниципального района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62 415</w:t>
            </w:r>
          </w:p>
        </w:tc>
      </w:tr>
      <w:tr w:rsidR="002E63A2" w:rsidRPr="002E63A2" w:rsidTr="002E63A2">
        <w:trPr>
          <w:trHeight w:val="4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НАЦИОНАЛЬНАЯ ЭКОНОМИКА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38 120</w:t>
            </w:r>
          </w:p>
        </w:tc>
      </w:tr>
      <w:tr w:rsidR="002E63A2" w:rsidRPr="002E63A2" w:rsidTr="002E63A2">
        <w:trPr>
          <w:trHeight w:val="51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Транспорт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36 960</w:t>
            </w:r>
          </w:p>
        </w:tc>
      </w:tr>
      <w:tr w:rsidR="002E63A2" w:rsidRPr="002E63A2" w:rsidTr="002E63A2">
        <w:trPr>
          <w:trHeight w:val="134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Мероприятие "Удовлетворение потребности населения в качественном обслуживании автомобильным транспортом"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17 0 01 00000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36 960</w:t>
            </w:r>
          </w:p>
        </w:tc>
      </w:tr>
      <w:tr w:rsidR="002E63A2" w:rsidRPr="002E63A2" w:rsidTr="002E63A2">
        <w:trPr>
          <w:trHeight w:val="19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Регулирование тарифов на перевозку пассажиров и багажа автомобильным транспортом в городском (</w:t>
            </w:r>
            <w:proofErr w:type="spellStart"/>
            <w:r w:rsidRPr="002E63A2">
              <w:t>внутрипоселковом</w:t>
            </w:r>
            <w:proofErr w:type="spellEnd"/>
            <w:r w:rsidRPr="002E63A2">
              <w:t>) сообщении и в пригородном сообщении до садоводческих товариществ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17 0 01 71920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290</w:t>
            </w:r>
          </w:p>
        </w:tc>
      </w:tr>
      <w:tr w:rsidR="002E63A2" w:rsidRPr="002E63A2" w:rsidTr="002E63A2">
        <w:trPr>
          <w:trHeight w:val="224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lastRenderedPageBreak/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17 0 01 71920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280</w:t>
            </w:r>
          </w:p>
        </w:tc>
      </w:tr>
      <w:tr w:rsidR="002E63A2" w:rsidRPr="002E63A2" w:rsidTr="002E63A2">
        <w:trPr>
          <w:trHeight w:val="10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Расходы на выплаты персоналу государственных (муниципальных) органов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17 0 01 71920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280</w:t>
            </w:r>
          </w:p>
        </w:tc>
      </w:tr>
      <w:tr w:rsidR="002E63A2" w:rsidRPr="002E63A2" w:rsidTr="002E63A2">
        <w:trPr>
          <w:trHeight w:val="10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17 0 01 71920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</w:tr>
      <w:tr w:rsidR="002E63A2" w:rsidRPr="002E63A2" w:rsidTr="002E63A2">
        <w:trPr>
          <w:trHeight w:val="10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17 0 01 71920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</w:tr>
      <w:tr w:rsidR="002E63A2" w:rsidRPr="002E63A2" w:rsidTr="002E63A2">
        <w:trPr>
          <w:trHeight w:val="13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Выдача разрешений на осуществление деятельности по перевозке пассажиров и багажа легковым такси в Тюменской области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17 0 01 71922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145</w:t>
            </w:r>
          </w:p>
        </w:tc>
      </w:tr>
      <w:tr w:rsidR="002E63A2" w:rsidRPr="002E63A2" w:rsidTr="002E63A2">
        <w:trPr>
          <w:trHeight w:val="22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17 0 01 71922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145</w:t>
            </w:r>
          </w:p>
        </w:tc>
      </w:tr>
      <w:tr w:rsidR="002E63A2" w:rsidRPr="002E63A2" w:rsidTr="002E63A2">
        <w:trPr>
          <w:trHeight w:val="10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Расходы на выплаты персоналу государственных (муниципальных) органов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17 0 01 71922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145</w:t>
            </w:r>
          </w:p>
        </w:tc>
      </w:tr>
      <w:tr w:rsidR="002E63A2" w:rsidRPr="002E63A2" w:rsidTr="002E63A2">
        <w:trPr>
          <w:trHeight w:val="99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Мероприятия, направленные на организацию транспортного обслуживания населения района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17 0 01 77760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36 525</w:t>
            </w:r>
          </w:p>
        </w:tc>
      </w:tr>
      <w:tr w:rsidR="002E63A2" w:rsidRPr="002E63A2" w:rsidTr="002E63A2">
        <w:trPr>
          <w:trHeight w:val="111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17 0 01 77760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36 525</w:t>
            </w:r>
          </w:p>
        </w:tc>
      </w:tr>
      <w:tr w:rsidR="002E63A2" w:rsidRPr="002E63A2" w:rsidTr="002E63A2">
        <w:trPr>
          <w:trHeight w:val="10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08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17 0 01 77760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36 525</w:t>
            </w:r>
          </w:p>
        </w:tc>
      </w:tr>
      <w:tr w:rsidR="002E63A2" w:rsidRPr="002E63A2" w:rsidTr="002E63A2">
        <w:trPr>
          <w:trHeight w:val="74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Другие вопросы в области национальной экономики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1 160</w:t>
            </w:r>
          </w:p>
        </w:tc>
      </w:tr>
      <w:tr w:rsidR="002E63A2" w:rsidRPr="002E63A2" w:rsidTr="002E63A2">
        <w:trPr>
          <w:trHeight w:val="200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lastRenderedPageBreak/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Мероприятие "Создание условий для устойчивого, безопасного и комплексного развития территорий Упоровского муниципального района в целях обеспечения благоприятной среды для проживания населения"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17 0 03 00000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1 160</w:t>
            </w:r>
          </w:p>
        </w:tc>
      </w:tr>
      <w:tr w:rsidR="002E63A2" w:rsidRPr="002E63A2" w:rsidTr="002E63A2">
        <w:trPr>
          <w:trHeight w:val="10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Ведение информационной системы обеспечения градостроительной деятельности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17 0 03 73380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1 160</w:t>
            </w:r>
          </w:p>
        </w:tc>
      </w:tr>
      <w:tr w:rsidR="002E63A2" w:rsidRPr="002E63A2" w:rsidTr="002E63A2">
        <w:trPr>
          <w:trHeight w:val="111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17 0 03 73380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1 160</w:t>
            </w:r>
          </w:p>
        </w:tc>
      </w:tr>
      <w:tr w:rsidR="002E63A2" w:rsidRPr="002E63A2" w:rsidTr="002E63A2">
        <w:trPr>
          <w:trHeight w:val="10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17 0 03 73380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1 160</w:t>
            </w:r>
          </w:p>
        </w:tc>
      </w:tr>
      <w:tr w:rsidR="002E63A2" w:rsidRPr="002E63A2" w:rsidTr="002E63A2">
        <w:trPr>
          <w:trHeight w:val="80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ЖИЛИЩНО-КОММУНАЛЬНОЕ ХОЗЯЙСТВО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20 632</w:t>
            </w:r>
          </w:p>
        </w:tc>
      </w:tr>
      <w:tr w:rsidR="002E63A2" w:rsidRPr="002E63A2" w:rsidTr="002E63A2">
        <w:trPr>
          <w:trHeight w:val="4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Жилищное хозяйство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20 632</w:t>
            </w:r>
          </w:p>
        </w:tc>
      </w:tr>
      <w:tr w:rsidR="002E63A2" w:rsidRPr="002E63A2" w:rsidTr="002E63A2">
        <w:trPr>
          <w:trHeight w:val="15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Мероприятие "Инженерная подготовка территорий под жилищное строительство, в том числе индивидуальное"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17 0 05 00000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11 933</w:t>
            </w:r>
          </w:p>
        </w:tc>
      </w:tr>
      <w:tr w:rsidR="002E63A2" w:rsidRPr="002E63A2" w:rsidTr="002E63A2">
        <w:trPr>
          <w:trHeight w:val="17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Инженерная подготовка предоставляемых многодетным семьям участков, расположенных на площадках для индивидуального жилищного строительства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17 0 05 29570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11 933</w:t>
            </w:r>
          </w:p>
        </w:tc>
      </w:tr>
      <w:tr w:rsidR="002E63A2" w:rsidRPr="002E63A2" w:rsidTr="002E63A2">
        <w:trPr>
          <w:trHeight w:val="110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17 0 05 29570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11 933</w:t>
            </w:r>
          </w:p>
        </w:tc>
      </w:tr>
      <w:tr w:rsidR="002E63A2" w:rsidRPr="002E63A2" w:rsidTr="002E63A2">
        <w:trPr>
          <w:trHeight w:val="110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17 0 05 29570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11 933</w:t>
            </w:r>
          </w:p>
        </w:tc>
      </w:tr>
      <w:tr w:rsidR="002E63A2" w:rsidRPr="002E63A2" w:rsidTr="002E63A2">
        <w:trPr>
          <w:trHeight w:val="64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Мероприятие "Переселение граждан из аварийного жилищного фонда"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17 0 08 00000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8 699</w:t>
            </w:r>
          </w:p>
        </w:tc>
      </w:tr>
      <w:tr w:rsidR="002E63A2" w:rsidRPr="002E63A2" w:rsidTr="002E63A2">
        <w:trPr>
          <w:trHeight w:val="22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lastRenderedPageBreak/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17 0 08 09602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8 699</w:t>
            </w:r>
          </w:p>
        </w:tc>
      </w:tr>
      <w:tr w:rsidR="002E63A2" w:rsidRPr="002E63A2" w:rsidTr="002E63A2">
        <w:trPr>
          <w:trHeight w:val="10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17 0 08 09602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8 699</w:t>
            </w:r>
          </w:p>
        </w:tc>
      </w:tr>
      <w:tr w:rsidR="002E63A2" w:rsidRPr="002E63A2" w:rsidTr="002E63A2">
        <w:trPr>
          <w:trHeight w:val="4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Бюджетные инвестиции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17 0 08 09602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410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8 699</w:t>
            </w:r>
          </w:p>
        </w:tc>
      </w:tr>
      <w:tr w:rsidR="002E63A2" w:rsidRPr="002E63A2" w:rsidTr="002E63A2">
        <w:trPr>
          <w:trHeight w:val="4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СОЦИАЛЬНАЯ ПОЛИТИКА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3 663</w:t>
            </w:r>
          </w:p>
        </w:tc>
      </w:tr>
      <w:tr w:rsidR="002E63A2" w:rsidRPr="002E63A2" w:rsidTr="002E63A2">
        <w:trPr>
          <w:trHeight w:val="4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Охрана семьи и детства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3 663</w:t>
            </w:r>
          </w:p>
        </w:tc>
      </w:tr>
      <w:tr w:rsidR="002E63A2" w:rsidRPr="002E63A2" w:rsidTr="002E63A2">
        <w:trPr>
          <w:trHeight w:val="16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Мероприятие "Региональный проект "Жилье" в рамках реализации национального проекта "Жилье и городская среда""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17 0 F1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3 663</w:t>
            </w:r>
          </w:p>
        </w:tc>
      </w:tr>
      <w:tr w:rsidR="002E63A2" w:rsidRPr="002E63A2" w:rsidTr="002E63A2">
        <w:trPr>
          <w:trHeight w:val="22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Мероприятия по обеспечению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17 0 F1 L4970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3 663</w:t>
            </w:r>
          </w:p>
        </w:tc>
      </w:tr>
      <w:tr w:rsidR="002E63A2" w:rsidRPr="002E63A2" w:rsidTr="002E63A2">
        <w:trPr>
          <w:trHeight w:val="74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Социальное обеспечение и иные выплаты населению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17 0 F1 L4970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3 663</w:t>
            </w:r>
          </w:p>
        </w:tc>
      </w:tr>
      <w:tr w:rsidR="002E63A2" w:rsidRPr="002E63A2" w:rsidTr="002E63A2">
        <w:trPr>
          <w:trHeight w:val="10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17 0 F1 L4970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3 663</w:t>
            </w:r>
          </w:p>
        </w:tc>
      </w:tr>
      <w:tr w:rsidR="002E63A2" w:rsidRPr="002E63A2" w:rsidTr="002E63A2">
        <w:trPr>
          <w:trHeight w:val="15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"Основные направления развития агропромышленного комплекса Упоровского муниципального района"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Администрация Упоровского муниципального района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4 621</w:t>
            </w:r>
          </w:p>
        </w:tc>
      </w:tr>
      <w:tr w:rsidR="002E63A2" w:rsidRPr="002E63A2" w:rsidTr="002E63A2">
        <w:trPr>
          <w:trHeight w:val="4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НАЦИОНАЛЬНАЯ ЭКОНОМИКА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4 621</w:t>
            </w:r>
          </w:p>
        </w:tc>
      </w:tr>
      <w:tr w:rsidR="002E63A2" w:rsidRPr="002E63A2" w:rsidTr="002E63A2">
        <w:trPr>
          <w:trHeight w:val="51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Сельское хозяйство и рыболовство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4 621</w:t>
            </w:r>
          </w:p>
        </w:tc>
      </w:tr>
      <w:tr w:rsidR="002E63A2" w:rsidRPr="002E63A2" w:rsidTr="002E63A2">
        <w:trPr>
          <w:trHeight w:val="85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 xml:space="preserve">Поддержка сельскохозяйственного производства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18 0 00 19190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4 060</w:t>
            </w:r>
          </w:p>
        </w:tc>
      </w:tr>
      <w:tr w:rsidR="002E63A2" w:rsidRPr="002E63A2" w:rsidTr="002E63A2">
        <w:trPr>
          <w:trHeight w:val="24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lastRenderedPageBreak/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18 0 00 19190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3 715</w:t>
            </w:r>
          </w:p>
        </w:tc>
      </w:tr>
      <w:tr w:rsidR="002E63A2" w:rsidRPr="002E63A2" w:rsidTr="002E63A2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Расходы на выплаты персоналу государственных (муниципальных) органов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18 0 00 19190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3 715</w:t>
            </w:r>
          </w:p>
        </w:tc>
      </w:tr>
      <w:tr w:rsidR="002E63A2" w:rsidRPr="002E63A2" w:rsidTr="002E63A2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18 0 00 19190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345</w:t>
            </w:r>
          </w:p>
        </w:tc>
      </w:tr>
      <w:tr w:rsidR="002E63A2" w:rsidRPr="002E63A2" w:rsidTr="002E63A2">
        <w:trPr>
          <w:trHeight w:val="111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18 0 00 19190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345</w:t>
            </w:r>
          </w:p>
        </w:tc>
      </w:tr>
      <w:tr w:rsidR="002E63A2" w:rsidRPr="002E63A2" w:rsidTr="002E63A2">
        <w:trPr>
          <w:trHeight w:val="7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Мероприятия в области сельскохозяйственного производства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18 0 00 78810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408</w:t>
            </w:r>
          </w:p>
        </w:tc>
      </w:tr>
      <w:tr w:rsidR="002E63A2" w:rsidRPr="002E63A2" w:rsidTr="002E63A2">
        <w:trPr>
          <w:trHeight w:val="111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18 0 00 78810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32</w:t>
            </w:r>
          </w:p>
        </w:tc>
      </w:tr>
      <w:tr w:rsidR="002E63A2" w:rsidRPr="002E63A2" w:rsidTr="002E63A2">
        <w:trPr>
          <w:trHeight w:val="111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18 0 00 78810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32</w:t>
            </w:r>
          </w:p>
        </w:tc>
      </w:tr>
      <w:tr w:rsidR="002E63A2" w:rsidRPr="002E63A2" w:rsidTr="002E63A2">
        <w:trPr>
          <w:trHeight w:val="67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Социальное обеспечение и иные выплаты населению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18 0 00 78810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341</w:t>
            </w:r>
          </w:p>
        </w:tc>
      </w:tr>
      <w:tr w:rsidR="002E63A2" w:rsidRPr="002E63A2" w:rsidTr="002E63A2">
        <w:trPr>
          <w:trHeight w:val="38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Премии и гранты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18 0 00 78810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341</w:t>
            </w:r>
          </w:p>
        </w:tc>
      </w:tr>
      <w:tr w:rsidR="002E63A2" w:rsidRPr="002E63A2" w:rsidTr="002E63A2">
        <w:trPr>
          <w:trHeight w:val="9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18 0 00 78810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35</w:t>
            </w:r>
          </w:p>
        </w:tc>
      </w:tr>
      <w:tr w:rsidR="002E63A2" w:rsidRPr="002E63A2" w:rsidTr="002E63A2">
        <w:trPr>
          <w:trHeight w:val="4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Субсидии автономным учреждениям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18 0 00 78810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35</w:t>
            </w:r>
          </w:p>
        </w:tc>
      </w:tr>
      <w:tr w:rsidR="002E63A2" w:rsidRPr="002E63A2" w:rsidTr="002E63A2">
        <w:trPr>
          <w:trHeight w:val="128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18 0 00 R5430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153</w:t>
            </w:r>
          </w:p>
        </w:tc>
      </w:tr>
      <w:tr w:rsidR="002E63A2" w:rsidRPr="002E63A2" w:rsidTr="002E63A2">
        <w:trPr>
          <w:trHeight w:val="4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Иные бюджетные ассигнования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18 0 00 R5430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800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153</w:t>
            </w:r>
          </w:p>
        </w:tc>
      </w:tr>
      <w:tr w:rsidR="002E63A2" w:rsidRPr="002E63A2" w:rsidTr="002E63A2">
        <w:trPr>
          <w:trHeight w:val="16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18 0 00 R5430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810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153</w:t>
            </w:r>
          </w:p>
        </w:tc>
      </w:tr>
      <w:tr w:rsidR="002E63A2" w:rsidRPr="002E63A2" w:rsidTr="002E63A2">
        <w:trPr>
          <w:trHeight w:val="158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lastRenderedPageBreak/>
              <w:t>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"Защита населения и территории Упоровского муниципального района от чрезвычайных ситуаций природного и техногенного характера, проведение мероприятий по гражданской обороне"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Администрация Упоровского муниципального района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537</w:t>
            </w:r>
          </w:p>
        </w:tc>
      </w:tr>
      <w:tr w:rsidR="002E63A2" w:rsidRPr="002E63A2" w:rsidTr="002E63A2">
        <w:trPr>
          <w:trHeight w:val="12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НАЦИОНАЛЬНАЯ БЕЗОПАСНОСТЬ И ПРАВООХРАНИТЕЛЬНАЯ ДЕЯТЕЛЬНОСТЬ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537</w:t>
            </w:r>
          </w:p>
        </w:tc>
      </w:tr>
      <w:tr w:rsidR="002E63A2" w:rsidRPr="002E63A2" w:rsidTr="002E63A2">
        <w:trPr>
          <w:trHeight w:val="14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537</w:t>
            </w:r>
          </w:p>
        </w:tc>
      </w:tr>
      <w:tr w:rsidR="002E63A2" w:rsidRPr="002E63A2" w:rsidTr="002E63A2">
        <w:trPr>
          <w:trHeight w:val="20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Мероприятие "Повышение уровня защиты населения и территории района от опасностей военного времени и от угроз, возникающих при чрезвычайных ситуациях природного и техногенного характера"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19 0 01 00000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537</w:t>
            </w:r>
          </w:p>
        </w:tc>
      </w:tr>
      <w:tr w:rsidR="002E63A2" w:rsidRPr="002E63A2" w:rsidTr="002E63A2">
        <w:trPr>
          <w:trHeight w:val="134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 xml:space="preserve">Мероприятия по предупреждению и ликвидации последствий чрезвычайных ситуаций и стихийных бедствий природного и техногенного характера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19 0 01 70180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482</w:t>
            </w:r>
          </w:p>
        </w:tc>
      </w:tr>
      <w:tr w:rsidR="002E63A2" w:rsidRPr="002E63A2" w:rsidTr="002E63A2">
        <w:trPr>
          <w:trHeight w:val="10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19 0 01 70180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482</w:t>
            </w:r>
          </w:p>
        </w:tc>
      </w:tr>
      <w:tr w:rsidR="002E63A2" w:rsidRPr="002E63A2" w:rsidTr="002E63A2">
        <w:trPr>
          <w:trHeight w:val="11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19 0 01 70180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482</w:t>
            </w:r>
          </w:p>
        </w:tc>
      </w:tr>
      <w:tr w:rsidR="002E63A2" w:rsidRPr="002E63A2" w:rsidTr="002E63A2">
        <w:trPr>
          <w:trHeight w:val="147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 xml:space="preserve">Организация мероприятий по обеспечению безопасности людей на водных объектах, охране их жизни и здоровья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19 0 01 70190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55</w:t>
            </w:r>
          </w:p>
        </w:tc>
      </w:tr>
      <w:tr w:rsidR="002E63A2" w:rsidRPr="002E63A2" w:rsidTr="002E63A2">
        <w:trPr>
          <w:trHeight w:val="4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Межбюджетные трансферты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19 0 01 70190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55</w:t>
            </w:r>
          </w:p>
        </w:tc>
      </w:tr>
      <w:tr w:rsidR="002E63A2" w:rsidRPr="002E63A2" w:rsidTr="002E63A2">
        <w:trPr>
          <w:trHeight w:val="50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Иные межбюджетные трансферты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19 0 01 70190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540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55</w:t>
            </w:r>
          </w:p>
        </w:tc>
      </w:tr>
      <w:tr w:rsidR="002E63A2" w:rsidRPr="002E63A2" w:rsidTr="002E63A2">
        <w:trPr>
          <w:trHeight w:val="25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lastRenderedPageBreak/>
              <w:t>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 xml:space="preserve">"Основные направления деятельности по реализации государственной политики в сферах национальных, государственно-конфессиональных, общественно-политических отношений и профилактике экстремистских проявлений в Упоровском муниципальном районе"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Администрация Упоровского муниципального района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178</w:t>
            </w:r>
          </w:p>
        </w:tc>
      </w:tr>
      <w:tr w:rsidR="002E63A2" w:rsidRPr="002E63A2" w:rsidTr="002E63A2">
        <w:trPr>
          <w:trHeight w:val="44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КУЛЬТУРА, КИНЕМАТОГРАФИЯ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178</w:t>
            </w:r>
          </w:p>
        </w:tc>
      </w:tr>
      <w:tr w:rsidR="002E63A2" w:rsidRPr="002E63A2" w:rsidTr="002E63A2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Другие вопросы в области культуры, кинематографии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178</w:t>
            </w:r>
          </w:p>
        </w:tc>
      </w:tr>
      <w:tr w:rsidR="002E63A2" w:rsidRPr="002E63A2" w:rsidTr="002E63A2">
        <w:trPr>
          <w:trHeight w:val="104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 xml:space="preserve">Мероприятия по укреплению межнационального и межконфессионального согласия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20 0 00 79010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178</w:t>
            </w:r>
          </w:p>
        </w:tc>
      </w:tr>
      <w:tr w:rsidR="002E63A2" w:rsidRPr="002E63A2" w:rsidTr="002E63A2">
        <w:trPr>
          <w:trHeight w:val="110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20 0 00 79010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178</w:t>
            </w:r>
          </w:p>
        </w:tc>
      </w:tr>
      <w:tr w:rsidR="002E63A2" w:rsidRPr="002E63A2" w:rsidTr="002E63A2">
        <w:trPr>
          <w:trHeight w:val="4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Субсидии автономным учреждениям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20 0 00 79010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178</w:t>
            </w:r>
          </w:p>
        </w:tc>
      </w:tr>
      <w:tr w:rsidR="002E63A2" w:rsidRPr="002E63A2" w:rsidTr="002E63A2">
        <w:trPr>
          <w:trHeight w:val="15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"Улучшение условий и охраны труда в Упоровском муниципальном районе Тюменской области"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Администрация Упоровского муниципального района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67</w:t>
            </w:r>
          </w:p>
        </w:tc>
      </w:tr>
      <w:tr w:rsidR="002E63A2" w:rsidRPr="002E63A2" w:rsidTr="002E63A2">
        <w:trPr>
          <w:trHeight w:val="38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КУЛЬТУРА, КИНЕМАТОГРАФИЯ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25</w:t>
            </w:r>
          </w:p>
        </w:tc>
      </w:tr>
      <w:tr w:rsidR="002E63A2" w:rsidRPr="002E63A2" w:rsidTr="002E63A2">
        <w:trPr>
          <w:trHeight w:val="39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Культура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25</w:t>
            </w:r>
          </w:p>
        </w:tc>
      </w:tr>
      <w:tr w:rsidR="002E63A2" w:rsidRPr="002E63A2" w:rsidTr="002E63A2">
        <w:trPr>
          <w:trHeight w:val="129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Мероприятие "Увеличение количества рабочих мест соответствующих нормативным требованиям охраны труда"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21 0 01 00000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25</w:t>
            </w:r>
          </w:p>
        </w:tc>
      </w:tr>
      <w:tr w:rsidR="002E63A2" w:rsidRPr="002E63A2" w:rsidTr="002E63A2">
        <w:trPr>
          <w:trHeight w:val="99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Расходы на обеспечение деятельности (оказание услуг) муниципальных учреждений культуры и библиотек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21 0 01 73570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25</w:t>
            </w:r>
          </w:p>
        </w:tc>
      </w:tr>
      <w:tr w:rsidR="002E63A2" w:rsidRPr="002E63A2" w:rsidTr="002E63A2">
        <w:trPr>
          <w:trHeight w:val="97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21 0 01 73570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25</w:t>
            </w:r>
          </w:p>
        </w:tc>
      </w:tr>
      <w:tr w:rsidR="002E63A2" w:rsidRPr="002E63A2" w:rsidTr="002E63A2">
        <w:trPr>
          <w:trHeight w:val="4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Субсидии автономным учреждениям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08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21 0 01 73570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25</w:t>
            </w:r>
          </w:p>
        </w:tc>
      </w:tr>
      <w:tr w:rsidR="002E63A2" w:rsidRPr="002E63A2" w:rsidTr="002E63A2">
        <w:trPr>
          <w:trHeight w:val="4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СОЦИАЛЬНАЯ ПОЛИТИКА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42</w:t>
            </w:r>
          </w:p>
        </w:tc>
      </w:tr>
      <w:tr w:rsidR="002E63A2" w:rsidRPr="002E63A2" w:rsidTr="002E63A2">
        <w:trPr>
          <w:trHeight w:val="6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Социальное обслуживание населения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42</w:t>
            </w:r>
          </w:p>
        </w:tc>
      </w:tr>
      <w:tr w:rsidR="002E63A2" w:rsidRPr="002E63A2" w:rsidTr="002E63A2">
        <w:trPr>
          <w:trHeight w:val="117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lastRenderedPageBreak/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Мероприятие "Увеличение количества рабочих мест соответствующих нормативным требованиям охраны труда"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21 0 01 00000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42</w:t>
            </w:r>
          </w:p>
        </w:tc>
      </w:tr>
      <w:tr w:rsidR="002E63A2" w:rsidRPr="002E63A2" w:rsidTr="002E63A2">
        <w:trPr>
          <w:trHeight w:val="5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 xml:space="preserve">Организация социального обслуживания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21 0 01 19320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42</w:t>
            </w:r>
          </w:p>
        </w:tc>
      </w:tr>
      <w:tr w:rsidR="002E63A2" w:rsidRPr="002E63A2" w:rsidTr="002E63A2">
        <w:trPr>
          <w:trHeight w:val="104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21 0 01 19320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42</w:t>
            </w:r>
          </w:p>
        </w:tc>
      </w:tr>
      <w:tr w:rsidR="002E63A2" w:rsidRPr="002E63A2" w:rsidTr="002E63A2">
        <w:trPr>
          <w:trHeight w:val="4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Субсидии автономным учреждениям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21 0 01 19320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620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42</w:t>
            </w:r>
          </w:p>
        </w:tc>
      </w:tr>
      <w:tr w:rsidR="002E63A2" w:rsidRPr="002E63A2" w:rsidTr="002E63A2">
        <w:trPr>
          <w:trHeight w:val="16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"Устойчивое развитие сельских территорий Упоровского района Тюменской области"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Администрация Упоровского муниципального района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10 228</w:t>
            </w:r>
          </w:p>
        </w:tc>
      </w:tr>
      <w:tr w:rsidR="002E63A2" w:rsidRPr="002E63A2" w:rsidTr="002E63A2">
        <w:trPr>
          <w:trHeight w:val="7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ОБЩЕГОСУДАРСТВЕННЫЕ ВОПРОСЫ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290</w:t>
            </w:r>
          </w:p>
        </w:tc>
      </w:tr>
      <w:tr w:rsidR="002E63A2" w:rsidRPr="002E63A2" w:rsidTr="002E63A2">
        <w:trPr>
          <w:trHeight w:val="7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Другие общегосударственные вопросы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290</w:t>
            </w:r>
          </w:p>
        </w:tc>
      </w:tr>
      <w:tr w:rsidR="002E63A2" w:rsidRPr="002E63A2" w:rsidTr="002E63A2">
        <w:trPr>
          <w:trHeight w:val="115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Мероприятие "Улучшение условий жизнедеятельности на сельских территориях Упоровского района"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22 0 01 00000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290</w:t>
            </w:r>
          </w:p>
        </w:tc>
      </w:tr>
      <w:tr w:rsidR="002E63A2" w:rsidRPr="002E63A2" w:rsidTr="002E63A2">
        <w:trPr>
          <w:trHeight w:val="13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 xml:space="preserve">Исполнение управленческих функций по социальной поддержке отдельных категорий граждан по обеспечению жильем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22 0 01 19120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290</w:t>
            </w:r>
          </w:p>
        </w:tc>
      </w:tr>
      <w:tr w:rsidR="002E63A2" w:rsidRPr="002E63A2" w:rsidTr="002E63A2">
        <w:trPr>
          <w:trHeight w:val="220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22 0 01 19120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198</w:t>
            </w:r>
          </w:p>
        </w:tc>
      </w:tr>
      <w:tr w:rsidR="002E63A2" w:rsidRPr="002E63A2" w:rsidTr="002E63A2">
        <w:trPr>
          <w:trHeight w:val="109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Расходы на выплаты персоналу государственных (муниципальных) органов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22 0 01 19120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198</w:t>
            </w:r>
          </w:p>
        </w:tc>
      </w:tr>
      <w:tr w:rsidR="002E63A2" w:rsidRPr="002E63A2" w:rsidTr="002E63A2">
        <w:trPr>
          <w:trHeight w:val="112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22 0 01 19120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92</w:t>
            </w:r>
          </w:p>
        </w:tc>
      </w:tr>
      <w:tr w:rsidR="002E63A2" w:rsidRPr="002E63A2" w:rsidTr="002E63A2">
        <w:trPr>
          <w:trHeight w:val="10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22 0 01 19120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92</w:t>
            </w:r>
          </w:p>
        </w:tc>
      </w:tr>
      <w:tr w:rsidR="002E63A2" w:rsidRPr="002E63A2" w:rsidTr="002E63A2">
        <w:trPr>
          <w:trHeight w:val="37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lastRenderedPageBreak/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СОЦИАЛЬНАЯ ПОЛИТИКА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9 938</w:t>
            </w:r>
          </w:p>
        </w:tc>
      </w:tr>
      <w:tr w:rsidR="002E63A2" w:rsidRPr="002E63A2" w:rsidTr="002E63A2">
        <w:trPr>
          <w:trHeight w:val="4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Социальное обеспечение населения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9 938</w:t>
            </w:r>
          </w:p>
        </w:tc>
      </w:tr>
      <w:tr w:rsidR="002E63A2" w:rsidRPr="002E63A2" w:rsidTr="002E63A2">
        <w:trPr>
          <w:trHeight w:val="10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Мероприятие "Улучшение условий жизнедеятельности на сельских территориях Упоровского района"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22 0 01 00000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9 938</w:t>
            </w:r>
          </w:p>
        </w:tc>
      </w:tr>
      <w:tr w:rsidR="002E63A2" w:rsidRPr="002E63A2" w:rsidTr="002E63A2">
        <w:trPr>
          <w:trHeight w:val="16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Реализация мероприятий по устойчивому развитию сельских территорий (улучшение жилищных условий молодых семей и молодых специалистов, проживающих на селе)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22 0 01 L5671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9 938</w:t>
            </w:r>
          </w:p>
        </w:tc>
      </w:tr>
      <w:tr w:rsidR="002E63A2" w:rsidRPr="002E63A2" w:rsidTr="002E63A2">
        <w:trPr>
          <w:trHeight w:val="73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Социальное обеспечение и иные выплаты населению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22 0 01 L5671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9 938</w:t>
            </w:r>
          </w:p>
        </w:tc>
      </w:tr>
      <w:tr w:rsidR="002E63A2" w:rsidRPr="002E63A2" w:rsidTr="002E63A2">
        <w:trPr>
          <w:trHeight w:val="10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22 0 01 L5671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9 938</w:t>
            </w:r>
          </w:p>
        </w:tc>
      </w:tr>
      <w:tr w:rsidR="002E63A2" w:rsidRPr="002E63A2" w:rsidTr="002E63A2">
        <w:trPr>
          <w:trHeight w:val="154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"Комплексное развитие транспортной инфраструктуры Упоровского района и сельских поселений"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Администрация Упоровского муниципального района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39 212</w:t>
            </w:r>
          </w:p>
        </w:tc>
      </w:tr>
      <w:tr w:rsidR="002E63A2" w:rsidRPr="002E63A2" w:rsidTr="002E63A2">
        <w:trPr>
          <w:trHeight w:val="64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НАЦИОНАЛЬНАЯ ЭКОНОМИКА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39 212</w:t>
            </w:r>
          </w:p>
        </w:tc>
      </w:tr>
      <w:tr w:rsidR="002E63A2" w:rsidRPr="002E63A2" w:rsidTr="002E63A2">
        <w:trPr>
          <w:trHeight w:val="69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Дорожное хозяйство (дорожные фонды)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39 212</w:t>
            </w:r>
          </w:p>
        </w:tc>
      </w:tr>
      <w:tr w:rsidR="002E63A2" w:rsidRPr="002E63A2" w:rsidTr="002E63A2">
        <w:trPr>
          <w:trHeight w:val="16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Мероприятие "Создание современной, развитой и эффективной транспортной инфраструктуры, обеспечивающей ускорение товародвижения и снижения транспортных издержек в экономике"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23 0 01 00000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39 212</w:t>
            </w:r>
          </w:p>
        </w:tc>
      </w:tr>
      <w:tr w:rsidR="002E63A2" w:rsidRPr="002E63A2" w:rsidTr="002E63A2">
        <w:trPr>
          <w:trHeight w:val="10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 xml:space="preserve">Мероприятия по содержанию автомобильных дорог местного значения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23 0 01 77770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12 849</w:t>
            </w:r>
          </w:p>
        </w:tc>
      </w:tr>
      <w:tr w:rsidR="002E63A2" w:rsidRPr="002E63A2" w:rsidTr="002E63A2">
        <w:trPr>
          <w:trHeight w:val="10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23 0 01 77770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12 007</w:t>
            </w:r>
          </w:p>
        </w:tc>
      </w:tr>
      <w:tr w:rsidR="002E63A2" w:rsidRPr="002E63A2" w:rsidTr="002E63A2">
        <w:trPr>
          <w:trHeight w:val="110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23 0 01 77770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12 007</w:t>
            </w:r>
          </w:p>
        </w:tc>
      </w:tr>
      <w:tr w:rsidR="002E63A2" w:rsidRPr="002E63A2" w:rsidTr="002E63A2">
        <w:trPr>
          <w:trHeight w:val="46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Межбюджетные трансферты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23 0 01 77770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500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842</w:t>
            </w:r>
          </w:p>
        </w:tc>
      </w:tr>
      <w:tr w:rsidR="002E63A2" w:rsidRPr="002E63A2" w:rsidTr="002E63A2">
        <w:trPr>
          <w:trHeight w:val="45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 xml:space="preserve">Иные межбюджетные </w:t>
            </w:r>
            <w:r w:rsidRPr="002E63A2">
              <w:lastRenderedPageBreak/>
              <w:t>трансферты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lastRenderedPageBreak/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23 0 01 77770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540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842</w:t>
            </w:r>
          </w:p>
        </w:tc>
      </w:tr>
      <w:tr w:rsidR="002E63A2" w:rsidRPr="002E63A2" w:rsidTr="002E63A2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lastRenderedPageBreak/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 xml:space="preserve">Мероприятия по капитальному ремонту и ремонту автомобильных дорог местного значения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23 0 01 77780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10 758</w:t>
            </w:r>
          </w:p>
        </w:tc>
      </w:tr>
      <w:tr w:rsidR="002E63A2" w:rsidRPr="002E63A2" w:rsidTr="002E63A2">
        <w:trPr>
          <w:trHeight w:val="9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23 0 01 77780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10 758</w:t>
            </w:r>
          </w:p>
        </w:tc>
      </w:tr>
      <w:tr w:rsidR="002E63A2" w:rsidRPr="002E63A2" w:rsidTr="002E63A2">
        <w:trPr>
          <w:trHeight w:val="92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23 0 01 77780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10 758</w:t>
            </w:r>
          </w:p>
        </w:tc>
      </w:tr>
      <w:tr w:rsidR="002E63A2" w:rsidRPr="002E63A2" w:rsidTr="002E63A2">
        <w:trPr>
          <w:trHeight w:val="123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Мероприятия по капитальному ремонту и ремонту автомобильных дорог местного значения за счет средств дорожного фонда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23 0 01 78800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15 605</w:t>
            </w:r>
          </w:p>
        </w:tc>
      </w:tr>
      <w:tr w:rsidR="002E63A2" w:rsidRPr="002E63A2" w:rsidTr="002E63A2">
        <w:trPr>
          <w:trHeight w:val="9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23 0 01 78800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15 605</w:t>
            </w:r>
          </w:p>
        </w:tc>
      </w:tr>
      <w:tr w:rsidR="002E63A2" w:rsidRPr="002E63A2" w:rsidTr="002E63A2">
        <w:trPr>
          <w:trHeight w:val="9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04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09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23 0 01 78800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15 605</w:t>
            </w:r>
          </w:p>
        </w:tc>
      </w:tr>
      <w:tr w:rsidR="002E63A2" w:rsidRPr="002E63A2" w:rsidTr="002E63A2">
        <w:trPr>
          <w:trHeight w:val="4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ВСЕГО РАСХОДОВ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3A2" w:rsidRPr="002E63A2" w:rsidRDefault="002E63A2" w:rsidP="00E40FD3">
            <w:pPr>
              <w:pStyle w:val="Table"/>
            </w:pPr>
            <w:r w:rsidRPr="002E63A2">
              <w:t>760 422</w:t>
            </w:r>
          </w:p>
        </w:tc>
      </w:tr>
    </w:tbl>
    <w:p w:rsidR="00851CA1" w:rsidRPr="00E40FD3" w:rsidRDefault="001A2C49" w:rsidP="00E40FD3">
      <w:pPr>
        <w:widowControl w:val="0"/>
        <w:autoSpaceDE w:val="0"/>
        <w:autoSpaceDN w:val="0"/>
        <w:adjustRightInd w:val="0"/>
        <w:spacing w:line="360" w:lineRule="auto"/>
      </w:pPr>
      <w:r w:rsidRPr="00E40FD3">
        <w:t>15</w:t>
      </w:r>
      <w:r w:rsidR="005064B1" w:rsidRPr="00E40FD3">
        <w:t>. Приложение № 19 изложить в следующей редакции:</w:t>
      </w:r>
    </w:p>
    <w:tbl>
      <w:tblPr>
        <w:tblW w:w="1061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5"/>
        <w:gridCol w:w="1134"/>
        <w:gridCol w:w="1116"/>
        <w:gridCol w:w="1115"/>
      </w:tblGrid>
      <w:tr w:rsidR="005064B1" w:rsidRPr="005064B1" w:rsidTr="005064B1">
        <w:trPr>
          <w:trHeight w:val="735"/>
        </w:trPr>
        <w:tc>
          <w:tcPr>
            <w:tcW w:w="106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0"/>
            </w:pPr>
            <w:r w:rsidRPr="005064B1">
              <w:t xml:space="preserve">Расходы бюджета Упоровского муниципального района на выполнение переданных государственных полномочий в 2019-2021 годах </w:t>
            </w:r>
          </w:p>
        </w:tc>
      </w:tr>
      <w:tr w:rsidR="005064B1" w:rsidRPr="005064B1" w:rsidTr="005064B1">
        <w:trPr>
          <w:trHeight w:val="360"/>
        </w:trPr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0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0"/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 xml:space="preserve">                                                                                                                                                                                             (Тыс. руб.)</w:t>
            </w:r>
          </w:p>
        </w:tc>
      </w:tr>
      <w:tr w:rsidR="005064B1" w:rsidRPr="005064B1" w:rsidTr="005064B1">
        <w:trPr>
          <w:trHeight w:val="36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2019 г.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2020 г.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2021 г.</w:t>
            </w:r>
          </w:p>
        </w:tc>
      </w:tr>
      <w:tr w:rsidR="005064B1" w:rsidRPr="005064B1" w:rsidTr="005064B1">
        <w:trPr>
          <w:trHeight w:val="70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 xml:space="preserve">Социальная поддержка отдельных категорий граждан по обеспечению жильём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290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291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291</w:t>
            </w:r>
          </w:p>
        </w:tc>
      </w:tr>
      <w:tr w:rsidR="005064B1" w:rsidRPr="005064B1" w:rsidTr="005064B1">
        <w:trPr>
          <w:trHeight w:val="42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 xml:space="preserve">Государственная регистрация актов гражданского состояния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2925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2740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1746</w:t>
            </w:r>
          </w:p>
        </w:tc>
      </w:tr>
      <w:tr w:rsidR="005064B1" w:rsidRPr="005064B1" w:rsidTr="005064B1">
        <w:trPr>
          <w:trHeight w:val="73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Создание и организация комиссий по делам несовершеннолетних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1160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1162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1164</w:t>
            </w:r>
          </w:p>
        </w:tc>
      </w:tr>
      <w:tr w:rsidR="005064B1" w:rsidRPr="005064B1" w:rsidTr="005064B1">
        <w:trPr>
          <w:trHeight w:val="67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Выравнивание бюджетной обеспеченности  бюджетов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456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453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452</w:t>
            </w:r>
          </w:p>
        </w:tc>
      </w:tr>
      <w:tr w:rsidR="005064B1" w:rsidRPr="005064B1" w:rsidTr="005064B1">
        <w:trPr>
          <w:trHeight w:val="103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1737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1749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1807</w:t>
            </w:r>
          </w:p>
        </w:tc>
      </w:tr>
      <w:tr w:rsidR="005064B1" w:rsidRPr="005064B1" w:rsidTr="005064B1">
        <w:trPr>
          <w:trHeight w:val="72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 xml:space="preserve">Участие в осуществлении государственной политики в отношении соотечественников, проживающих за рубежом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64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64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64</w:t>
            </w:r>
          </w:p>
        </w:tc>
      </w:tr>
      <w:tr w:rsidR="005064B1" w:rsidRPr="005064B1" w:rsidTr="005064B1">
        <w:trPr>
          <w:trHeight w:val="4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Поддержка сельскохозяйственного производства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4060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4067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4074</w:t>
            </w:r>
          </w:p>
        </w:tc>
      </w:tr>
      <w:tr w:rsidR="005064B1" w:rsidRPr="005064B1" w:rsidTr="005064B1">
        <w:trPr>
          <w:trHeight w:val="132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lastRenderedPageBreak/>
              <w:t>Возмещение гражданам, ведущим личное подсобное хозяйство, сельскохозяйственным потребительским кооперативам и крестьянским (фермерским) хозяйствам части затрат на уплату процентов по займам и кредитам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653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0</w:t>
            </w:r>
          </w:p>
        </w:tc>
      </w:tr>
      <w:tr w:rsidR="005064B1" w:rsidRPr="005064B1" w:rsidTr="005064B1">
        <w:trPr>
          <w:trHeight w:val="384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Поддержка труднодоступных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489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489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489</w:t>
            </w:r>
          </w:p>
        </w:tc>
      </w:tr>
      <w:tr w:rsidR="005064B1" w:rsidRPr="005064B1" w:rsidTr="005064B1">
        <w:trPr>
          <w:trHeight w:val="123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Обеспечение государственных гарантий реализации прав  на получение общедоступного  и бесплатного дошкольного образования в муниципальных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51622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51635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51791</w:t>
            </w:r>
          </w:p>
        </w:tc>
      </w:tr>
      <w:tr w:rsidR="005064B1" w:rsidRPr="005064B1" w:rsidTr="005064B1">
        <w:trPr>
          <w:trHeight w:val="187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 xml:space="preserve">Обеспечение государственных гарантий реализации  прав  на получение общедоступного и бесплатного начального общего, основного общего, среднего общего образования в муниципальных образовательных организациях, а также в иных организациях, не являющихся муниципальными или частными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162 552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162 251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165 536</w:t>
            </w:r>
          </w:p>
        </w:tc>
      </w:tr>
      <w:tr w:rsidR="005064B1" w:rsidRPr="005064B1" w:rsidTr="005064B1">
        <w:trPr>
          <w:trHeight w:val="162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 xml:space="preserve">Организация предоставления психолого-педагогической, медицинской и социальной помощи </w:t>
            </w:r>
            <w:proofErr w:type="gramStart"/>
            <w:r w:rsidRPr="005064B1">
              <w:t>обучающимся</w:t>
            </w:r>
            <w:proofErr w:type="gramEnd"/>
            <w:r w:rsidRPr="005064B1">
              <w:t>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1 657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1 703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1 703</w:t>
            </w:r>
          </w:p>
        </w:tc>
      </w:tr>
      <w:tr w:rsidR="005064B1" w:rsidRPr="005064B1" w:rsidTr="005064B1">
        <w:trPr>
          <w:trHeight w:val="42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 xml:space="preserve">Организация социального обслуживания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24872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24717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24770</w:t>
            </w:r>
          </w:p>
        </w:tc>
      </w:tr>
      <w:tr w:rsidR="005064B1" w:rsidRPr="005064B1" w:rsidTr="005064B1">
        <w:trPr>
          <w:trHeight w:val="105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Социальная поддержка отдельных категорий граждан в отношении газификации жилых домов (квартир) в населенных пунктах Тюменской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2160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1760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2000</w:t>
            </w:r>
          </w:p>
        </w:tc>
      </w:tr>
      <w:tr w:rsidR="005064B1" w:rsidRPr="005064B1" w:rsidTr="005064B1">
        <w:trPr>
          <w:trHeight w:val="72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3394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4091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4262</w:t>
            </w:r>
          </w:p>
        </w:tc>
      </w:tr>
      <w:tr w:rsidR="005064B1" w:rsidRPr="005064B1" w:rsidTr="005064B1">
        <w:trPr>
          <w:trHeight w:val="31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в том числе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 </w:t>
            </w:r>
          </w:p>
        </w:tc>
      </w:tr>
      <w:tr w:rsidR="005064B1" w:rsidRPr="005064B1" w:rsidTr="005064B1">
        <w:trPr>
          <w:trHeight w:val="76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в части обеспечения предоставления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302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302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302</w:t>
            </w:r>
          </w:p>
        </w:tc>
      </w:tr>
      <w:tr w:rsidR="005064B1" w:rsidRPr="005064B1" w:rsidTr="005064B1">
        <w:trPr>
          <w:trHeight w:val="768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в части предоставления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3092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3789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3960</w:t>
            </w:r>
          </w:p>
        </w:tc>
      </w:tr>
      <w:tr w:rsidR="005064B1" w:rsidRPr="005064B1" w:rsidTr="005064B1">
        <w:trPr>
          <w:trHeight w:val="73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Социальная поддержка отдельных категорий граждан  в отношении проезда на транспорте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974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788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822</w:t>
            </w:r>
          </w:p>
        </w:tc>
      </w:tr>
      <w:tr w:rsidR="005064B1" w:rsidRPr="005064B1" w:rsidTr="005064B1">
        <w:trPr>
          <w:trHeight w:val="1632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 xml:space="preserve">Социальная поддержка семей, имеющих детей, в отношении компенсации родительской платы за присмотр и уход за детьми в организациях, осуществляющих образовательную деятельность по реализации образовательных программ дошкольного образования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6717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8495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8495</w:t>
            </w:r>
          </w:p>
        </w:tc>
      </w:tr>
      <w:tr w:rsidR="005064B1" w:rsidRPr="005064B1" w:rsidTr="005064B1">
        <w:trPr>
          <w:trHeight w:val="51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Всего расходов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265782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266455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269466</w:t>
            </w:r>
          </w:p>
        </w:tc>
      </w:tr>
    </w:tbl>
    <w:p w:rsidR="00C22332" w:rsidRPr="00E40FD3" w:rsidRDefault="00B40401" w:rsidP="00E40FD3">
      <w:pPr>
        <w:widowControl w:val="0"/>
        <w:autoSpaceDE w:val="0"/>
        <w:autoSpaceDN w:val="0"/>
        <w:adjustRightInd w:val="0"/>
        <w:spacing w:line="360" w:lineRule="auto"/>
      </w:pPr>
      <w:r w:rsidRPr="00E40FD3">
        <w:t>1</w:t>
      </w:r>
      <w:r w:rsidR="005064B1" w:rsidRPr="00E40FD3">
        <w:t>6</w:t>
      </w:r>
      <w:r w:rsidR="00C22332" w:rsidRPr="00E40FD3">
        <w:t>. Приложение № 2</w:t>
      </w:r>
      <w:r w:rsidR="00FB53EC" w:rsidRPr="00E40FD3">
        <w:t>2</w:t>
      </w:r>
      <w:r w:rsidR="00C22332" w:rsidRPr="00E40FD3">
        <w:t xml:space="preserve"> изложить в следующей редакции:</w:t>
      </w:r>
    </w:p>
    <w:tbl>
      <w:tblPr>
        <w:tblW w:w="9780" w:type="dxa"/>
        <w:tblInd w:w="93" w:type="dxa"/>
        <w:tblLook w:val="04A0" w:firstRow="1" w:lastRow="0" w:firstColumn="1" w:lastColumn="0" w:noHBand="0" w:noVBand="1"/>
      </w:tblPr>
      <w:tblGrid>
        <w:gridCol w:w="895"/>
        <w:gridCol w:w="5988"/>
        <w:gridCol w:w="2897"/>
      </w:tblGrid>
      <w:tr w:rsidR="005064B1" w:rsidRPr="005064B1" w:rsidTr="005064B1">
        <w:trPr>
          <w:trHeight w:val="684"/>
        </w:trPr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0"/>
            </w:pPr>
            <w:r w:rsidRPr="005064B1">
              <w:t>Иные межбюджетные трансферты бюджетам сельских поселений на 2019 год</w:t>
            </w:r>
          </w:p>
        </w:tc>
      </w:tr>
      <w:tr w:rsidR="005064B1" w:rsidRPr="005064B1" w:rsidTr="005064B1">
        <w:trPr>
          <w:trHeight w:val="300"/>
        </w:trPr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0"/>
            </w:pPr>
          </w:p>
        </w:tc>
        <w:tc>
          <w:tcPr>
            <w:tcW w:w="5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</w:p>
        </w:tc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 xml:space="preserve">   </w:t>
            </w:r>
          </w:p>
        </w:tc>
      </w:tr>
      <w:tr w:rsidR="005064B1" w:rsidRPr="005064B1" w:rsidTr="005064B1">
        <w:trPr>
          <w:trHeight w:val="750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lastRenderedPageBreak/>
              <w:t xml:space="preserve">№ </w:t>
            </w:r>
            <w:proofErr w:type="gramStart"/>
            <w:r w:rsidRPr="005064B1">
              <w:t>п</w:t>
            </w:r>
            <w:proofErr w:type="gramEnd"/>
            <w:r w:rsidRPr="005064B1">
              <w:t>/п</w:t>
            </w:r>
          </w:p>
        </w:tc>
        <w:tc>
          <w:tcPr>
            <w:tcW w:w="5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Наименование сельского поселения</w:t>
            </w:r>
          </w:p>
        </w:tc>
        <w:tc>
          <w:tcPr>
            <w:tcW w:w="2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Сумма (тыс. руб.)</w:t>
            </w:r>
          </w:p>
        </w:tc>
      </w:tr>
      <w:tr w:rsidR="005064B1" w:rsidRPr="005064B1" w:rsidTr="005064B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1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proofErr w:type="spellStart"/>
            <w:r w:rsidRPr="005064B1">
              <w:t>Буньковское</w:t>
            </w:r>
            <w:proofErr w:type="spellEnd"/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4258</w:t>
            </w:r>
          </w:p>
        </w:tc>
      </w:tr>
      <w:tr w:rsidR="005064B1" w:rsidRPr="005064B1" w:rsidTr="005064B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2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proofErr w:type="spellStart"/>
            <w:r w:rsidRPr="005064B1">
              <w:t>Бызовское</w:t>
            </w:r>
            <w:proofErr w:type="spellEnd"/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1591</w:t>
            </w:r>
          </w:p>
        </w:tc>
      </w:tr>
      <w:tr w:rsidR="005064B1" w:rsidRPr="005064B1" w:rsidTr="005064B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3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proofErr w:type="spellStart"/>
            <w:r w:rsidRPr="005064B1">
              <w:t>Видоновское</w:t>
            </w:r>
            <w:proofErr w:type="spellEnd"/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6056</w:t>
            </w:r>
          </w:p>
        </w:tc>
      </w:tr>
      <w:tr w:rsidR="005064B1" w:rsidRPr="005064B1" w:rsidTr="005064B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4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proofErr w:type="spellStart"/>
            <w:r w:rsidRPr="005064B1">
              <w:t>Емуртлинское</w:t>
            </w:r>
            <w:proofErr w:type="spellEnd"/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5377</w:t>
            </w:r>
          </w:p>
        </w:tc>
      </w:tr>
      <w:tr w:rsidR="005064B1" w:rsidRPr="005064B1" w:rsidTr="005064B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5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proofErr w:type="spellStart"/>
            <w:r w:rsidRPr="005064B1">
              <w:t>Ингалинское</w:t>
            </w:r>
            <w:proofErr w:type="spellEnd"/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2378</w:t>
            </w:r>
          </w:p>
        </w:tc>
      </w:tr>
      <w:tr w:rsidR="005064B1" w:rsidRPr="005064B1" w:rsidTr="005064B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6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proofErr w:type="spellStart"/>
            <w:r w:rsidRPr="005064B1">
              <w:t>Коркинское</w:t>
            </w:r>
            <w:proofErr w:type="spellEnd"/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4033</w:t>
            </w:r>
          </w:p>
        </w:tc>
      </w:tr>
      <w:tr w:rsidR="005064B1" w:rsidRPr="005064B1" w:rsidTr="005064B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7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proofErr w:type="spellStart"/>
            <w:r w:rsidRPr="005064B1">
              <w:t>Крашенининское</w:t>
            </w:r>
            <w:proofErr w:type="spellEnd"/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4796</w:t>
            </w:r>
          </w:p>
        </w:tc>
      </w:tr>
      <w:tr w:rsidR="005064B1" w:rsidRPr="005064B1" w:rsidTr="005064B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8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proofErr w:type="spellStart"/>
            <w:r w:rsidRPr="005064B1">
              <w:t>Липихинское</w:t>
            </w:r>
            <w:proofErr w:type="spellEnd"/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1935</w:t>
            </w:r>
          </w:p>
        </w:tc>
      </w:tr>
      <w:tr w:rsidR="005064B1" w:rsidRPr="005064B1" w:rsidTr="005064B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9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proofErr w:type="spellStart"/>
            <w:r w:rsidRPr="005064B1">
              <w:t>Нижнеманайское</w:t>
            </w:r>
            <w:proofErr w:type="spellEnd"/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3378</w:t>
            </w:r>
          </w:p>
        </w:tc>
      </w:tr>
      <w:tr w:rsidR="005064B1" w:rsidRPr="005064B1" w:rsidTr="005064B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10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proofErr w:type="spellStart"/>
            <w:r w:rsidRPr="005064B1">
              <w:t>Пятковское</w:t>
            </w:r>
            <w:proofErr w:type="spellEnd"/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1828</w:t>
            </w:r>
          </w:p>
        </w:tc>
      </w:tr>
      <w:tr w:rsidR="005064B1" w:rsidRPr="005064B1" w:rsidTr="005064B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11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proofErr w:type="spellStart"/>
            <w:r w:rsidRPr="005064B1">
              <w:t>Скородумское</w:t>
            </w:r>
            <w:proofErr w:type="spellEnd"/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2200</w:t>
            </w:r>
          </w:p>
        </w:tc>
      </w:tr>
      <w:tr w:rsidR="005064B1" w:rsidRPr="005064B1" w:rsidTr="005064B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12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proofErr w:type="spellStart"/>
            <w:r w:rsidRPr="005064B1">
              <w:t>Суерское</w:t>
            </w:r>
            <w:proofErr w:type="spellEnd"/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5422</w:t>
            </w:r>
          </w:p>
        </w:tc>
      </w:tr>
      <w:tr w:rsidR="005064B1" w:rsidRPr="005064B1" w:rsidTr="005064B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13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Упоровское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2702</w:t>
            </w:r>
          </w:p>
        </w:tc>
      </w:tr>
      <w:tr w:rsidR="005064B1" w:rsidRPr="005064B1" w:rsidTr="005064B1">
        <w:trPr>
          <w:trHeight w:val="300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14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proofErr w:type="spellStart"/>
            <w:r w:rsidRPr="005064B1">
              <w:t>Чернаковское</w:t>
            </w:r>
            <w:proofErr w:type="spellEnd"/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1737</w:t>
            </w:r>
          </w:p>
        </w:tc>
      </w:tr>
      <w:tr w:rsidR="005064B1" w:rsidRPr="005064B1" w:rsidTr="005064B1">
        <w:trPr>
          <w:trHeight w:val="312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 </w:t>
            </w:r>
          </w:p>
        </w:tc>
        <w:tc>
          <w:tcPr>
            <w:tcW w:w="5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Итого</w:t>
            </w:r>
          </w:p>
        </w:tc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4B1" w:rsidRPr="005064B1" w:rsidRDefault="005064B1" w:rsidP="00E40FD3">
            <w:pPr>
              <w:pStyle w:val="Table"/>
            </w:pPr>
            <w:r w:rsidRPr="005064B1">
              <w:t>47691</w:t>
            </w:r>
          </w:p>
        </w:tc>
      </w:tr>
    </w:tbl>
    <w:p w:rsidR="005064B1" w:rsidRDefault="005064B1" w:rsidP="00C2233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 w:val="26"/>
          <w:szCs w:val="26"/>
        </w:rPr>
      </w:pPr>
    </w:p>
    <w:p w:rsidR="008E4217" w:rsidRDefault="008E4217" w:rsidP="00C22332">
      <w:pPr>
        <w:widowControl w:val="0"/>
        <w:autoSpaceDE w:val="0"/>
        <w:autoSpaceDN w:val="0"/>
        <w:adjustRightInd w:val="0"/>
        <w:spacing w:line="360" w:lineRule="auto"/>
        <w:rPr>
          <w:rFonts w:cs="Arial"/>
          <w:sz w:val="26"/>
          <w:szCs w:val="26"/>
        </w:rPr>
      </w:pPr>
    </w:p>
    <w:sectPr w:rsidR="008E4217" w:rsidSect="00D318F6">
      <w:pgSz w:w="11906" w:h="16838"/>
      <w:pgMar w:top="851" w:right="566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hideSpellingErrors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2E9"/>
    <w:rsid w:val="00000B4C"/>
    <w:rsid w:val="0000159A"/>
    <w:rsid w:val="00002D5A"/>
    <w:rsid w:val="00004E25"/>
    <w:rsid w:val="00004E7C"/>
    <w:rsid w:val="0000763D"/>
    <w:rsid w:val="00010736"/>
    <w:rsid w:val="00011E30"/>
    <w:rsid w:val="0001222A"/>
    <w:rsid w:val="00012685"/>
    <w:rsid w:val="00012AF0"/>
    <w:rsid w:val="00012C7A"/>
    <w:rsid w:val="00014288"/>
    <w:rsid w:val="00014542"/>
    <w:rsid w:val="00016CF5"/>
    <w:rsid w:val="00016F20"/>
    <w:rsid w:val="00021102"/>
    <w:rsid w:val="00023323"/>
    <w:rsid w:val="0002533C"/>
    <w:rsid w:val="0002568B"/>
    <w:rsid w:val="000279F9"/>
    <w:rsid w:val="0003013F"/>
    <w:rsid w:val="000326D8"/>
    <w:rsid w:val="000357C3"/>
    <w:rsid w:val="00035B60"/>
    <w:rsid w:val="000406B1"/>
    <w:rsid w:val="00042121"/>
    <w:rsid w:val="00042C30"/>
    <w:rsid w:val="00042CD5"/>
    <w:rsid w:val="00043790"/>
    <w:rsid w:val="00043CCC"/>
    <w:rsid w:val="00045261"/>
    <w:rsid w:val="000466B3"/>
    <w:rsid w:val="00046DBB"/>
    <w:rsid w:val="00050AB8"/>
    <w:rsid w:val="000523AF"/>
    <w:rsid w:val="000531DA"/>
    <w:rsid w:val="00054F48"/>
    <w:rsid w:val="00055A7B"/>
    <w:rsid w:val="000562BE"/>
    <w:rsid w:val="000572F0"/>
    <w:rsid w:val="00061523"/>
    <w:rsid w:val="00063B13"/>
    <w:rsid w:val="00063D0D"/>
    <w:rsid w:val="00065CCF"/>
    <w:rsid w:val="0006654F"/>
    <w:rsid w:val="00067920"/>
    <w:rsid w:val="000722BC"/>
    <w:rsid w:val="00074953"/>
    <w:rsid w:val="000750D5"/>
    <w:rsid w:val="00075267"/>
    <w:rsid w:val="00076ACC"/>
    <w:rsid w:val="00077500"/>
    <w:rsid w:val="00077763"/>
    <w:rsid w:val="00080E54"/>
    <w:rsid w:val="000848CC"/>
    <w:rsid w:val="000856BD"/>
    <w:rsid w:val="00086451"/>
    <w:rsid w:val="000864C5"/>
    <w:rsid w:val="000914A7"/>
    <w:rsid w:val="000925A3"/>
    <w:rsid w:val="00092BBB"/>
    <w:rsid w:val="00092D13"/>
    <w:rsid w:val="000968BE"/>
    <w:rsid w:val="0009742A"/>
    <w:rsid w:val="0009752B"/>
    <w:rsid w:val="000A13FB"/>
    <w:rsid w:val="000A2492"/>
    <w:rsid w:val="000A3D84"/>
    <w:rsid w:val="000A4DC0"/>
    <w:rsid w:val="000A4E2C"/>
    <w:rsid w:val="000A4E72"/>
    <w:rsid w:val="000A579C"/>
    <w:rsid w:val="000A670D"/>
    <w:rsid w:val="000A7859"/>
    <w:rsid w:val="000B1131"/>
    <w:rsid w:val="000B12C7"/>
    <w:rsid w:val="000B2182"/>
    <w:rsid w:val="000B2824"/>
    <w:rsid w:val="000B2FB5"/>
    <w:rsid w:val="000B33E7"/>
    <w:rsid w:val="000B6434"/>
    <w:rsid w:val="000B6585"/>
    <w:rsid w:val="000B73E6"/>
    <w:rsid w:val="000B75E8"/>
    <w:rsid w:val="000C01E7"/>
    <w:rsid w:val="000C092E"/>
    <w:rsid w:val="000C0B9C"/>
    <w:rsid w:val="000C2577"/>
    <w:rsid w:val="000C3CDA"/>
    <w:rsid w:val="000C4A4A"/>
    <w:rsid w:val="000C55F4"/>
    <w:rsid w:val="000C64C7"/>
    <w:rsid w:val="000D0AD8"/>
    <w:rsid w:val="000D1317"/>
    <w:rsid w:val="000D1F7E"/>
    <w:rsid w:val="000D57E1"/>
    <w:rsid w:val="000E02E6"/>
    <w:rsid w:val="000E2492"/>
    <w:rsid w:val="000E4F62"/>
    <w:rsid w:val="000E66D0"/>
    <w:rsid w:val="000E6E7D"/>
    <w:rsid w:val="000E7082"/>
    <w:rsid w:val="000E79DB"/>
    <w:rsid w:val="000F04BF"/>
    <w:rsid w:val="000F12E4"/>
    <w:rsid w:val="000F14E2"/>
    <w:rsid w:val="000F2F71"/>
    <w:rsid w:val="000F3552"/>
    <w:rsid w:val="000F364A"/>
    <w:rsid w:val="000F3946"/>
    <w:rsid w:val="000F3D88"/>
    <w:rsid w:val="000F4768"/>
    <w:rsid w:val="000F53FA"/>
    <w:rsid w:val="000F56C2"/>
    <w:rsid w:val="000F63C5"/>
    <w:rsid w:val="000F68FC"/>
    <w:rsid w:val="001029C0"/>
    <w:rsid w:val="00104219"/>
    <w:rsid w:val="00104365"/>
    <w:rsid w:val="00105794"/>
    <w:rsid w:val="00110023"/>
    <w:rsid w:val="001113AF"/>
    <w:rsid w:val="00113F35"/>
    <w:rsid w:val="00115211"/>
    <w:rsid w:val="0011575A"/>
    <w:rsid w:val="00117A97"/>
    <w:rsid w:val="00117E48"/>
    <w:rsid w:val="00122365"/>
    <w:rsid w:val="00122450"/>
    <w:rsid w:val="00122B0E"/>
    <w:rsid w:val="00122B59"/>
    <w:rsid w:val="0012400E"/>
    <w:rsid w:val="00126245"/>
    <w:rsid w:val="00127F89"/>
    <w:rsid w:val="00132714"/>
    <w:rsid w:val="00134A00"/>
    <w:rsid w:val="00134B92"/>
    <w:rsid w:val="0013677A"/>
    <w:rsid w:val="00136BE7"/>
    <w:rsid w:val="00137E7C"/>
    <w:rsid w:val="00141158"/>
    <w:rsid w:val="001412B8"/>
    <w:rsid w:val="00141548"/>
    <w:rsid w:val="001418BC"/>
    <w:rsid w:val="00143601"/>
    <w:rsid w:val="00143B1E"/>
    <w:rsid w:val="00145311"/>
    <w:rsid w:val="0014754E"/>
    <w:rsid w:val="00151C28"/>
    <w:rsid w:val="00155017"/>
    <w:rsid w:val="001558E2"/>
    <w:rsid w:val="00155DF7"/>
    <w:rsid w:val="00155FFE"/>
    <w:rsid w:val="00157E33"/>
    <w:rsid w:val="00157FF9"/>
    <w:rsid w:val="00160903"/>
    <w:rsid w:val="001655FE"/>
    <w:rsid w:val="00165CEA"/>
    <w:rsid w:val="0016617D"/>
    <w:rsid w:val="00167111"/>
    <w:rsid w:val="00170D75"/>
    <w:rsid w:val="001714A6"/>
    <w:rsid w:val="00171B81"/>
    <w:rsid w:val="00171C19"/>
    <w:rsid w:val="00172645"/>
    <w:rsid w:val="001727B2"/>
    <w:rsid w:val="0017436B"/>
    <w:rsid w:val="001745D0"/>
    <w:rsid w:val="00175FD8"/>
    <w:rsid w:val="00176E1E"/>
    <w:rsid w:val="00177037"/>
    <w:rsid w:val="00177070"/>
    <w:rsid w:val="0018009B"/>
    <w:rsid w:val="00181A36"/>
    <w:rsid w:val="00181F03"/>
    <w:rsid w:val="001835BC"/>
    <w:rsid w:val="00183D6E"/>
    <w:rsid w:val="0018778B"/>
    <w:rsid w:val="00190816"/>
    <w:rsid w:val="0019256B"/>
    <w:rsid w:val="001929B3"/>
    <w:rsid w:val="001959C4"/>
    <w:rsid w:val="001961C2"/>
    <w:rsid w:val="00196913"/>
    <w:rsid w:val="00196954"/>
    <w:rsid w:val="001A1B71"/>
    <w:rsid w:val="001A2C49"/>
    <w:rsid w:val="001A4151"/>
    <w:rsid w:val="001A7277"/>
    <w:rsid w:val="001B1266"/>
    <w:rsid w:val="001B184D"/>
    <w:rsid w:val="001B36BF"/>
    <w:rsid w:val="001B370B"/>
    <w:rsid w:val="001B6374"/>
    <w:rsid w:val="001B694B"/>
    <w:rsid w:val="001C04C7"/>
    <w:rsid w:val="001C0EDF"/>
    <w:rsid w:val="001C1EF1"/>
    <w:rsid w:val="001C47EB"/>
    <w:rsid w:val="001C4AC2"/>
    <w:rsid w:val="001C58DC"/>
    <w:rsid w:val="001C5940"/>
    <w:rsid w:val="001C6E54"/>
    <w:rsid w:val="001D07B9"/>
    <w:rsid w:val="001D1FC2"/>
    <w:rsid w:val="001D58AF"/>
    <w:rsid w:val="001D66BA"/>
    <w:rsid w:val="001E07BE"/>
    <w:rsid w:val="001E0899"/>
    <w:rsid w:val="001E317B"/>
    <w:rsid w:val="001E4829"/>
    <w:rsid w:val="001E4A7C"/>
    <w:rsid w:val="001E54B6"/>
    <w:rsid w:val="001E6A91"/>
    <w:rsid w:val="001E7330"/>
    <w:rsid w:val="001F014B"/>
    <w:rsid w:val="001F03D6"/>
    <w:rsid w:val="001F10AF"/>
    <w:rsid w:val="001F1261"/>
    <w:rsid w:val="001F1D00"/>
    <w:rsid w:val="001F2163"/>
    <w:rsid w:val="001F3148"/>
    <w:rsid w:val="001F4F84"/>
    <w:rsid w:val="001F59C2"/>
    <w:rsid w:val="00201C9D"/>
    <w:rsid w:val="00201EE1"/>
    <w:rsid w:val="0020240A"/>
    <w:rsid w:val="00202677"/>
    <w:rsid w:val="002042AD"/>
    <w:rsid w:val="00206015"/>
    <w:rsid w:val="002102B2"/>
    <w:rsid w:val="002107DA"/>
    <w:rsid w:val="00210DD6"/>
    <w:rsid w:val="00211274"/>
    <w:rsid w:val="00212F8E"/>
    <w:rsid w:val="0021393F"/>
    <w:rsid w:val="00213DBE"/>
    <w:rsid w:val="00214CD0"/>
    <w:rsid w:val="002153EE"/>
    <w:rsid w:val="00216016"/>
    <w:rsid w:val="00216334"/>
    <w:rsid w:val="002179AC"/>
    <w:rsid w:val="00221102"/>
    <w:rsid w:val="0022496C"/>
    <w:rsid w:val="00224D33"/>
    <w:rsid w:val="00225BC3"/>
    <w:rsid w:val="00226954"/>
    <w:rsid w:val="002272E0"/>
    <w:rsid w:val="00230C5F"/>
    <w:rsid w:val="00232D61"/>
    <w:rsid w:val="002331B3"/>
    <w:rsid w:val="002374AD"/>
    <w:rsid w:val="00240536"/>
    <w:rsid w:val="002405EE"/>
    <w:rsid w:val="0024258F"/>
    <w:rsid w:val="00243BA8"/>
    <w:rsid w:val="0024426F"/>
    <w:rsid w:val="002444AA"/>
    <w:rsid w:val="0024760E"/>
    <w:rsid w:val="00250969"/>
    <w:rsid w:val="0025308B"/>
    <w:rsid w:val="00253EDD"/>
    <w:rsid w:val="00254EC3"/>
    <w:rsid w:val="0025601A"/>
    <w:rsid w:val="002564E5"/>
    <w:rsid w:val="002566AD"/>
    <w:rsid w:val="00257899"/>
    <w:rsid w:val="0026196F"/>
    <w:rsid w:val="0026385F"/>
    <w:rsid w:val="0026672E"/>
    <w:rsid w:val="00266B34"/>
    <w:rsid w:val="00267643"/>
    <w:rsid w:val="0027059F"/>
    <w:rsid w:val="00271278"/>
    <w:rsid w:val="00272700"/>
    <w:rsid w:val="00272DA1"/>
    <w:rsid w:val="00273AF1"/>
    <w:rsid w:val="00275D50"/>
    <w:rsid w:val="002765F4"/>
    <w:rsid w:val="00276653"/>
    <w:rsid w:val="002771F0"/>
    <w:rsid w:val="002774ED"/>
    <w:rsid w:val="00277AB7"/>
    <w:rsid w:val="00281610"/>
    <w:rsid w:val="002819CF"/>
    <w:rsid w:val="0028201B"/>
    <w:rsid w:val="0028515F"/>
    <w:rsid w:val="00285818"/>
    <w:rsid w:val="002900C8"/>
    <w:rsid w:val="00290E36"/>
    <w:rsid w:val="00291A3E"/>
    <w:rsid w:val="00292192"/>
    <w:rsid w:val="002941B6"/>
    <w:rsid w:val="002947D4"/>
    <w:rsid w:val="00296800"/>
    <w:rsid w:val="002A0682"/>
    <w:rsid w:val="002A09FA"/>
    <w:rsid w:val="002A1683"/>
    <w:rsid w:val="002A1A86"/>
    <w:rsid w:val="002A29DD"/>
    <w:rsid w:val="002A3085"/>
    <w:rsid w:val="002B17E4"/>
    <w:rsid w:val="002B1839"/>
    <w:rsid w:val="002B2B10"/>
    <w:rsid w:val="002B4A2C"/>
    <w:rsid w:val="002B5810"/>
    <w:rsid w:val="002B59C7"/>
    <w:rsid w:val="002B5B4C"/>
    <w:rsid w:val="002B70A9"/>
    <w:rsid w:val="002B758F"/>
    <w:rsid w:val="002B7BEB"/>
    <w:rsid w:val="002C00A3"/>
    <w:rsid w:val="002C02A6"/>
    <w:rsid w:val="002C105A"/>
    <w:rsid w:val="002C18C4"/>
    <w:rsid w:val="002C397F"/>
    <w:rsid w:val="002C3F52"/>
    <w:rsid w:val="002C4211"/>
    <w:rsid w:val="002C644D"/>
    <w:rsid w:val="002D03CE"/>
    <w:rsid w:val="002D1E0B"/>
    <w:rsid w:val="002D2067"/>
    <w:rsid w:val="002D25F1"/>
    <w:rsid w:val="002D2898"/>
    <w:rsid w:val="002D2E4C"/>
    <w:rsid w:val="002D3B2A"/>
    <w:rsid w:val="002D5560"/>
    <w:rsid w:val="002E052B"/>
    <w:rsid w:val="002E08BE"/>
    <w:rsid w:val="002E1376"/>
    <w:rsid w:val="002E3C46"/>
    <w:rsid w:val="002E434F"/>
    <w:rsid w:val="002E4A26"/>
    <w:rsid w:val="002E514F"/>
    <w:rsid w:val="002E6373"/>
    <w:rsid w:val="002E63A2"/>
    <w:rsid w:val="002F05CD"/>
    <w:rsid w:val="0030001E"/>
    <w:rsid w:val="003005EE"/>
    <w:rsid w:val="0030166D"/>
    <w:rsid w:val="00302326"/>
    <w:rsid w:val="00302878"/>
    <w:rsid w:val="003028B6"/>
    <w:rsid w:val="00302C07"/>
    <w:rsid w:val="00303715"/>
    <w:rsid w:val="00303C45"/>
    <w:rsid w:val="00304192"/>
    <w:rsid w:val="00304291"/>
    <w:rsid w:val="003054F3"/>
    <w:rsid w:val="00305575"/>
    <w:rsid w:val="0030624A"/>
    <w:rsid w:val="00307EE0"/>
    <w:rsid w:val="00313245"/>
    <w:rsid w:val="0031447A"/>
    <w:rsid w:val="003148D2"/>
    <w:rsid w:val="00315E27"/>
    <w:rsid w:val="003168BC"/>
    <w:rsid w:val="003176CE"/>
    <w:rsid w:val="00320C1D"/>
    <w:rsid w:val="003227EE"/>
    <w:rsid w:val="00322E67"/>
    <w:rsid w:val="00324639"/>
    <w:rsid w:val="00331566"/>
    <w:rsid w:val="00332D86"/>
    <w:rsid w:val="00333093"/>
    <w:rsid w:val="00333B60"/>
    <w:rsid w:val="00333FB4"/>
    <w:rsid w:val="00335718"/>
    <w:rsid w:val="00337618"/>
    <w:rsid w:val="00340AB0"/>
    <w:rsid w:val="00341478"/>
    <w:rsid w:val="00342994"/>
    <w:rsid w:val="00342D9F"/>
    <w:rsid w:val="003436F2"/>
    <w:rsid w:val="00343FC5"/>
    <w:rsid w:val="003453F8"/>
    <w:rsid w:val="00345C43"/>
    <w:rsid w:val="003462BF"/>
    <w:rsid w:val="0034634E"/>
    <w:rsid w:val="00346E00"/>
    <w:rsid w:val="00347709"/>
    <w:rsid w:val="00347DA0"/>
    <w:rsid w:val="003522D0"/>
    <w:rsid w:val="00352571"/>
    <w:rsid w:val="003526DE"/>
    <w:rsid w:val="00352E11"/>
    <w:rsid w:val="003537FA"/>
    <w:rsid w:val="00356DA1"/>
    <w:rsid w:val="00357633"/>
    <w:rsid w:val="0036011E"/>
    <w:rsid w:val="003629A3"/>
    <w:rsid w:val="00363646"/>
    <w:rsid w:val="00363F16"/>
    <w:rsid w:val="003646C0"/>
    <w:rsid w:val="00364886"/>
    <w:rsid w:val="00367436"/>
    <w:rsid w:val="00370D0B"/>
    <w:rsid w:val="00371B9F"/>
    <w:rsid w:val="00372519"/>
    <w:rsid w:val="00372E6F"/>
    <w:rsid w:val="00375266"/>
    <w:rsid w:val="00375559"/>
    <w:rsid w:val="00375A63"/>
    <w:rsid w:val="0037618E"/>
    <w:rsid w:val="00376427"/>
    <w:rsid w:val="003767BE"/>
    <w:rsid w:val="00376CDF"/>
    <w:rsid w:val="00382FBB"/>
    <w:rsid w:val="003831EF"/>
    <w:rsid w:val="003873A9"/>
    <w:rsid w:val="00387680"/>
    <w:rsid w:val="00393E9E"/>
    <w:rsid w:val="00396113"/>
    <w:rsid w:val="003967B1"/>
    <w:rsid w:val="0039795F"/>
    <w:rsid w:val="003A002B"/>
    <w:rsid w:val="003A0BC8"/>
    <w:rsid w:val="003A593A"/>
    <w:rsid w:val="003A6DEA"/>
    <w:rsid w:val="003A6EE5"/>
    <w:rsid w:val="003B1112"/>
    <w:rsid w:val="003B1CF1"/>
    <w:rsid w:val="003B2B44"/>
    <w:rsid w:val="003B46BF"/>
    <w:rsid w:val="003B5114"/>
    <w:rsid w:val="003B6CD8"/>
    <w:rsid w:val="003C5D6C"/>
    <w:rsid w:val="003C7A1E"/>
    <w:rsid w:val="003C7F52"/>
    <w:rsid w:val="003D08CC"/>
    <w:rsid w:val="003D0E03"/>
    <w:rsid w:val="003D6E64"/>
    <w:rsid w:val="003D6FF5"/>
    <w:rsid w:val="003D7205"/>
    <w:rsid w:val="003E0155"/>
    <w:rsid w:val="003E0A01"/>
    <w:rsid w:val="003E0D9A"/>
    <w:rsid w:val="003E27E4"/>
    <w:rsid w:val="003E3DFB"/>
    <w:rsid w:val="003E5DFD"/>
    <w:rsid w:val="003E7F80"/>
    <w:rsid w:val="003F0DAE"/>
    <w:rsid w:val="003F0F3A"/>
    <w:rsid w:val="003F1568"/>
    <w:rsid w:val="003F2669"/>
    <w:rsid w:val="003F27C9"/>
    <w:rsid w:val="003F2E34"/>
    <w:rsid w:val="003F34AB"/>
    <w:rsid w:val="003F5F9E"/>
    <w:rsid w:val="003F7FD9"/>
    <w:rsid w:val="004011B9"/>
    <w:rsid w:val="00401A04"/>
    <w:rsid w:val="00403C55"/>
    <w:rsid w:val="00410F9C"/>
    <w:rsid w:val="00411FC9"/>
    <w:rsid w:val="00412889"/>
    <w:rsid w:val="004137DC"/>
    <w:rsid w:val="00414FB8"/>
    <w:rsid w:val="00415AD3"/>
    <w:rsid w:val="00416726"/>
    <w:rsid w:val="00420229"/>
    <w:rsid w:val="00421042"/>
    <w:rsid w:val="0042367E"/>
    <w:rsid w:val="004244A5"/>
    <w:rsid w:val="00426750"/>
    <w:rsid w:val="004267AD"/>
    <w:rsid w:val="0042788A"/>
    <w:rsid w:val="00430E5B"/>
    <w:rsid w:val="004314A2"/>
    <w:rsid w:val="00431AE5"/>
    <w:rsid w:val="00432131"/>
    <w:rsid w:val="004330F7"/>
    <w:rsid w:val="00436412"/>
    <w:rsid w:val="00440CC2"/>
    <w:rsid w:val="004424CA"/>
    <w:rsid w:val="0044438B"/>
    <w:rsid w:val="00444D8F"/>
    <w:rsid w:val="00445675"/>
    <w:rsid w:val="00446C09"/>
    <w:rsid w:val="00447D9A"/>
    <w:rsid w:val="00447FDC"/>
    <w:rsid w:val="004502F8"/>
    <w:rsid w:val="00450D66"/>
    <w:rsid w:val="004519E4"/>
    <w:rsid w:val="00453334"/>
    <w:rsid w:val="0045396A"/>
    <w:rsid w:val="0045465F"/>
    <w:rsid w:val="00454C12"/>
    <w:rsid w:val="0045550A"/>
    <w:rsid w:val="00456BCA"/>
    <w:rsid w:val="00457564"/>
    <w:rsid w:val="00460B78"/>
    <w:rsid w:val="0046148A"/>
    <w:rsid w:val="0046174D"/>
    <w:rsid w:val="00461BA7"/>
    <w:rsid w:val="0046264F"/>
    <w:rsid w:val="00464A31"/>
    <w:rsid w:val="004658A4"/>
    <w:rsid w:val="004658EC"/>
    <w:rsid w:val="00465ECD"/>
    <w:rsid w:val="00465FB3"/>
    <w:rsid w:val="004677D5"/>
    <w:rsid w:val="004707E1"/>
    <w:rsid w:val="0047203A"/>
    <w:rsid w:val="00474DE3"/>
    <w:rsid w:val="00475C90"/>
    <w:rsid w:val="00476403"/>
    <w:rsid w:val="00480D99"/>
    <w:rsid w:val="00481F9B"/>
    <w:rsid w:val="00483D84"/>
    <w:rsid w:val="00485E13"/>
    <w:rsid w:val="00486E8A"/>
    <w:rsid w:val="00486FCB"/>
    <w:rsid w:val="00487054"/>
    <w:rsid w:val="00487678"/>
    <w:rsid w:val="00491671"/>
    <w:rsid w:val="00491FA0"/>
    <w:rsid w:val="00493EA3"/>
    <w:rsid w:val="004940FB"/>
    <w:rsid w:val="00494397"/>
    <w:rsid w:val="0049541C"/>
    <w:rsid w:val="00495FA4"/>
    <w:rsid w:val="00495FBD"/>
    <w:rsid w:val="00497AB4"/>
    <w:rsid w:val="004A0241"/>
    <w:rsid w:val="004A02CE"/>
    <w:rsid w:val="004A10E2"/>
    <w:rsid w:val="004A136A"/>
    <w:rsid w:val="004A1D46"/>
    <w:rsid w:val="004A2205"/>
    <w:rsid w:val="004A4763"/>
    <w:rsid w:val="004A4BED"/>
    <w:rsid w:val="004A6138"/>
    <w:rsid w:val="004A618E"/>
    <w:rsid w:val="004A67E5"/>
    <w:rsid w:val="004A768E"/>
    <w:rsid w:val="004A7B00"/>
    <w:rsid w:val="004B08D9"/>
    <w:rsid w:val="004B0BCA"/>
    <w:rsid w:val="004B1FA4"/>
    <w:rsid w:val="004B21EE"/>
    <w:rsid w:val="004B6C7B"/>
    <w:rsid w:val="004B73D9"/>
    <w:rsid w:val="004C0DA1"/>
    <w:rsid w:val="004C182C"/>
    <w:rsid w:val="004C61E5"/>
    <w:rsid w:val="004C7211"/>
    <w:rsid w:val="004D173B"/>
    <w:rsid w:val="004D433C"/>
    <w:rsid w:val="004D54BC"/>
    <w:rsid w:val="004D5CB8"/>
    <w:rsid w:val="004D6073"/>
    <w:rsid w:val="004D75ED"/>
    <w:rsid w:val="004E16BA"/>
    <w:rsid w:val="004E299F"/>
    <w:rsid w:val="004E358A"/>
    <w:rsid w:val="004E4D3C"/>
    <w:rsid w:val="004E5FD5"/>
    <w:rsid w:val="004E6176"/>
    <w:rsid w:val="004E7193"/>
    <w:rsid w:val="004E7A39"/>
    <w:rsid w:val="004F0E75"/>
    <w:rsid w:val="004F19F3"/>
    <w:rsid w:val="004F43C0"/>
    <w:rsid w:val="004F545C"/>
    <w:rsid w:val="004F74AC"/>
    <w:rsid w:val="004F7ABF"/>
    <w:rsid w:val="004F7F70"/>
    <w:rsid w:val="00504F0A"/>
    <w:rsid w:val="005064B1"/>
    <w:rsid w:val="00506F8B"/>
    <w:rsid w:val="005072A2"/>
    <w:rsid w:val="0051175A"/>
    <w:rsid w:val="00511DB6"/>
    <w:rsid w:val="00512C05"/>
    <w:rsid w:val="0051467E"/>
    <w:rsid w:val="005148D5"/>
    <w:rsid w:val="00517327"/>
    <w:rsid w:val="00517814"/>
    <w:rsid w:val="00517D64"/>
    <w:rsid w:val="00524620"/>
    <w:rsid w:val="005267B6"/>
    <w:rsid w:val="0053090A"/>
    <w:rsid w:val="00530E3A"/>
    <w:rsid w:val="005320D2"/>
    <w:rsid w:val="0053332B"/>
    <w:rsid w:val="005341AA"/>
    <w:rsid w:val="00534C14"/>
    <w:rsid w:val="0053609A"/>
    <w:rsid w:val="005404A9"/>
    <w:rsid w:val="0054050D"/>
    <w:rsid w:val="0054081E"/>
    <w:rsid w:val="00543F93"/>
    <w:rsid w:val="005444EF"/>
    <w:rsid w:val="00546788"/>
    <w:rsid w:val="00550201"/>
    <w:rsid w:val="00550650"/>
    <w:rsid w:val="00550880"/>
    <w:rsid w:val="00552B5D"/>
    <w:rsid w:val="0055357C"/>
    <w:rsid w:val="00553678"/>
    <w:rsid w:val="00553C00"/>
    <w:rsid w:val="0055475B"/>
    <w:rsid w:val="00554C9E"/>
    <w:rsid w:val="00554DB9"/>
    <w:rsid w:val="00554F3B"/>
    <w:rsid w:val="0055501E"/>
    <w:rsid w:val="00555655"/>
    <w:rsid w:val="00556C15"/>
    <w:rsid w:val="00557A00"/>
    <w:rsid w:val="00560875"/>
    <w:rsid w:val="00560DE9"/>
    <w:rsid w:val="00561D25"/>
    <w:rsid w:val="00561F31"/>
    <w:rsid w:val="00562236"/>
    <w:rsid w:val="0056324A"/>
    <w:rsid w:val="00564549"/>
    <w:rsid w:val="00564844"/>
    <w:rsid w:val="00565B6B"/>
    <w:rsid w:val="00565E3E"/>
    <w:rsid w:val="00570416"/>
    <w:rsid w:val="00570975"/>
    <w:rsid w:val="00570BDD"/>
    <w:rsid w:val="00571C18"/>
    <w:rsid w:val="00572CCC"/>
    <w:rsid w:val="00574082"/>
    <w:rsid w:val="00574126"/>
    <w:rsid w:val="00575020"/>
    <w:rsid w:val="00575B6F"/>
    <w:rsid w:val="00576FC0"/>
    <w:rsid w:val="0057769B"/>
    <w:rsid w:val="00582979"/>
    <w:rsid w:val="00582EDD"/>
    <w:rsid w:val="005838B0"/>
    <w:rsid w:val="00584EDB"/>
    <w:rsid w:val="00586911"/>
    <w:rsid w:val="00586D1D"/>
    <w:rsid w:val="00592131"/>
    <w:rsid w:val="00592D74"/>
    <w:rsid w:val="00593921"/>
    <w:rsid w:val="00595265"/>
    <w:rsid w:val="005952D1"/>
    <w:rsid w:val="005953CC"/>
    <w:rsid w:val="00595983"/>
    <w:rsid w:val="0059646C"/>
    <w:rsid w:val="00596BC2"/>
    <w:rsid w:val="005A08A0"/>
    <w:rsid w:val="005A11BB"/>
    <w:rsid w:val="005A323A"/>
    <w:rsid w:val="005A3DE9"/>
    <w:rsid w:val="005A43A9"/>
    <w:rsid w:val="005A607B"/>
    <w:rsid w:val="005A7AE9"/>
    <w:rsid w:val="005A7ECE"/>
    <w:rsid w:val="005B049B"/>
    <w:rsid w:val="005B1A91"/>
    <w:rsid w:val="005B74C8"/>
    <w:rsid w:val="005B7DD4"/>
    <w:rsid w:val="005C1014"/>
    <w:rsid w:val="005C1545"/>
    <w:rsid w:val="005C24F9"/>
    <w:rsid w:val="005C2654"/>
    <w:rsid w:val="005C420B"/>
    <w:rsid w:val="005C49F4"/>
    <w:rsid w:val="005C750C"/>
    <w:rsid w:val="005D1323"/>
    <w:rsid w:val="005D31CB"/>
    <w:rsid w:val="005D4774"/>
    <w:rsid w:val="005D529A"/>
    <w:rsid w:val="005E0C34"/>
    <w:rsid w:val="005E0C54"/>
    <w:rsid w:val="005E3114"/>
    <w:rsid w:val="005E3678"/>
    <w:rsid w:val="005E4111"/>
    <w:rsid w:val="005E5934"/>
    <w:rsid w:val="005E5F75"/>
    <w:rsid w:val="005E710A"/>
    <w:rsid w:val="005F1324"/>
    <w:rsid w:val="005F402C"/>
    <w:rsid w:val="005F77D0"/>
    <w:rsid w:val="00601BD2"/>
    <w:rsid w:val="006031F2"/>
    <w:rsid w:val="00603B95"/>
    <w:rsid w:val="00604796"/>
    <w:rsid w:val="0060676E"/>
    <w:rsid w:val="00606DB5"/>
    <w:rsid w:val="00610081"/>
    <w:rsid w:val="00610974"/>
    <w:rsid w:val="006123DA"/>
    <w:rsid w:val="006132EE"/>
    <w:rsid w:val="006140D9"/>
    <w:rsid w:val="0061571D"/>
    <w:rsid w:val="0062134F"/>
    <w:rsid w:val="0062281F"/>
    <w:rsid w:val="00624B0F"/>
    <w:rsid w:val="00624B82"/>
    <w:rsid w:val="00626B75"/>
    <w:rsid w:val="00626F76"/>
    <w:rsid w:val="006277D6"/>
    <w:rsid w:val="006325ED"/>
    <w:rsid w:val="0063305B"/>
    <w:rsid w:val="00634A72"/>
    <w:rsid w:val="00634E83"/>
    <w:rsid w:val="00636B51"/>
    <w:rsid w:val="0063781D"/>
    <w:rsid w:val="006403C1"/>
    <w:rsid w:val="00640F17"/>
    <w:rsid w:val="00643284"/>
    <w:rsid w:val="00644D46"/>
    <w:rsid w:val="0064658A"/>
    <w:rsid w:val="00647F69"/>
    <w:rsid w:val="00651369"/>
    <w:rsid w:val="006516A4"/>
    <w:rsid w:val="00653619"/>
    <w:rsid w:val="00653CC7"/>
    <w:rsid w:val="00654598"/>
    <w:rsid w:val="0065553F"/>
    <w:rsid w:val="0065565A"/>
    <w:rsid w:val="00655D31"/>
    <w:rsid w:val="006573A9"/>
    <w:rsid w:val="0065793F"/>
    <w:rsid w:val="006579CA"/>
    <w:rsid w:val="00661803"/>
    <w:rsid w:val="006639FF"/>
    <w:rsid w:val="00664BB5"/>
    <w:rsid w:val="00665FD8"/>
    <w:rsid w:val="006666B4"/>
    <w:rsid w:val="00667023"/>
    <w:rsid w:val="00670032"/>
    <w:rsid w:val="0067058D"/>
    <w:rsid w:val="00671F47"/>
    <w:rsid w:val="00673BE0"/>
    <w:rsid w:val="006745DB"/>
    <w:rsid w:val="006758F9"/>
    <w:rsid w:val="0068094B"/>
    <w:rsid w:val="00681FF3"/>
    <w:rsid w:val="00682096"/>
    <w:rsid w:val="00683291"/>
    <w:rsid w:val="00683E8A"/>
    <w:rsid w:val="006849C4"/>
    <w:rsid w:val="00684FD9"/>
    <w:rsid w:val="0068562B"/>
    <w:rsid w:val="0068684A"/>
    <w:rsid w:val="00691248"/>
    <w:rsid w:val="006923D6"/>
    <w:rsid w:val="0069330A"/>
    <w:rsid w:val="00694057"/>
    <w:rsid w:val="00694AFA"/>
    <w:rsid w:val="0069605B"/>
    <w:rsid w:val="00696A00"/>
    <w:rsid w:val="006977E0"/>
    <w:rsid w:val="006A01CB"/>
    <w:rsid w:val="006A1EB8"/>
    <w:rsid w:val="006A2583"/>
    <w:rsid w:val="006A4970"/>
    <w:rsid w:val="006A6BE1"/>
    <w:rsid w:val="006A7822"/>
    <w:rsid w:val="006B0964"/>
    <w:rsid w:val="006B1C6D"/>
    <w:rsid w:val="006B24AA"/>
    <w:rsid w:val="006B5AF5"/>
    <w:rsid w:val="006B6F5A"/>
    <w:rsid w:val="006C1DB0"/>
    <w:rsid w:val="006C1EC0"/>
    <w:rsid w:val="006C2410"/>
    <w:rsid w:val="006C2F76"/>
    <w:rsid w:val="006C3484"/>
    <w:rsid w:val="006C3EAC"/>
    <w:rsid w:val="006C3ED1"/>
    <w:rsid w:val="006C46F3"/>
    <w:rsid w:val="006C515D"/>
    <w:rsid w:val="006C75FE"/>
    <w:rsid w:val="006D1396"/>
    <w:rsid w:val="006D22FC"/>
    <w:rsid w:val="006D382B"/>
    <w:rsid w:val="006E14E6"/>
    <w:rsid w:val="006E566C"/>
    <w:rsid w:val="006E7794"/>
    <w:rsid w:val="006F043D"/>
    <w:rsid w:val="006F1186"/>
    <w:rsid w:val="006F1C91"/>
    <w:rsid w:val="006F232C"/>
    <w:rsid w:val="006F253B"/>
    <w:rsid w:val="006F3A49"/>
    <w:rsid w:val="006F44D3"/>
    <w:rsid w:val="006F73FD"/>
    <w:rsid w:val="006F7DC3"/>
    <w:rsid w:val="007015CE"/>
    <w:rsid w:val="00703B35"/>
    <w:rsid w:val="0070455F"/>
    <w:rsid w:val="00704CCC"/>
    <w:rsid w:val="00705EE4"/>
    <w:rsid w:val="00706134"/>
    <w:rsid w:val="0070659D"/>
    <w:rsid w:val="00706D3C"/>
    <w:rsid w:val="00707E86"/>
    <w:rsid w:val="007103CC"/>
    <w:rsid w:val="00714837"/>
    <w:rsid w:val="00714867"/>
    <w:rsid w:val="00714C71"/>
    <w:rsid w:val="00715062"/>
    <w:rsid w:val="00717991"/>
    <w:rsid w:val="0072021B"/>
    <w:rsid w:val="00722756"/>
    <w:rsid w:val="00722C79"/>
    <w:rsid w:val="00725E9F"/>
    <w:rsid w:val="0072705B"/>
    <w:rsid w:val="007306BE"/>
    <w:rsid w:val="00730DE7"/>
    <w:rsid w:val="0073529D"/>
    <w:rsid w:val="00736554"/>
    <w:rsid w:val="007373E7"/>
    <w:rsid w:val="007413DE"/>
    <w:rsid w:val="0074207C"/>
    <w:rsid w:val="0074303A"/>
    <w:rsid w:val="00743ABE"/>
    <w:rsid w:val="00743C58"/>
    <w:rsid w:val="00745207"/>
    <w:rsid w:val="00745402"/>
    <w:rsid w:val="007466A8"/>
    <w:rsid w:val="00751ACD"/>
    <w:rsid w:val="00751E67"/>
    <w:rsid w:val="00753352"/>
    <w:rsid w:val="00757579"/>
    <w:rsid w:val="007606BC"/>
    <w:rsid w:val="00760A06"/>
    <w:rsid w:val="007629C2"/>
    <w:rsid w:val="007629CD"/>
    <w:rsid w:val="00763007"/>
    <w:rsid w:val="007640BE"/>
    <w:rsid w:val="00764E26"/>
    <w:rsid w:val="00765FB3"/>
    <w:rsid w:val="00772A1C"/>
    <w:rsid w:val="00773A1B"/>
    <w:rsid w:val="007761DB"/>
    <w:rsid w:val="00776BD4"/>
    <w:rsid w:val="0077744C"/>
    <w:rsid w:val="007778C2"/>
    <w:rsid w:val="00781118"/>
    <w:rsid w:val="0078157D"/>
    <w:rsid w:val="00782629"/>
    <w:rsid w:val="00785106"/>
    <w:rsid w:val="00785CA4"/>
    <w:rsid w:val="00785F12"/>
    <w:rsid w:val="00786FFA"/>
    <w:rsid w:val="00790A3E"/>
    <w:rsid w:val="0079187B"/>
    <w:rsid w:val="0079206C"/>
    <w:rsid w:val="007938DE"/>
    <w:rsid w:val="007939C9"/>
    <w:rsid w:val="00793E04"/>
    <w:rsid w:val="007940E4"/>
    <w:rsid w:val="00796F85"/>
    <w:rsid w:val="007A0F72"/>
    <w:rsid w:val="007A1C0A"/>
    <w:rsid w:val="007A49D2"/>
    <w:rsid w:val="007A4B8F"/>
    <w:rsid w:val="007A4D33"/>
    <w:rsid w:val="007A52CA"/>
    <w:rsid w:val="007B0E8D"/>
    <w:rsid w:val="007B292A"/>
    <w:rsid w:val="007B30FD"/>
    <w:rsid w:val="007B4277"/>
    <w:rsid w:val="007B7D0F"/>
    <w:rsid w:val="007C4F2F"/>
    <w:rsid w:val="007C7179"/>
    <w:rsid w:val="007C751E"/>
    <w:rsid w:val="007C7D5B"/>
    <w:rsid w:val="007C7E0A"/>
    <w:rsid w:val="007C7F27"/>
    <w:rsid w:val="007D0791"/>
    <w:rsid w:val="007D07EE"/>
    <w:rsid w:val="007D126F"/>
    <w:rsid w:val="007D293F"/>
    <w:rsid w:val="007D3B85"/>
    <w:rsid w:val="007D64E7"/>
    <w:rsid w:val="007E0388"/>
    <w:rsid w:val="007E2138"/>
    <w:rsid w:val="007E222C"/>
    <w:rsid w:val="007E3BF3"/>
    <w:rsid w:val="007E46BE"/>
    <w:rsid w:val="007E5390"/>
    <w:rsid w:val="007E6CDC"/>
    <w:rsid w:val="007E6D35"/>
    <w:rsid w:val="007E7EF8"/>
    <w:rsid w:val="007F06FD"/>
    <w:rsid w:val="007F1124"/>
    <w:rsid w:val="007F2307"/>
    <w:rsid w:val="007F2753"/>
    <w:rsid w:val="007F29FF"/>
    <w:rsid w:val="007F36CD"/>
    <w:rsid w:val="007F3AC3"/>
    <w:rsid w:val="007F485B"/>
    <w:rsid w:val="007F4CBF"/>
    <w:rsid w:val="007F5C21"/>
    <w:rsid w:val="007F7420"/>
    <w:rsid w:val="007F758D"/>
    <w:rsid w:val="008008DF"/>
    <w:rsid w:val="00800B1B"/>
    <w:rsid w:val="00800B4D"/>
    <w:rsid w:val="00801539"/>
    <w:rsid w:val="00801653"/>
    <w:rsid w:val="00801C70"/>
    <w:rsid w:val="00802204"/>
    <w:rsid w:val="008030C3"/>
    <w:rsid w:val="00805F1C"/>
    <w:rsid w:val="00806ABB"/>
    <w:rsid w:val="00807EC4"/>
    <w:rsid w:val="00810B87"/>
    <w:rsid w:val="00811905"/>
    <w:rsid w:val="008121B4"/>
    <w:rsid w:val="00812F91"/>
    <w:rsid w:val="008134B6"/>
    <w:rsid w:val="008236B7"/>
    <w:rsid w:val="008240C5"/>
    <w:rsid w:val="00825309"/>
    <w:rsid w:val="00825B62"/>
    <w:rsid w:val="00825F28"/>
    <w:rsid w:val="00833EF7"/>
    <w:rsid w:val="00836F32"/>
    <w:rsid w:val="008372E8"/>
    <w:rsid w:val="00837A68"/>
    <w:rsid w:val="00841375"/>
    <w:rsid w:val="00841D6E"/>
    <w:rsid w:val="00842020"/>
    <w:rsid w:val="008420CF"/>
    <w:rsid w:val="00844A60"/>
    <w:rsid w:val="0084555D"/>
    <w:rsid w:val="008459DB"/>
    <w:rsid w:val="00846169"/>
    <w:rsid w:val="00846B08"/>
    <w:rsid w:val="00847D86"/>
    <w:rsid w:val="008505B8"/>
    <w:rsid w:val="0085111D"/>
    <w:rsid w:val="00851CA1"/>
    <w:rsid w:val="008526E7"/>
    <w:rsid w:val="0085298A"/>
    <w:rsid w:val="00852A5C"/>
    <w:rsid w:val="00852E7B"/>
    <w:rsid w:val="00853535"/>
    <w:rsid w:val="00854156"/>
    <w:rsid w:val="008554BF"/>
    <w:rsid w:val="0085756E"/>
    <w:rsid w:val="008575BB"/>
    <w:rsid w:val="00857B81"/>
    <w:rsid w:val="008663D6"/>
    <w:rsid w:val="00866F98"/>
    <w:rsid w:val="008704E0"/>
    <w:rsid w:val="00870650"/>
    <w:rsid w:val="00871F84"/>
    <w:rsid w:val="00872C6B"/>
    <w:rsid w:val="00874A77"/>
    <w:rsid w:val="00874C8B"/>
    <w:rsid w:val="00875C37"/>
    <w:rsid w:val="00876014"/>
    <w:rsid w:val="00877DA9"/>
    <w:rsid w:val="008809C8"/>
    <w:rsid w:val="008815C0"/>
    <w:rsid w:val="0088200D"/>
    <w:rsid w:val="00882392"/>
    <w:rsid w:val="00884D3E"/>
    <w:rsid w:val="0088575B"/>
    <w:rsid w:val="00886366"/>
    <w:rsid w:val="008870CF"/>
    <w:rsid w:val="00890497"/>
    <w:rsid w:val="008941C7"/>
    <w:rsid w:val="008942F8"/>
    <w:rsid w:val="00896568"/>
    <w:rsid w:val="008A3AF8"/>
    <w:rsid w:val="008A3E10"/>
    <w:rsid w:val="008A49DD"/>
    <w:rsid w:val="008A509F"/>
    <w:rsid w:val="008A5A25"/>
    <w:rsid w:val="008A5ABD"/>
    <w:rsid w:val="008A5B1D"/>
    <w:rsid w:val="008A5FB5"/>
    <w:rsid w:val="008A7C92"/>
    <w:rsid w:val="008B22B9"/>
    <w:rsid w:val="008B355B"/>
    <w:rsid w:val="008B3613"/>
    <w:rsid w:val="008B592E"/>
    <w:rsid w:val="008B5D42"/>
    <w:rsid w:val="008B65A8"/>
    <w:rsid w:val="008B6E56"/>
    <w:rsid w:val="008C22B7"/>
    <w:rsid w:val="008C3F3E"/>
    <w:rsid w:val="008C714D"/>
    <w:rsid w:val="008C728A"/>
    <w:rsid w:val="008D00F5"/>
    <w:rsid w:val="008D1FD9"/>
    <w:rsid w:val="008D216B"/>
    <w:rsid w:val="008D2303"/>
    <w:rsid w:val="008D3EB8"/>
    <w:rsid w:val="008D6A4C"/>
    <w:rsid w:val="008E2B33"/>
    <w:rsid w:val="008E3EC2"/>
    <w:rsid w:val="008E4217"/>
    <w:rsid w:val="008E6503"/>
    <w:rsid w:val="008F0721"/>
    <w:rsid w:val="008F63F0"/>
    <w:rsid w:val="00900F1D"/>
    <w:rsid w:val="00902ABA"/>
    <w:rsid w:val="00902C95"/>
    <w:rsid w:val="00902CEA"/>
    <w:rsid w:val="00903233"/>
    <w:rsid w:val="00904758"/>
    <w:rsid w:val="009056B0"/>
    <w:rsid w:val="00906A5D"/>
    <w:rsid w:val="00910235"/>
    <w:rsid w:val="00910345"/>
    <w:rsid w:val="00910B4E"/>
    <w:rsid w:val="00912924"/>
    <w:rsid w:val="009141D7"/>
    <w:rsid w:val="009146DA"/>
    <w:rsid w:val="00914883"/>
    <w:rsid w:val="00914B29"/>
    <w:rsid w:val="00914EEF"/>
    <w:rsid w:val="00915931"/>
    <w:rsid w:val="00916476"/>
    <w:rsid w:val="00917ABE"/>
    <w:rsid w:val="00924161"/>
    <w:rsid w:val="009248C6"/>
    <w:rsid w:val="00925698"/>
    <w:rsid w:val="00925E07"/>
    <w:rsid w:val="00927582"/>
    <w:rsid w:val="00927E76"/>
    <w:rsid w:val="00930AD1"/>
    <w:rsid w:val="00931527"/>
    <w:rsid w:val="00932371"/>
    <w:rsid w:val="00933335"/>
    <w:rsid w:val="009338A3"/>
    <w:rsid w:val="00934777"/>
    <w:rsid w:val="0093555B"/>
    <w:rsid w:val="00935D86"/>
    <w:rsid w:val="0093797C"/>
    <w:rsid w:val="00941803"/>
    <w:rsid w:val="00941D38"/>
    <w:rsid w:val="0094360D"/>
    <w:rsid w:val="009442B7"/>
    <w:rsid w:val="00945E52"/>
    <w:rsid w:val="00951C6B"/>
    <w:rsid w:val="00952A6C"/>
    <w:rsid w:val="00952D24"/>
    <w:rsid w:val="00953E39"/>
    <w:rsid w:val="00955E54"/>
    <w:rsid w:val="00956038"/>
    <w:rsid w:val="00956DB0"/>
    <w:rsid w:val="00957CBA"/>
    <w:rsid w:val="00960018"/>
    <w:rsid w:val="00962BF5"/>
    <w:rsid w:val="00963308"/>
    <w:rsid w:val="00963341"/>
    <w:rsid w:val="00964370"/>
    <w:rsid w:val="009644D2"/>
    <w:rsid w:val="00964A6C"/>
    <w:rsid w:val="00964C92"/>
    <w:rsid w:val="00965909"/>
    <w:rsid w:val="00965BFA"/>
    <w:rsid w:val="00965D0F"/>
    <w:rsid w:val="00966844"/>
    <w:rsid w:val="00972336"/>
    <w:rsid w:val="00973446"/>
    <w:rsid w:val="009737CC"/>
    <w:rsid w:val="00976074"/>
    <w:rsid w:val="009760C0"/>
    <w:rsid w:val="00977AED"/>
    <w:rsid w:val="00982889"/>
    <w:rsid w:val="0098360E"/>
    <w:rsid w:val="00983AFF"/>
    <w:rsid w:val="00983F8A"/>
    <w:rsid w:val="00985265"/>
    <w:rsid w:val="009860C3"/>
    <w:rsid w:val="00986892"/>
    <w:rsid w:val="0098785E"/>
    <w:rsid w:val="009A18E7"/>
    <w:rsid w:val="009A2D97"/>
    <w:rsid w:val="009A451D"/>
    <w:rsid w:val="009A4692"/>
    <w:rsid w:val="009A5BF0"/>
    <w:rsid w:val="009A60F5"/>
    <w:rsid w:val="009A6948"/>
    <w:rsid w:val="009A714B"/>
    <w:rsid w:val="009A748E"/>
    <w:rsid w:val="009A7F40"/>
    <w:rsid w:val="009B010D"/>
    <w:rsid w:val="009B04AF"/>
    <w:rsid w:val="009B050D"/>
    <w:rsid w:val="009B08D5"/>
    <w:rsid w:val="009B25A4"/>
    <w:rsid w:val="009B2953"/>
    <w:rsid w:val="009B2DFF"/>
    <w:rsid w:val="009B2EBA"/>
    <w:rsid w:val="009B4643"/>
    <w:rsid w:val="009B5A58"/>
    <w:rsid w:val="009B7C49"/>
    <w:rsid w:val="009C2799"/>
    <w:rsid w:val="009C29D6"/>
    <w:rsid w:val="009C437A"/>
    <w:rsid w:val="009C486D"/>
    <w:rsid w:val="009C7CC6"/>
    <w:rsid w:val="009D1121"/>
    <w:rsid w:val="009D144A"/>
    <w:rsid w:val="009D7076"/>
    <w:rsid w:val="009E147F"/>
    <w:rsid w:val="009E2071"/>
    <w:rsid w:val="009E2E99"/>
    <w:rsid w:val="009E55F6"/>
    <w:rsid w:val="009F0097"/>
    <w:rsid w:val="009F0892"/>
    <w:rsid w:val="009F0973"/>
    <w:rsid w:val="009F1909"/>
    <w:rsid w:val="009F222B"/>
    <w:rsid w:val="009F2361"/>
    <w:rsid w:val="009F2E14"/>
    <w:rsid w:val="009F3C11"/>
    <w:rsid w:val="009F3CA4"/>
    <w:rsid w:val="009F3D88"/>
    <w:rsid w:val="009F41BC"/>
    <w:rsid w:val="009F61C8"/>
    <w:rsid w:val="009F70B6"/>
    <w:rsid w:val="009F7C85"/>
    <w:rsid w:val="00A00902"/>
    <w:rsid w:val="00A00DD2"/>
    <w:rsid w:val="00A00E24"/>
    <w:rsid w:val="00A0292D"/>
    <w:rsid w:val="00A0320E"/>
    <w:rsid w:val="00A0427C"/>
    <w:rsid w:val="00A04D2D"/>
    <w:rsid w:val="00A05CF9"/>
    <w:rsid w:val="00A06AAE"/>
    <w:rsid w:val="00A070C6"/>
    <w:rsid w:val="00A077D8"/>
    <w:rsid w:val="00A1086A"/>
    <w:rsid w:val="00A11FD1"/>
    <w:rsid w:val="00A12F40"/>
    <w:rsid w:val="00A1384A"/>
    <w:rsid w:val="00A13CEF"/>
    <w:rsid w:val="00A13F5A"/>
    <w:rsid w:val="00A1444D"/>
    <w:rsid w:val="00A14FC5"/>
    <w:rsid w:val="00A152BC"/>
    <w:rsid w:val="00A15DA2"/>
    <w:rsid w:val="00A165CE"/>
    <w:rsid w:val="00A16E96"/>
    <w:rsid w:val="00A20C22"/>
    <w:rsid w:val="00A2108A"/>
    <w:rsid w:val="00A215CE"/>
    <w:rsid w:val="00A23935"/>
    <w:rsid w:val="00A248E1"/>
    <w:rsid w:val="00A25934"/>
    <w:rsid w:val="00A263AC"/>
    <w:rsid w:val="00A27210"/>
    <w:rsid w:val="00A27AA8"/>
    <w:rsid w:val="00A27B8C"/>
    <w:rsid w:val="00A3029C"/>
    <w:rsid w:val="00A305EF"/>
    <w:rsid w:val="00A313BC"/>
    <w:rsid w:val="00A33968"/>
    <w:rsid w:val="00A35635"/>
    <w:rsid w:val="00A370F5"/>
    <w:rsid w:val="00A37C17"/>
    <w:rsid w:val="00A40B8B"/>
    <w:rsid w:val="00A41443"/>
    <w:rsid w:val="00A42973"/>
    <w:rsid w:val="00A476CF"/>
    <w:rsid w:val="00A50E19"/>
    <w:rsid w:val="00A511C5"/>
    <w:rsid w:val="00A53089"/>
    <w:rsid w:val="00A5472B"/>
    <w:rsid w:val="00A54D4B"/>
    <w:rsid w:val="00A5524F"/>
    <w:rsid w:val="00A552A0"/>
    <w:rsid w:val="00A56D09"/>
    <w:rsid w:val="00A56F07"/>
    <w:rsid w:val="00A57B3A"/>
    <w:rsid w:val="00A6103B"/>
    <w:rsid w:val="00A618AA"/>
    <w:rsid w:val="00A64359"/>
    <w:rsid w:val="00A648A0"/>
    <w:rsid w:val="00A649D9"/>
    <w:rsid w:val="00A65647"/>
    <w:rsid w:val="00A67223"/>
    <w:rsid w:val="00A67649"/>
    <w:rsid w:val="00A71FC2"/>
    <w:rsid w:val="00A72D88"/>
    <w:rsid w:val="00A7577F"/>
    <w:rsid w:val="00A75F59"/>
    <w:rsid w:val="00A76CA3"/>
    <w:rsid w:val="00A76DD1"/>
    <w:rsid w:val="00A7709F"/>
    <w:rsid w:val="00A77B67"/>
    <w:rsid w:val="00A84177"/>
    <w:rsid w:val="00A84D5A"/>
    <w:rsid w:val="00A85C71"/>
    <w:rsid w:val="00A86B02"/>
    <w:rsid w:val="00A9070B"/>
    <w:rsid w:val="00A90881"/>
    <w:rsid w:val="00A914A1"/>
    <w:rsid w:val="00A9175C"/>
    <w:rsid w:val="00A932A1"/>
    <w:rsid w:val="00A95C43"/>
    <w:rsid w:val="00A96ADA"/>
    <w:rsid w:val="00AA197E"/>
    <w:rsid w:val="00AA1AC1"/>
    <w:rsid w:val="00AA24A7"/>
    <w:rsid w:val="00AA2C80"/>
    <w:rsid w:val="00AA3393"/>
    <w:rsid w:val="00AA52ED"/>
    <w:rsid w:val="00AA5F20"/>
    <w:rsid w:val="00AA60C5"/>
    <w:rsid w:val="00AA7092"/>
    <w:rsid w:val="00AB0F62"/>
    <w:rsid w:val="00AB2742"/>
    <w:rsid w:val="00AB3C46"/>
    <w:rsid w:val="00AB3C8E"/>
    <w:rsid w:val="00AB4E29"/>
    <w:rsid w:val="00AB7934"/>
    <w:rsid w:val="00AB7A2A"/>
    <w:rsid w:val="00AB7C77"/>
    <w:rsid w:val="00AC0159"/>
    <w:rsid w:val="00AC0F3F"/>
    <w:rsid w:val="00AC16A0"/>
    <w:rsid w:val="00AC662B"/>
    <w:rsid w:val="00AC7785"/>
    <w:rsid w:val="00AC7A03"/>
    <w:rsid w:val="00AD0287"/>
    <w:rsid w:val="00AD08B0"/>
    <w:rsid w:val="00AD0988"/>
    <w:rsid w:val="00AD389A"/>
    <w:rsid w:val="00AD3FD9"/>
    <w:rsid w:val="00AD405A"/>
    <w:rsid w:val="00AD4B4C"/>
    <w:rsid w:val="00AD5A78"/>
    <w:rsid w:val="00AD615A"/>
    <w:rsid w:val="00AD63B1"/>
    <w:rsid w:val="00AD6918"/>
    <w:rsid w:val="00AE03C7"/>
    <w:rsid w:val="00AE3282"/>
    <w:rsid w:val="00AE4F63"/>
    <w:rsid w:val="00AE735A"/>
    <w:rsid w:val="00AF023A"/>
    <w:rsid w:val="00AF06A4"/>
    <w:rsid w:val="00AF1BC8"/>
    <w:rsid w:val="00AF1EC6"/>
    <w:rsid w:val="00AF5CB1"/>
    <w:rsid w:val="00B018EC"/>
    <w:rsid w:val="00B0245C"/>
    <w:rsid w:val="00B0277A"/>
    <w:rsid w:val="00B03DE6"/>
    <w:rsid w:val="00B0406F"/>
    <w:rsid w:val="00B052C5"/>
    <w:rsid w:val="00B05382"/>
    <w:rsid w:val="00B078A0"/>
    <w:rsid w:val="00B07AC6"/>
    <w:rsid w:val="00B1050C"/>
    <w:rsid w:val="00B1153B"/>
    <w:rsid w:val="00B128E1"/>
    <w:rsid w:val="00B12D82"/>
    <w:rsid w:val="00B1334C"/>
    <w:rsid w:val="00B1519E"/>
    <w:rsid w:val="00B17779"/>
    <w:rsid w:val="00B216DE"/>
    <w:rsid w:val="00B22569"/>
    <w:rsid w:val="00B249A4"/>
    <w:rsid w:val="00B33B19"/>
    <w:rsid w:val="00B347EB"/>
    <w:rsid w:val="00B351BA"/>
    <w:rsid w:val="00B371B8"/>
    <w:rsid w:val="00B40401"/>
    <w:rsid w:val="00B41C35"/>
    <w:rsid w:val="00B41F88"/>
    <w:rsid w:val="00B42098"/>
    <w:rsid w:val="00B4241D"/>
    <w:rsid w:val="00B426D8"/>
    <w:rsid w:val="00B440ED"/>
    <w:rsid w:val="00B45898"/>
    <w:rsid w:val="00B45B42"/>
    <w:rsid w:val="00B467AE"/>
    <w:rsid w:val="00B470A9"/>
    <w:rsid w:val="00B4731A"/>
    <w:rsid w:val="00B50110"/>
    <w:rsid w:val="00B50246"/>
    <w:rsid w:val="00B507E3"/>
    <w:rsid w:val="00B53F83"/>
    <w:rsid w:val="00B5524B"/>
    <w:rsid w:val="00B60815"/>
    <w:rsid w:val="00B612EF"/>
    <w:rsid w:val="00B62E3C"/>
    <w:rsid w:val="00B63B49"/>
    <w:rsid w:val="00B65538"/>
    <w:rsid w:val="00B665F7"/>
    <w:rsid w:val="00B66CD3"/>
    <w:rsid w:val="00B70E21"/>
    <w:rsid w:val="00B716B0"/>
    <w:rsid w:val="00B746B6"/>
    <w:rsid w:val="00B7612E"/>
    <w:rsid w:val="00B84AFD"/>
    <w:rsid w:val="00B8620A"/>
    <w:rsid w:val="00B8621E"/>
    <w:rsid w:val="00B866EF"/>
    <w:rsid w:val="00B87905"/>
    <w:rsid w:val="00B87DFD"/>
    <w:rsid w:val="00B90378"/>
    <w:rsid w:val="00B91C95"/>
    <w:rsid w:val="00B94BA8"/>
    <w:rsid w:val="00B96709"/>
    <w:rsid w:val="00B96B57"/>
    <w:rsid w:val="00BA1FFF"/>
    <w:rsid w:val="00BA2F8C"/>
    <w:rsid w:val="00BA3015"/>
    <w:rsid w:val="00BA44BE"/>
    <w:rsid w:val="00BA5509"/>
    <w:rsid w:val="00BA586D"/>
    <w:rsid w:val="00BA5A06"/>
    <w:rsid w:val="00BA6B00"/>
    <w:rsid w:val="00BA72CF"/>
    <w:rsid w:val="00BA74DD"/>
    <w:rsid w:val="00BA7538"/>
    <w:rsid w:val="00BA78F9"/>
    <w:rsid w:val="00BB0404"/>
    <w:rsid w:val="00BB239F"/>
    <w:rsid w:val="00BB36DE"/>
    <w:rsid w:val="00BB486B"/>
    <w:rsid w:val="00BB5EC2"/>
    <w:rsid w:val="00BB6DC6"/>
    <w:rsid w:val="00BC00D1"/>
    <w:rsid w:val="00BC3732"/>
    <w:rsid w:val="00BC4A6C"/>
    <w:rsid w:val="00BC5A42"/>
    <w:rsid w:val="00BC5ED2"/>
    <w:rsid w:val="00BD045F"/>
    <w:rsid w:val="00BD0AAF"/>
    <w:rsid w:val="00BD0F88"/>
    <w:rsid w:val="00BD1152"/>
    <w:rsid w:val="00BD1F2D"/>
    <w:rsid w:val="00BD22BB"/>
    <w:rsid w:val="00BD2440"/>
    <w:rsid w:val="00BD318D"/>
    <w:rsid w:val="00BD43FA"/>
    <w:rsid w:val="00BD46C6"/>
    <w:rsid w:val="00BD5567"/>
    <w:rsid w:val="00BD7949"/>
    <w:rsid w:val="00BE0935"/>
    <w:rsid w:val="00BE1948"/>
    <w:rsid w:val="00BE4B6F"/>
    <w:rsid w:val="00BE4DE3"/>
    <w:rsid w:val="00BE6BD9"/>
    <w:rsid w:val="00BE7439"/>
    <w:rsid w:val="00BE7A29"/>
    <w:rsid w:val="00BE7ACB"/>
    <w:rsid w:val="00BF0935"/>
    <w:rsid w:val="00BF0F37"/>
    <w:rsid w:val="00BF1A8E"/>
    <w:rsid w:val="00BF2D52"/>
    <w:rsid w:val="00BF42F5"/>
    <w:rsid w:val="00BF4A59"/>
    <w:rsid w:val="00C00B75"/>
    <w:rsid w:val="00C00F3D"/>
    <w:rsid w:val="00C0200C"/>
    <w:rsid w:val="00C02094"/>
    <w:rsid w:val="00C10410"/>
    <w:rsid w:val="00C13D64"/>
    <w:rsid w:val="00C15340"/>
    <w:rsid w:val="00C17C1E"/>
    <w:rsid w:val="00C217E1"/>
    <w:rsid w:val="00C22332"/>
    <w:rsid w:val="00C22C42"/>
    <w:rsid w:val="00C24333"/>
    <w:rsid w:val="00C2605D"/>
    <w:rsid w:val="00C26ED1"/>
    <w:rsid w:val="00C3024B"/>
    <w:rsid w:val="00C32807"/>
    <w:rsid w:val="00C3359B"/>
    <w:rsid w:val="00C3394C"/>
    <w:rsid w:val="00C36A8D"/>
    <w:rsid w:val="00C40C18"/>
    <w:rsid w:val="00C4324C"/>
    <w:rsid w:val="00C45D4A"/>
    <w:rsid w:val="00C45D8F"/>
    <w:rsid w:val="00C510A7"/>
    <w:rsid w:val="00C54024"/>
    <w:rsid w:val="00C5424B"/>
    <w:rsid w:val="00C5609F"/>
    <w:rsid w:val="00C6024D"/>
    <w:rsid w:val="00C60E60"/>
    <w:rsid w:val="00C62351"/>
    <w:rsid w:val="00C64936"/>
    <w:rsid w:val="00C659ED"/>
    <w:rsid w:val="00C6604F"/>
    <w:rsid w:val="00C66A6D"/>
    <w:rsid w:val="00C66C63"/>
    <w:rsid w:val="00C67599"/>
    <w:rsid w:val="00C67FDC"/>
    <w:rsid w:val="00C72B96"/>
    <w:rsid w:val="00C74117"/>
    <w:rsid w:val="00C74658"/>
    <w:rsid w:val="00C7494E"/>
    <w:rsid w:val="00C75312"/>
    <w:rsid w:val="00C761EA"/>
    <w:rsid w:val="00C76574"/>
    <w:rsid w:val="00C7767C"/>
    <w:rsid w:val="00C82485"/>
    <w:rsid w:val="00C838F1"/>
    <w:rsid w:val="00C851E0"/>
    <w:rsid w:val="00C87096"/>
    <w:rsid w:val="00C90590"/>
    <w:rsid w:val="00C9296D"/>
    <w:rsid w:val="00C9302C"/>
    <w:rsid w:val="00C93634"/>
    <w:rsid w:val="00C943E5"/>
    <w:rsid w:val="00C97311"/>
    <w:rsid w:val="00CA332E"/>
    <w:rsid w:val="00CA477A"/>
    <w:rsid w:val="00CA5091"/>
    <w:rsid w:val="00CA5A3E"/>
    <w:rsid w:val="00CA647A"/>
    <w:rsid w:val="00CA652A"/>
    <w:rsid w:val="00CA7468"/>
    <w:rsid w:val="00CB1E29"/>
    <w:rsid w:val="00CB316E"/>
    <w:rsid w:val="00CB3482"/>
    <w:rsid w:val="00CB39EA"/>
    <w:rsid w:val="00CB3B79"/>
    <w:rsid w:val="00CB3EB1"/>
    <w:rsid w:val="00CB498F"/>
    <w:rsid w:val="00CB4AC8"/>
    <w:rsid w:val="00CB78FE"/>
    <w:rsid w:val="00CC0A50"/>
    <w:rsid w:val="00CC0D91"/>
    <w:rsid w:val="00CC3A21"/>
    <w:rsid w:val="00CC458B"/>
    <w:rsid w:val="00CC583C"/>
    <w:rsid w:val="00CC5FDC"/>
    <w:rsid w:val="00CD0A52"/>
    <w:rsid w:val="00CD0F33"/>
    <w:rsid w:val="00CD25B9"/>
    <w:rsid w:val="00CD25BD"/>
    <w:rsid w:val="00CD29E9"/>
    <w:rsid w:val="00CD2B35"/>
    <w:rsid w:val="00CD5051"/>
    <w:rsid w:val="00CE0E0C"/>
    <w:rsid w:val="00CE1B83"/>
    <w:rsid w:val="00CE2D61"/>
    <w:rsid w:val="00CE2FA5"/>
    <w:rsid w:val="00CE30F3"/>
    <w:rsid w:val="00CE33E2"/>
    <w:rsid w:val="00CE4BB0"/>
    <w:rsid w:val="00CE55D4"/>
    <w:rsid w:val="00CE6539"/>
    <w:rsid w:val="00CE67CC"/>
    <w:rsid w:val="00CF5158"/>
    <w:rsid w:val="00CF7CC8"/>
    <w:rsid w:val="00D00539"/>
    <w:rsid w:val="00D01708"/>
    <w:rsid w:val="00D01AE3"/>
    <w:rsid w:val="00D02622"/>
    <w:rsid w:val="00D032FE"/>
    <w:rsid w:val="00D04555"/>
    <w:rsid w:val="00D04D84"/>
    <w:rsid w:val="00D04E7E"/>
    <w:rsid w:val="00D05788"/>
    <w:rsid w:val="00D05D71"/>
    <w:rsid w:val="00D079D7"/>
    <w:rsid w:val="00D12AAB"/>
    <w:rsid w:val="00D14571"/>
    <w:rsid w:val="00D1635E"/>
    <w:rsid w:val="00D16569"/>
    <w:rsid w:val="00D16CA9"/>
    <w:rsid w:val="00D177FF"/>
    <w:rsid w:val="00D17FC9"/>
    <w:rsid w:val="00D2058B"/>
    <w:rsid w:val="00D208D4"/>
    <w:rsid w:val="00D21A0A"/>
    <w:rsid w:val="00D23510"/>
    <w:rsid w:val="00D23BAA"/>
    <w:rsid w:val="00D23D29"/>
    <w:rsid w:val="00D246E7"/>
    <w:rsid w:val="00D25023"/>
    <w:rsid w:val="00D269F6"/>
    <w:rsid w:val="00D302D3"/>
    <w:rsid w:val="00D318F6"/>
    <w:rsid w:val="00D31DDE"/>
    <w:rsid w:val="00D346EF"/>
    <w:rsid w:val="00D36621"/>
    <w:rsid w:val="00D36821"/>
    <w:rsid w:val="00D4001D"/>
    <w:rsid w:val="00D4005B"/>
    <w:rsid w:val="00D41019"/>
    <w:rsid w:val="00D426D0"/>
    <w:rsid w:val="00D439C1"/>
    <w:rsid w:val="00D47C7E"/>
    <w:rsid w:val="00D505B5"/>
    <w:rsid w:val="00D51123"/>
    <w:rsid w:val="00D52AC1"/>
    <w:rsid w:val="00D53D24"/>
    <w:rsid w:val="00D53DCB"/>
    <w:rsid w:val="00D547D9"/>
    <w:rsid w:val="00D55AAE"/>
    <w:rsid w:val="00D566FD"/>
    <w:rsid w:val="00D56744"/>
    <w:rsid w:val="00D57A94"/>
    <w:rsid w:val="00D6117C"/>
    <w:rsid w:val="00D62F32"/>
    <w:rsid w:val="00D62FF9"/>
    <w:rsid w:val="00D6392B"/>
    <w:rsid w:val="00D650DF"/>
    <w:rsid w:val="00D656BB"/>
    <w:rsid w:val="00D65E7E"/>
    <w:rsid w:val="00D65FD7"/>
    <w:rsid w:val="00D660F8"/>
    <w:rsid w:val="00D66398"/>
    <w:rsid w:val="00D66774"/>
    <w:rsid w:val="00D72258"/>
    <w:rsid w:val="00D7276C"/>
    <w:rsid w:val="00D74A75"/>
    <w:rsid w:val="00D74B4B"/>
    <w:rsid w:val="00D76E7A"/>
    <w:rsid w:val="00D81372"/>
    <w:rsid w:val="00D82053"/>
    <w:rsid w:val="00D824F8"/>
    <w:rsid w:val="00D82871"/>
    <w:rsid w:val="00D83C34"/>
    <w:rsid w:val="00D83F89"/>
    <w:rsid w:val="00D861C6"/>
    <w:rsid w:val="00D87BD0"/>
    <w:rsid w:val="00D91AA6"/>
    <w:rsid w:val="00D94B27"/>
    <w:rsid w:val="00D959BC"/>
    <w:rsid w:val="00D960EF"/>
    <w:rsid w:val="00DA0725"/>
    <w:rsid w:val="00DA0771"/>
    <w:rsid w:val="00DA1B86"/>
    <w:rsid w:val="00DA350A"/>
    <w:rsid w:val="00DA4C91"/>
    <w:rsid w:val="00DA548D"/>
    <w:rsid w:val="00DA7A7A"/>
    <w:rsid w:val="00DB12BE"/>
    <w:rsid w:val="00DB392C"/>
    <w:rsid w:val="00DB50E7"/>
    <w:rsid w:val="00DB5C4B"/>
    <w:rsid w:val="00DB6B3E"/>
    <w:rsid w:val="00DB7809"/>
    <w:rsid w:val="00DC27B6"/>
    <w:rsid w:val="00DC38D4"/>
    <w:rsid w:val="00DC392E"/>
    <w:rsid w:val="00DC3EB8"/>
    <w:rsid w:val="00DC4219"/>
    <w:rsid w:val="00DC543A"/>
    <w:rsid w:val="00DD0407"/>
    <w:rsid w:val="00DD09DD"/>
    <w:rsid w:val="00DD09DE"/>
    <w:rsid w:val="00DD1DAB"/>
    <w:rsid w:val="00DD41B7"/>
    <w:rsid w:val="00DD51FE"/>
    <w:rsid w:val="00DD56D8"/>
    <w:rsid w:val="00DD6172"/>
    <w:rsid w:val="00DD6632"/>
    <w:rsid w:val="00DD7E6E"/>
    <w:rsid w:val="00DE0CEF"/>
    <w:rsid w:val="00DE0D7F"/>
    <w:rsid w:val="00DE1AE2"/>
    <w:rsid w:val="00DE2E3E"/>
    <w:rsid w:val="00DE38C0"/>
    <w:rsid w:val="00DE38DF"/>
    <w:rsid w:val="00DE4A7D"/>
    <w:rsid w:val="00DE4B76"/>
    <w:rsid w:val="00DE6BDD"/>
    <w:rsid w:val="00DF0117"/>
    <w:rsid w:val="00DF03EA"/>
    <w:rsid w:val="00DF1930"/>
    <w:rsid w:val="00DF232F"/>
    <w:rsid w:val="00DF37C3"/>
    <w:rsid w:val="00DF39B9"/>
    <w:rsid w:val="00DF4182"/>
    <w:rsid w:val="00DF5E73"/>
    <w:rsid w:val="00DF7278"/>
    <w:rsid w:val="00DF7D13"/>
    <w:rsid w:val="00E0040A"/>
    <w:rsid w:val="00E00837"/>
    <w:rsid w:val="00E009D4"/>
    <w:rsid w:val="00E0106B"/>
    <w:rsid w:val="00E019AE"/>
    <w:rsid w:val="00E028B2"/>
    <w:rsid w:val="00E05CDE"/>
    <w:rsid w:val="00E11897"/>
    <w:rsid w:val="00E1464F"/>
    <w:rsid w:val="00E14A43"/>
    <w:rsid w:val="00E14EB9"/>
    <w:rsid w:val="00E20AF4"/>
    <w:rsid w:val="00E20CD1"/>
    <w:rsid w:val="00E24320"/>
    <w:rsid w:val="00E24689"/>
    <w:rsid w:val="00E27239"/>
    <w:rsid w:val="00E2749E"/>
    <w:rsid w:val="00E30187"/>
    <w:rsid w:val="00E317E0"/>
    <w:rsid w:val="00E32123"/>
    <w:rsid w:val="00E34B62"/>
    <w:rsid w:val="00E3528A"/>
    <w:rsid w:val="00E358FD"/>
    <w:rsid w:val="00E40FD3"/>
    <w:rsid w:val="00E411CF"/>
    <w:rsid w:val="00E41D88"/>
    <w:rsid w:val="00E422DC"/>
    <w:rsid w:val="00E42D16"/>
    <w:rsid w:val="00E45672"/>
    <w:rsid w:val="00E511A6"/>
    <w:rsid w:val="00E53172"/>
    <w:rsid w:val="00E546D2"/>
    <w:rsid w:val="00E55F04"/>
    <w:rsid w:val="00E56240"/>
    <w:rsid w:val="00E56AFA"/>
    <w:rsid w:val="00E57F70"/>
    <w:rsid w:val="00E611F9"/>
    <w:rsid w:val="00E618E9"/>
    <w:rsid w:val="00E66289"/>
    <w:rsid w:val="00E66992"/>
    <w:rsid w:val="00E669A9"/>
    <w:rsid w:val="00E66F74"/>
    <w:rsid w:val="00E67C60"/>
    <w:rsid w:val="00E702EB"/>
    <w:rsid w:val="00E7167E"/>
    <w:rsid w:val="00E71B46"/>
    <w:rsid w:val="00E72EBF"/>
    <w:rsid w:val="00E739D3"/>
    <w:rsid w:val="00E75457"/>
    <w:rsid w:val="00E757B4"/>
    <w:rsid w:val="00E766A4"/>
    <w:rsid w:val="00E77B54"/>
    <w:rsid w:val="00E80168"/>
    <w:rsid w:val="00E80E0B"/>
    <w:rsid w:val="00E811DC"/>
    <w:rsid w:val="00E81327"/>
    <w:rsid w:val="00E824AE"/>
    <w:rsid w:val="00E833CD"/>
    <w:rsid w:val="00E83E49"/>
    <w:rsid w:val="00E848DA"/>
    <w:rsid w:val="00E851C4"/>
    <w:rsid w:val="00E8541C"/>
    <w:rsid w:val="00E87AEC"/>
    <w:rsid w:val="00E91119"/>
    <w:rsid w:val="00E92A7E"/>
    <w:rsid w:val="00E9541B"/>
    <w:rsid w:val="00E959D1"/>
    <w:rsid w:val="00E96268"/>
    <w:rsid w:val="00E96BE3"/>
    <w:rsid w:val="00E96FEC"/>
    <w:rsid w:val="00EA041B"/>
    <w:rsid w:val="00EA2E1F"/>
    <w:rsid w:val="00EA3972"/>
    <w:rsid w:val="00EA6EB2"/>
    <w:rsid w:val="00EA7693"/>
    <w:rsid w:val="00EB1273"/>
    <w:rsid w:val="00EB25CE"/>
    <w:rsid w:val="00EB3E82"/>
    <w:rsid w:val="00EB3F25"/>
    <w:rsid w:val="00EB499B"/>
    <w:rsid w:val="00EB6020"/>
    <w:rsid w:val="00EB7A9A"/>
    <w:rsid w:val="00EC1130"/>
    <w:rsid w:val="00EC31C6"/>
    <w:rsid w:val="00EC375C"/>
    <w:rsid w:val="00EC45C6"/>
    <w:rsid w:val="00EC4F48"/>
    <w:rsid w:val="00EC5384"/>
    <w:rsid w:val="00EC5523"/>
    <w:rsid w:val="00EC729B"/>
    <w:rsid w:val="00ED0B03"/>
    <w:rsid w:val="00ED106E"/>
    <w:rsid w:val="00ED15D3"/>
    <w:rsid w:val="00ED2A3B"/>
    <w:rsid w:val="00ED7939"/>
    <w:rsid w:val="00ED7A95"/>
    <w:rsid w:val="00EE59D4"/>
    <w:rsid w:val="00EE6410"/>
    <w:rsid w:val="00EF2E6D"/>
    <w:rsid w:val="00EF4C80"/>
    <w:rsid w:val="00EF65AD"/>
    <w:rsid w:val="00EF76D6"/>
    <w:rsid w:val="00EF7E15"/>
    <w:rsid w:val="00F0006E"/>
    <w:rsid w:val="00F00B6E"/>
    <w:rsid w:val="00F01680"/>
    <w:rsid w:val="00F02DA4"/>
    <w:rsid w:val="00F02F04"/>
    <w:rsid w:val="00F03F9F"/>
    <w:rsid w:val="00F04B0D"/>
    <w:rsid w:val="00F04C29"/>
    <w:rsid w:val="00F05EED"/>
    <w:rsid w:val="00F060A8"/>
    <w:rsid w:val="00F06E2B"/>
    <w:rsid w:val="00F116BB"/>
    <w:rsid w:val="00F12DA2"/>
    <w:rsid w:val="00F13506"/>
    <w:rsid w:val="00F15D15"/>
    <w:rsid w:val="00F17D06"/>
    <w:rsid w:val="00F215DF"/>
    <w:rsid w:val="00F2240C"/>
    <w:rsid w:val="00F231CF"/>
    <w:rsid w:val="00F23832"/>
    <w:rsid w:val="00F24F0F"/>
    <w:rsid w:val="00F2509C"/>
    <w:rsid w:val="00F303DD"/>
    <w:rsid w:val="00F30556"/>
    <w:rsid w:val="00F31A5C"/>
    <w:rsid w:val="00F3243D"/>
    <w:rsid w:val="00F336C2"/>
    <w:rsid w:val="00F34E74"/>
    <w:rsid w:val="00F35DFF"/>
    <w:rsid w:val="00F3789F"/>
    <w:rsid w:val="00F404F6"/>
    <w:rsid w:val="00F43F3C"/>
    <w:rsid w:val="00F44270"/>
    <w:rsid w:val="00F450A0"/>
    <w:rsid w:val="00F45212"/>
    <w:rsid w:val="00F50761"/>
    <w:rsid w:val="00F50D3C"/>
    <w:rsid w:val="00F5272E"/>
    <w:rsid w:val="00F52813"/>
    <w:rsid w:val="00F529EF"/>
    <w:rsid w:val="00F53BD6"/>
    <w:rsid w:val="00F564BD"/>
    <w:rsid w:val="00F60CEA"/>
    <w:rsid w:val="00F61C3C"/>
    <w:rsid w:val="00F62703"/>
    <w:rsid w:val="00F63333"/>
    <w:rsid w:val="00F63D3A"/>
    <w:rsid w:val="00F64384"/>
    <w:rsid w:val="00F67A02"/>
    <w:rsid w:val="00F71073"/>
    <w:rsid w:val="00F7270F"/>
    <w:rsid w:val="00F74064"/>
    <w:rsid w:val="00F770DB"/>
    <w:rsid w:val="00F77DEC"/>
    <w:rsid w:val="00F806B0"/>
    <w:rsid w:val="00F81557"/>
    <w:rsid w:val="00F82550"/>
    <w:rsid w:val="00F83A8C"/>
    <w:rsid w:val="00F862B6"/>
    <w:rsid w:val="00F87F94"/>
    <w:rsid w:val="00F932E9"/>
    <w:rsid w:val="00F95B06"/>
    <w:rsid w:val="00F9645D"/>
    <w:rsid w:val="00FA0C96"/>
    <w:rsid w:val="00FA119D"/>
    <w:rsid w:val="00FA319C"/>
    <w:rsid w:val="00FA7B26"/>
    <w:rsid w:val="00FB06F2"/>
    <w:rsid w:val="00FB07F7"/>
    <w:rsid w:val="00FB0C05"/>
    <w:rsid w:val="00FB121B"/>
    <w:rsid w:val="00FB1A4A"/>
    <w:rsid w:val="00FB1FFA"/>
    <w:rsid w:val="00FB39DB"/>
    <w:rsid w:val="00FB53EC"/>
    <w:rsid w:val="00FB73FC"/>
    <w:rsid w:val="00FC13CB"/>
    <w:rsid w:val="00FC2D93"/>
    <w:rsid w:val="00FC33F4"/>
    <w:rsid w:val="00FC40CA"/>
    <w:rsid w:val="00FC65F9"/>
    <w:rsid w:val="00FC7923"/>
    <w:rsid w:val="00FD0707"/>
    <w:rsid w:val="00FD1378"/>
    <w:rsid w:val="00FD1FF0"/>
    <w:rsid w:val="00FD46D4"/>
    <w:rsid w:val="00FD562F"/>
    <w:rsid w:val="00FD5981"/>
    <w:rsid w:val="00FE0AAE"/>
    <w:rsid w:val="00FE0D4F"/>
    <w:rsid w:val="00FE1576"/>
    <w:rsid w:val="00FE2595"/>
    <w:rsid w:val="00FE2920"/>
    <w:rsid w:val="00FE297B"/>
    <w:rsid w:val="00FE3F22"/>
    <w:rsid w:val="00FE3F60"/>
    <w:rsid w:val="00FE4993"/>
    <w:rsid w:val="00FE4D60"/>
    <w:rsid w:val="00FE61D8"/>
    <w:rsid w:val="00FE77A3"/>
    <w:rsid w:val="00FF174F"/>
    <w:rsid w:val="00FF5751"/>
    <w:rsid w:val="00FF5A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C2577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0C257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0C257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0C257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0C2577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0C2577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0C2577"/>
  </w:style>
  <w:style w:type="paragraph" w:customStyle="1" w:styleId="ConsNormal">
    <w:name w:val="ConsNormal"/>
    <w:link w:val="ConsNormal0"/>
    <w:rsid w:val="00F932E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0"/>
    <w:link w:val="ConsNormal"/>
    <w:locked/>
    <w:rsid w:val="00F932E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F932E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3">
    <w:name w:val="Hyperlink"/>
    <w:rsid w:val="000C2577"/>
    <w:rPr>
      <w:color w:val="0000FF"/>
      <w:u w:val="none"/>
    </w:rPr>
  </w:style>
  <w:style w:type="character" w:styleId="a4">
    <w:name w:val="FollowedHyperlink"/>
    <w:basedOn w:val="a0"/>
    <w:uiPriority w:val="99"/>
    <w:semiHidden/>
    <w:unhideWhenUsed/>
    <w:rsid w:val="00FF5751"/>
    <w:rPr>
      <w:color w:val="800080"/>
      <w:u w:val="single"/>
    </w:rPr>
  </w:style>
  <w:style w:type="paragraph" w:customStyle="1" w:styleId="xl65">
    <w:name w:val="xl65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FF5751"/>
    <w:pPr>
      <w:spacing w:before="100" w:beforeAutospacing="1" w:after="100" w:afterAutospacing="1"/>
    </w:pPr>
  </w:style>
  <w:style w:type="paragraph" w:customStyle="1" w:styleId="xl67">
    <w:name w:val="xl67"/>
    <w:basedOn w:val="a"/>
    <w:rsid w:val="00FF5751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FF5751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1">
    <w:name w:val="xl71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color w:val="000000"/>
      <w:sz w:val="22"/>
      <w:szCs w:val="22"/>
    </w:rPr>
  </w:style>
  <w:style w:type="paragraph" w:customStyle="1" w:styleId="xl73">
    <w:name w:val="xl73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color w:val="000000"/>
      <w:sz w:val="22"/>
      <w:szCs w:val="22"/>
    </w:rPr>
  </w:style>
  <w:style w:type="paragraph" w:customStyle="1" w:styleId="xl74">
    <w:name w:val="xl74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2"/>
      <w:szCs w:val="22"/>
    </w:rPr>
  </w:style>
  <w:style w:type="paragraph" w:customStyle="1" w:styleId="xl75">
    <w:name w:val="xl75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2"/>
      <w:szCs w:val="22"/>
    </w:rPr>
  </w:style>
  <w:style w:type="paragraph" w:customStyle="1" w:styleId="xl76">
    <w:name w:val="xl76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cs="Arial"/>
      <w:b/>
      <w:bCs/>
      <w:sz w:val="22"/>
      <w:szCs w:val="22"/>
    </w:rPr>
  </w:style>
  <w:style w:type="paragraph" w:customStyle="1" w:styleId="xl77">
    <w:name w:val="xl77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2"/>
      <w:szCs w:val="22"/>
    </w:rPr>
  </w:style>
  <w:style w:type="paragraph" w:customStyle="1" w:styleId="xl78">
    <w:name w:val="xl78"/>
    <w:basedOn w:val="a"/>
    <w:rsid w:val="00FF5751"/>
    <w:pPr>
      <w:spacing w:before="100" w:beforeAutospacing="1" w:after="100" w:afterAutospacing="1"/>
    </w:pPr>
    <w:rPr>
      <w:rFonts w:cs="Arial"/>
      <w:sz w:val="22"/>
      <w:szCs w:val="22"/>
    </w:rPr>
  </w:style>
  <w:style w:type="paragraph" w:customStyle="1" w:styleId="xl79">
    <w:name w:val="xl79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2"/>
      <w:szCs w:val="22"/>
    </w:rPr>
  </w:style>
  <w:style w:type="paragraph" w:customStyle="1" w:styleId="xl80">
    <w:name w:val="xl80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2"/>
      <w:szCs w:val="22"/>
    </w:rPr>
  </w:style>
  <w:style w:type="paragraph" w:customStyle="1" w:styleId="xl81">
    <w:name w:val="xl81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2"/>
      <w:szCs w:val="22"/>
    </w:rPr>
  </w:style>
  <w:style w:type="paragraph" w:customStyle="1" w:styleId="xl82">
    <w:name w:val="xl82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b/>
      <w:bCs/>
      <w:sz w:val="22"/>
      <w:szCs w:val="22"/>
    </w:rPr>
  </w:style>
  <w:style w:type="paragraph" w:customStyle="1" w:styleId="xl83">
    <w:name w:val="xl83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2"/>
      <w:szCs w:val="22"/>
    </w:rPr>
  </w:style>
  <w:style w:type="paragraph" w:customStyle="1" w:styleId="xl84">
    <w:name w:val="xl84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2"/>
      <w:szCs w:val="22"/>
    </w:rPr>
  </w:style>
  <w:style w:type="paragraph" w:customStyle="1" w:styleId="xl85">
    <w:name w:val="xl85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b/>
      <w:bCs/>
      <w:color w:val="000000"/>
      <w:sz w:val="22"/>
      <w:szCs w:val="22"/>
    </w:rPr>
  </w:style>
  <w:style w:type="paragraph" w:customStyle="1" w:styleId="xl86">
    <w:name w:val="xl86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2"/>
      <w:szCs w:val="22"/>
    </w:rPr>
  </w:style>
  <w:style w:type="paragraph" w:customStyle="1" w:styleId="xl87">
    <w:name w:val="xl87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2"/>
      <w:szCs w:val="22"/>
    </w:rPr>
  </w:style>
  <w:style w:type="paragraph" w:customStyle="1" w:styleId="xl88">
    <w:name w:val="xl88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22"/>
      <w:szCs w:val="22"/>
    </w:rPr>
  </w:style>
  <w:style w:type="paragraph" w:customStyle="1" w:styleId="xl89">
    <w:name w:val="xl89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</w:rPr>
  </w:style>
  <w:style w:type="paragraph" w:customStyle="1" w:styleId="xl90">
    <w:name w:val="xl90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cs="Arial"/>
    </w:rPr>
  </w:style>
  <w:style w:type="paragraph" w:customStyle="1" w:styleId="xl91">
    <w:name w:val="xl91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cs="Arial"/>
      <w:b/>
      <w:bCs/>
    </w:rPr>
  </w:style>
  <w:style w:type="paragraph" w:customStyle="1" w:styleId="xl92">
    <w:name w:val="xl92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color w:val="000000"/>
    </w:rPr>
  </w:style>
  <w:style w:type="paragraph" w:customStyle="1" w:styleId="xl93">
    <w:name w:val="xl93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color w:val="000000"/>
    </w:rPr>
  </w:style>
  <w:style w:type="paragraph" w:customStyle="1" w:styleId="xl94">
    <w:name w:val="xl94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cs="Arial"/>
      <w:b/>
      <w:bCs/>
    </w:rPr>
  </w:style>
  <w:style w:type="paragraph" w:customStyle="1" w:styleId="xl95">
    <w:name w:val="xl95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color w:val="000000"/>
    </w:rPr>
  </w:style>
  <w:style w:type="paragraph" w:customStyle="1" w:styleId="xl96">
    <w:name w:val="xl96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color w:val="000000"/>
    </w:rPr>
  </w:style>
  <w:style w:type="paragraph" w:customStyle="1" w:styleId="xl97">
    <w:name w:val="xl97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i/>
      <w:iCs/>
      <w:color w:val="000000"/>
    </w:rPr>
  </w:style>
  <w:style w:type="paragraph" w:customStyle="1" w:styleId="xl98">
    <w:name w:val="xl98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color w:val="000000"/>
    </w:rPr>
  </w:style>
  <w:style w:type="paragraph" w:customStyle="1" w:styleId="xl99">
    <w:name w:val="xl99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i/>
      <w:iCs/>
      <w:color w:val="000000"/>
    </w:rPr>
  </w:style>
  <w:style w:type="paragraph" w:customStyle="1" w:styleId="xl100">
    <w:name w:val="xl100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cs="Arial"/>
      <w:i/>
      <w:iCs/>
    </w:rPr>
  </w:style>
  <w:style w:type="paragraph" w:customStyle="1" w:styleId="xl101">
    <w:name w:val="xl101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cs="Arial"/>
      <w:b/>
      <w:bCs/>
      <w:color w:val="000000"/>
    </w:rPr>
  </w:style>
  <w:style w:type="paragraph" w:customStyle="1" w:styleId="xl102">
    <w:name w:val="xl102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cs="Arial"/>
      <w:color w:val="000000"/>
    </w:rPr>
  </w:style>
  <w:style w:type="paragraph" w:customStyle="1" w:styleId="xl103">
    <w:name w:val="xl103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cs="Arial"/>
      <w:i/>
      <w:iCs/>
      <w:color w:val="000000"/>
    </w:rPr>
  </w:style>
  <w:style w:type="paragraph" w:customStyle="1" w:styleId="xl104">
    <w:name w:val="xl104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color w:val="000000"/>
    </w:rPr>
  </w:style>
  <w:style w:type="paragraph" w:customStyle="1" w:styleId="xl105">
    <w:name w:val="xl105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</w:rPr>
  </w:style>
  <w:style w:type="paragraph" w:customStyle="1" w:styleId="xl106">
    <w:name w:val="xl106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</w:rPr>
  </w:style>
  <w:style w:type="paragraph" w:customStyle="1" w:styleId="xl107">
    <w:name w:val="xl107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i/>
      <w:iCs/>
    </w:rPr>
  </w:style>
  <w:style w:type="paragraph" w:customStyle="1" w:styleId="xl108">
    <w:name w:val="xl108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i/>
      <w:iCs/>
    </w:rPr>
  </w:style>
  <w:style w:type="paragraph" w:customStyle="1" w:styleId="xl109">
    <w:name w:val="xl109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color w:val="000000"/>
    </w:rPr>
  </w:style>
  <w:style w:type="paragraph" w:customStyle="1" w:styleId="xl110">
    <w:name w:val="xl110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cs="Arial"/>
      <w:b/>
      <w:bCs/>
      <w:color w:val="000000"/>
    </w:rPr>
  </w:style>
  <w:style w:type="paragraph" w:customStyle="1" w:styleId="xl111">
    <w:name w:val="xl111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</w:rPr>
  </w:style>
  <w:style w:type="paragraph" w:customStyle="1" w:styleId="xl112">
    <w:name w:val="xl112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color w:val="000000"/>
    </w:rPr>
  </w:style>
  <w:style w:type="paragraph" w:customStyle="1" w:styleId="xl113">
    <w:name w:val="xl113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</w:rPr>
  </w:style>
  <w:style w:type="paragraph" w:customStyle="1" w:styleId="xl114">
    <w:name w:val="xl114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i/>
      <w:iCs/>
      <w:color w:val="000000"/>
    </w:rPr>
  </w:style>
  <w:style w:type="paragraph" w:customStyle="1" w:styleId="xl115">
    <w:name w:val="xl115"/>
    <w:basedOn w:val="a"/>
    <w:rsid w:val="00FF57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2"/>
      <w:szCs w:val="22"/>
    </w:rPr>
  </w:style>
  <w:style w:type="paragraph" w:customStyle="1" w:styleId="xl116">
    <w:name w:val="xl116"/>
    <w:basedOn w:val="a"/>
    <w:rsid w:val="00FF57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2"/>
      <w:szCs w:val="22"/>
    </w:rPr>
  </w:style>
  <w:style w:type="paragraph" w:customStyle="1" w:styleId="xl117">
    <w:name w:val="xl117"/>
    <w:basedOn w:val="a"/>
    <w:rsid w:val="00FF57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2"/>
      <w:szCs w:val="22"/>
    </w:rPr>
  </w:style>
  <w:style w:type="paragraph" w:customStyle="1" w:styleId="xl118">
    <w:name w:val="xl118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color w:val="000000"/>
    </w:rPr>
  </w:style>
  <w:style w:type="paragraph" w:customStyle="1" w:styleId="xl119">
    <w:name w:val="xl119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color w:val="000000"/>
    </w:rPr>
  </w:style>
  <w:style w:type="paragraph" w:customStyle="1" w:styleId="xl120">
    <w:name w:val="xl120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color w:val="000000"/>
    </w:rPr>
  </w:style>
  <w:style w:type="paragraph" w:customStyle="1" w:styleId="xl121">
    <w:name w:val="xl121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</w:rPr>
  </w:style>
  <w:style w:type="paragraph" w:customStyle="1" w:styleId="xl122">
    <w:name w:val="xl122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color w:val="000000"/>
    </w:rPr>
  </w:style>
  <w:style w:type="paragraph" w:customStyle="1" w:styleId="xl123">
    <w:name w:val="xl123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2"/>
      <w:szCs w:val="22"/>
    </w:rPr>
  </w:style>
  <w:style w:type="paragraph" w:customStyle="1" w:styleId="xl124">
    <w:name w:val="xl124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2"/>
      <w:szCs w:val="22"/>
    </w:rPr>
  </w:style>
  <w:style w:type="paragraph" w:customStyle="1" w:styleId="xl125">
    <w:name w:val="xl125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2"/>
      <w:szCs w:val="22"/>
    </w:rPr>
  </w:style>
  <w:style w:type="paragraph" w:customStyle="1" w:styleId="xl126">
    <w:name w:val="xl126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2"/>
      <w:szCs w:val="22"/>
    </w:rPr>
  </w:style>
  <w:style w:type="paragraph" w:customStyle="1" w:styleId="xl127">
    <w:name w:val="xl127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2"/>
      <w:szCs w:val="22"/>
    </w:rPr>
  </w:style>
  <w:style w:type="paragraph" w:customStyle="1" w:styleId="xl128">
    <w:name w:val="xl128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2"/>
      <w:szCs w:val="22"/>
    </w:rPr>
  </w:style>
  <w:style w:type="paragraph" w:customStyle="1" w:styleId="xl129">
    <w:name w:val="xl129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2"/>
      <w:szCs w:val="22"/>
    </w:rPr>
  </w:style>
  <w:style w:type="paragraph" w:customStyle="1" w:styleId="xl130">
    <w:name w:val="xl130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color w:val="000000"/>
      <w:sz w:val="22"/>
      <w:szCs w:val="22"/>
    </w:rPr>
  </w:style>
  <w:style w:type="paragraph" w:customStyle="1" w:styleId="xl131">
    <w:name w:val="xl131"/>
    <w:basedOn w:val="a"/>
    <w:rsid w:val="00FF57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color w:val="000000"/>
    </w:rPr>
  </w:style>
  <w:style w:type="paragraph" w:customStyle="1" w:styleId="xl133">
    <w:name w:val="xl133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i/>
      <w:iCs/>
      <w:color w:val="000000"/>
    </w:rPr>
  </w:style>
  <w:style w:type="paragraph" w:customStyle="1" w:styleId="xl134">
    <w:name w:val="xl134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i/>
      <w:iCs/>
      <w:color w:val="000000"/>
    </w:rPr>
  </w:style>
  <w:style w:type="paragraph" w:customStyle="1" w:styleId="xl135">
    <w:name w:val="xl135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color w:val="000000"/>
    </w:rPr>
  </w:style>
  <w:style w:type="paragraph" w:customStyle="1" w:styleId="xl136">
    <w:name w:val="xl136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</w:rPr>
  </w:style>
  <w:style w:type="paragraph" w:customStyle="1" w:styleId="xl137">
    <w:name w:val="xl137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cs="Arial"/>
      <w:b/>
      <w:bCs/>
      <w:color w:val="000000"/>
      <w:sz w:val="22"/>
      <w:szCs w:val="22"/>
    </w:rPr>
  </w:style>
  <w:style w:type="paragraph" w:customStyle="1" w:styleId="xl138">
    <w:name w:val="xl138"/>
    <w:basedOn w:val="a"/>
    <w:rsid w:val="00FF5751"/>
    <w:pPr>
      <w:spacing w:before="100" w:beforeAutospacing="1" w:after="100" w:afterAutospacing="1"/>
      <w:jc w:val="center"/>
    </w:pPr>
    <w:rPr>
      <w:rFonts w:cs="Arial"/>
      <w:b/>
      <w:bCs/>
    </w:rPr>
  </w:style>
  <w:style w:type="paragraph" w:customStyle="1" w:styleId="xl139">
    <w:name w:val="xl139"/>
    <w:basedOn w:val="a"/>
    <w:rsid w:val="00FF57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2"/>
      <w:szCs w:val="22"/>
    </w:rPr>
  </w:style>
  <w:style w:type="paragraph" w:customStyle="1" w:styleId="xl140">
    <w:name w:val="xl140"/>
    <w:basedOn w:val="a"/>
    <w:rsid w:val="00FF5751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FF57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2"/>
      <w:szCs w:val="22"/>
    </w:rPr>
  </w:style>
  <w:style w:type="paragraph" w:customStyle="1" w:styleId="xl142">
    <w:name w:val="xl142"/>
    <w:basedOn w:val="a"/>
    <w:rsid w:val="00FF57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2"/>
      <w:szCs w:val="22"/>
    </w:rPr>
  </w:style>
  <w:style w:type="paragraph" w:customStyle="1" w:styleId="xl143">
    <w:name w:val="xl143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2"/>
      <w:szCs w:val="22"/>
    </w:rPr>
  </w:style>
  <w:style w:type="paragraph" w:customStyle="1" w:styleId="xl144">
    <w:name w:val="xl144"/>
    <w:basedOn w:val="a"/>
    <w:rsid w:val="00FF57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2"/>
      <w:szCs w:val="22"/>
    </w:rPr>
  </w:style>
  <w:style w:type="paragraph" w:customStyle="1" w:styleId="xl145">
    <w:name w:val="xl145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color w:val="000000"/>
      <w:sz w:val="22"/>
      <w:szCs w:val="22"/>
    </w:rPr>
  </w:style>
  <w:style w:type="paragraph" w:customStyle="1" w:styleId="xl146">
    <w:name w:val="xl146"/>
    <w:basedOn w:val="a"/>
    <w:rsid w:val="00B11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</w:rPr>
  </w:style>
  <w:style w:type="paragraph" w:customStyle="1" w:styleId="xl147">
    <w:name w:val="xl147"/>
    <w:basedOn w:val="a"/>
    <w:rsid w:val="00B11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8">
    <w:name w:val="xl148"/>
    <w:basedOn w:val="a"/>
    <w:rsid w:val="00B11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color w:val="000000"/>
    </w:rPr>
  </w:style>
  <w:style w:type="paragraph" w:customStyle="1" w:styleId="xl149">
    <w:name w:val="xl149"/>
    <w:basedOn w:val="a"/>
    <w:rsid w:val="00B11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i/>
      <w:iCs/>
      <w:color w:val="000000"/>
    </w:rPr>
  </w:style>
  <w:style w:type="paragraph" w:customStyle="1" w:styleId="xl150">
    <w:name w:val="xl150"/>
    <w:basedOn w:val="a"/>
    <w:rsid w:val="00B11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</w:rPr>
  </w:style>
  <w:style w:type="paragraph" w:customStyle="1" w:styleId="xl151">
    <w:name w:val="xl151"/>
    <w:basedOn w:val="a"/>
    <w:rsid w:val="00B1153B"/>
    <w:pPr>
      <w:spacing w:before="100" w:beforeAutospacing="1" w:after="100" w:afterAutospacing="1"/>
      <w:jc w:val="center"/>
    </w:pPr>
    <w:rPr>
      <w:rFonts w:cs="Arial"/>
      <w:b/>
      <w:bCs/>
    </w:rPr>
  </w:style>
  <w:style w:type="paragraph" w:customStyle="1" w:styleId="xl152">
    <w:name w:val="xl152"/>
    <w:basedOn w:val="a"/>
    <w:rsid w:val="00B115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</w:rPr>
  </w:style>
  <w:style w:type="paragraph" w:customStyle="1" w:styleId="xl153">
    <w:name w:val="xl153"/>
    <w:basedOn w:val="a"/>
    <w:rsid w:val="00B115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</w:rPr>
  </w:style>
  <w:style w:type="paragraph" w:styleId="a5">
    <w:name w:val="Balloon Text"/>
    <w:basedOn w:val="a"/>
    <w:link w:val="a6"/>
    <w:uiPriority w:val="99"/>
    <w:semiHidden/>
    <w:unhideWhenUsed/>
    <w:rsid w:val="004916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1671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04F0A"/>
  </w:style>
  <w:style w:type="paragraph" w:customStyle="1" w:styleId="xl154">
    <w:name w:val="xl154"/>
    <w:basedOn w:val="a"/>
    <w:rsid w:val="002578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</w:rPr>
  </w:style>
  <w:style w:type="paragraph" w:customStyle="1" w:styleId="xl155">
    <w:name w:val="xl155"/>
    <w:basedOn w:val="a"/>
    <w:rsid w:val="002578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</w:rPr>
  </w:style>
  <w:style w:type="paragraph" w:customStyle="1" w:styleId="xl156">
    <w:name w:val="xl156"/>
    <w:basedOn w:val="a"/>
    <w:rsid w:val="00257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color w:val="000000"/>
    </w:rPr>
  </w:style>
  <w:style w:type="paragraph" w:customStyle="1" w:styleId="xl157">
    <w:name w:val="xl157"/>
    <w:basedOn w:val="a"/>
    <w:rsid w:val="00CD0A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</w:rPr>
  </w:style>
  <w:style w:type="paragraph" w:customStyle="1" w:styleId="xl158">
    <w:name w:val="xl158"/>
    <w:basedOn w:val="a"/>
    <w:rsid w:val="00CD0A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</w:rPr>
  </w:style>
  <w:style w:type="paragraph" w:customStyle="1" w:styleId="xl159">
    <w:name w:val="xl159"/>
    <w:basedOn w:val="a"/>
    <w:rsid w:val="00CD0A52"/>
    <w:pPr>
      <w:spacing w:before="100" w:beforeAutospacing="1" w:after="100" w:afterAutospacing="1"/>
      <w:textAlignment w:val="center"/>
    </w:pPr>
    <w:rPr>
      <w:rFonts w:cs="Arial"/>
    </w:rPr>
  </w:style>
  <w:style w:type="paragraph" w:customStyle="1" w:styleId="xl160">
    <w:name w:val="xl160"/>
    <w:basedOn w:val="a"/>
    <w:rsid w:val="00CD0A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i/>
      <w:iCs/>
    </w:rPr>
  </w:style>
  <w:style w:type="paragraph" w:customStyle="1" w:styleId="xl161">
    <w:name w:val="xl161"/>
    <w:basedOn w:val="a"/>
    <w:rsid w:val="00CD0A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i/>
      <w:iCs/>
      <w:color w:val="000000"/>
    </w:rPr>
  </w:style>
  <w:style w:type="paragraph" w:customStyle="1" w:styleId="xl162">
    <w:name w:val="xl162"/>
    <w:basedOn w:val="a"/>
    <w:rsid w:val="00CD0A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cs="Arial"/>
      <w:i/>
      <w:iCs/>
      <w:color w:val="000000"/>
    </w:rPr>
  </w:style>
  <w:style w:type="paragraph" w:customStyle="1" w:styleId="xl163">
    <w:name w:val="xl163"/>
    <w:basedOn w:val="a"/>
    <w:rsid w:val="00CD0A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color w:val="000000"/>
    </w:rPr>
  </w:style>
  <w:style w:type="paragraph" w:customStyle="1" w:styleId="xl164">
    <w:name w:val="xl164"/>
    <w:basedOn w:val="a"/>
    <w:rsid w:val="00CD0A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color w:val="000000"/>
    </w:rPr>
  </w:style>
  <w:style w:type="paragraph" w:customStyle="1" w:styleId="xl165">
    <w:name w:val="xl165"/>
    <w:basedOn w:val="a"/>
    <w:rsid w:val="00CD0A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i/>
      <w:iCs/>
    </w:rPr>
  </w:style>
  <w:style w:type="paragraph" w:customStyle="1" w:styleId="xl166">
    <w:name w:val="xl166"/>
    <w:basedOn w:val="a"/>
    <w:rsid w:val="00CD0A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color w:val="000000"/>
    </w:rPr>
  </w:style>
  <w:style w:type="paragraph" w:customStyle="1" w:styleId="xl167">
    <w:name w:val="xl167"/>
    <w:basedOn w:val="a"/>
    <w:rsid w:val="00CD0A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cs="Arial"/>
      <w:color w:val="000000"/>
    </w:rPr>
  </w:style>
  <w:style w:type="character" w:customStyle="1" w:styleId="10">
    <w:name w:val="Заголовок 1 Знак"/>
    <w:basedOn w:val="a0"/>
    <w:link w:val="1"/>
    <w:rsid w:val="000C257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C2577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C2577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0C2577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styleId="HTML">
    <w:name w:val="HTML Variable"/>
    <w:aliases w:val="!Ссылки в документе"/>
    <w:rsid w:val="000C2577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link w:val="a8"/>
    <w:semiHidden/>
    <w:rsid w:val="000C2577"/>
    <w:rPr>
      <w:rFonts w:ascii="Courier" w:hAnsi="Courier"/>
      <w:sz w:val="22"/>
      <w:szCs w:val="20"/>
    </w:rPr>
  </w:style>
  <w:style w:type="character" w:customStyle="1" w:styleId="a8">
    <w:name w:val="Текст примечания Знак"/>
    <w:basedOn w:val="a0"/>
    <w:link w:val="a7"/>
    <w:semiHidden/>
    <w:rsid w:val="000C2577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0C257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0C2577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0C2577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0C2577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0C2577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C2577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0C257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0C257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0C257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0C2577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0C2577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0C2577"/>
  </w:style>
  <w:style w:type="paragraph" w:customStyle="1" w:styleId="ConsNormal">
    <w:name w:val="ConsNormal"/>
    <w:link w:val="ConsNormal0"/>
    <w:rsid w:val="00F932E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0"/>
    <w:link w:val="ConsNormal"/>
    <w:locked/>
    <w:rsid w:val="00F932E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F932E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3">
    <w:name w:val="Hyperlink"/>
    <w:rsid w:val="000C2577"/>
    <w:rPr>
      <w:color w:val="0000FF"/>
      <w:u w:val="none"/>
    </w:rPr>
  </w:style>
  <w:style w:type="character" w:styleId="a4">
    <w:name w:val="FollowedHyperlink"/>
    <w:basedOn w:val="a0"/>
    <w:uiPriority w:val="99"/>
    <w:semiHidden/>
    <w:unhideWhenUsed/>
    <w:rsid w:val="00FF5751"/>
    <w:rPr>
      <w:color w:val="800080"/>
      <w:u w:val="single"/>
    </w:rPr>
  </w:style>
  <w:style w:type="paragraph" w:customStyle="1" w:styleId="xl65">
    <w:name w:val="xl65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FF5751"/>
    <w:pPr>
      <w:spacing w:before="100" w:beforeAutospacing="1" w:after="100" w:afterAutospacing="1"/>
    </w:pPr>
  </w:style>
  <w:style w:type="paragraph" w:customStyle="1" w:styleId="xl67">
    <w:name w:val="xl67"/>
    <w:basedOn w:val="a"/>
    <w:rsid w:val="00FF5751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FF5751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1">
    <w:name w:val="xl71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color w:val="000000"/>
      <w:sz w:val="22"/>
      <w:szCs w:val="22"/>
    </w:rPr>
  </w:style>
  <w:style w:type="paragraph" w:customStyle="1" w:styleId="xl73">
    <w:name w:val="xl73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color w:val="000000"/>
      <w:sz w:val="22"/>
      <w:szCs w:val="22"/>
    </w:rPr>
  </w:style>
  <w:style w:type="paragraph" w:customStyle="1" w:styleId="xl74">
    <w:name w:val="xl74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2"/>
      <w:szCs w:val="22"/>
    </w:rPr>
  </w:style>
  <w:style w:type="paragraph" w:customStyle="1" w:styleId="xl75">
    <w:name w:val="xl75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2"/>
      <w:szCs w:val="22"/>
    </w:rPr>
  </w:style>
  <w:style w:type="paragraph" w:customStyle="1" w:styleId="xl76">
    <w:name w:val="xl76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cs="Arial"/>
      <w:b/>
      <w:bCs/>
      <w:sz w:val="22"/>
      <w:szCs w:val="22"/>
    </w:rPr>
  </w:style>
  <w:style w:type="paragraph" w:customStyle="1" w:styleId="xl77">
    <w:name w:val="xl77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2"/>
      <w:szCs w:val="22"/>
    </w:rPr>
  </w:style>
  <w:style w:type="paragraph" w:customStyle="1" w:styleId="xl78">
    <w:name w:val="xl78"/>
    <w:basedOn w:val="a"/>
    <w:rsid w:val="00FF5751"/>
    <w:pPr>
      <w:spacing w:before="100" w:beforeAutospacing="1" w:after="100" w:afterAutospacing="1"/>
    </w:pPr>
    <w:rPr>
      <w:rFonts w:cs="Arial"/>
      <w:sz w:val="22"/>
      <w:szCs w:val="22"/>
    </w:rPr>
  </w:style>
  <w:style w:type="paragraph" w:customStyle="1" w:styleId="xl79">
    <w:name w:val="xl79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2"/>
      <w:szCs w:val="22"/>
    </w:rPr>
  </w:style>
  <w:style w:type="paragraph" w:customStyle="1" w:styleId="xl80">
    <w:name w:val="xl80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2"/>
      <w:szCs w:val="22"/>
    </w:rPr>
  </w:style>
  <w:style w:type="paragraph" w:customStyle="1" w:styleId="xl81">
    <w:name w:val="xl81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2"/>
      <w:szCs w:val="22"/>
    </w:rPr>
  </w:style>
  <w:style w:type="paragraph" w:customStyle="1" w:styleId="xl82">
    <w:name w:val="xl82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b/>
      <w:bCs/>
      <w:sz w:val="22"/>
      <w:szCs w:val="22"/>
    </w:rPr>
  </w:style>
  <w:style w:type="paragraph" w:customStyle="1" w:styleId="xl83">
    <w:name w:val="xl83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2"/>
      <w:szCs w:val="22"/>
    </w:rPr>
  </w:style>
  <w:style w:type="paragraph" w:customStyle="1" w:styleId="xl84">
    <w:name w:val="xl84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2"/>
      <w:szCs w:val="22"/>
    </w:rPr>
  </w:style>
  <w:style w:type="paragraph" w:customStyle="1" w:styleId="xl85">
    <w:name w:val="xl85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b/>
      <w:bCs/>
      <w:color w:val="000000"/>
      <w:sz w:val="22"/>
      <w:szCs w:val="22"/>
    </w:rPr>
  </w:style>
  <w:style w:type="paragraph" w:customStyle="1" w:styleId="xl86">
    <w:name w:val="xl86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2"/>
      <w:szCs w:val="22"/>
    </w:rPr>
  </w:style>
  <w:style w:type="paragraph" w:customStyle="1" w:styleId="xl87">
    <w:name w:val="xl87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2"/>
      <w:szCs w:val="22"/>
    </w:rPr>
  </w:style>
  <w:style w:type="paragraph" w:customStyle="1" w:styleId="xl88">
    <w:name w:val="xl88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22"/>
      <w:szCs w:val="22"/>
    </w:rPr>
  </w:style>
  <w:style w:type="paragraph" w:customStyle="1" w:styleId="xl89">
    <w:name w:val="xl89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</w:rPr>
  </w:style>
  <w:style w:type="paragraph" w:customStyle="1" w:styleId="xl90">
    <w:name w:val="xl90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cs="Arial"/>
    </w:rPr>
  </w:style>
  <w:style w:type="paragraph" w:customStyle="1" w:styleId="xl91">
    <w:name w:val="xl91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cs="Arial"/>
      <w:b/>
      <w:bCs/>
    </w:rPr>
  </w:style>
  <w:style w:type="paragraph" w:customStyle="1" w:styleId="xl92">
    <w:name w:val="xl92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color w:val="000000"/>
    </w:rPr>
  </w:style>
  <w:style w:type="paragraph" w:customStyle="1" w:styleId="xl93">
    <w:name w:val="xl93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color w:val="000000"/>
    </w:rPr>
  </w:style>
  <w:style w:type="paragraph" w:customStyle="1" w:styleId="xl94">
    <w:name w:val="xl94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cs="Arial"/>
      <w:b/>
      <w:bCs/>
    </w:rPr>
  </w:style>
  <w:style w:type="paragraph" w:customStyle="1" w:styleId="xl95">
    <w:name w:val="xl95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color w:val="000000"/>
    </w:rPr>
  </w:style>
  <w:style w:type="paragraph" w:customStyle="1" w:styleId="xl96">
    <w:name w:val="xl96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color w:val="000000"/>
    </w:rPr>
  </w:style>
  <w:style w:type="paragraph" w:customStyle="1" w:styleId="xl97">
    <w:name w:val="xl97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i/>
      <w:iCs/>
      <w:color w:val="000000"/>
    </w:rPr>
  </w:style>
  <w:style w:type="paragraph" w:customStyle="1" w:styleId="xl98">
    <w:name w:val="xl98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color w:val="000000"/>
    </w:rPr>
  </w:style>
  <w:style w:type="paragraph" w:customStyle="1" w:styleId="xl99">
    <w:name w:val="xl99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i/>
      <w:iCs/>
      <w:color w:val="000000"/>
    </w:rPr>
  </w:style>
  <w:style w:type="paragraph" w:customStyle="1" w:styleId="xl100">
    <w:name w:val="xl100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cs="Arial"/>
      <w:i/>
      <w:iCs/>
    </w:rPr>
  </w:style>
  <w:style w:type="paragraph" w:customStyle="1" w:styleId="xl101">
    <w:name w:val="xl101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cs="Arial"/>
      <w:b/>
      <w:bCs/>
      <w:color w:val="000000"/>
    </w:rPr>
  </w:style>
  <w:style w:type="paragraph" w:customStyle="1" w:styleId="xl102">
    <w:name w:val="xl102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cs="Arial"/>
      <w:color w:val="000000"/>
    </w:rPr>
  </w:style>
  <w:style w:type="paragraph" w:customStyle="1" w:styleId="xl103">
    <w:name w:val="xl103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cs="Arial"/>
      <w:i/>
      <w:iCs/>
      <w:color w:val="000000"/>
    </w:rPr>
  </w:style>
  <w:style w:type="paragraph" w:customStyle="1" w:styleId="xl104">
    <w:name w:val="xl104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color w:val="000000"/>
    </w:rPr>
  </w:style>
  <w:style w:type="paragraph" w:customStyle="1" w:styleId="xl105">
    <w:name w:val="xl105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</w:rPr>
  </w:style>
  <w:style w:type="paragraph" w:customStyle="1" w:styleId="xl106">
    <w:name w:val="xl106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</w:rPr>
  </w:style>
  <w:style w:type="paragraph" w:customStyle="1" w:styleId="xl107">
    <w:name w:val="xl107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i/>
      <w:iCs/>
    </w:rPr>
  </w:style>
  <w:style w:type="paragraph" w:customStyle="1" w:styleId="xl108">
    <w:name w:val="xl108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i/>
      <w:iCs/>
    </w:rPr>
  </w:style>
  <w:style w:type="paragraph" w:customStyle="1" w:styleId="xl109">
    <w:name w:val="xl109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color w:val="000000"/>
    </w:rPr>
  </w:style>
  <w:style w:type="paragraph" w:customStyle="1" w:styleId="xl110">
    <w:name w:val="xl110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cs="Arial"/>
      <w:b/>
      <w:bCs/>
      <w:color w:val="000000"/>
    </w:rPr>
  </w:style>
  <w:style w:type="paragraph" w:customStyle="1" w:styleId="xl111">
    <w:name w:val="xl111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</w:rPr>
  </w:style>
  <w:style w:type="paragraph" w:customStyle="1" w:styleId="xl112">
    <w:name w:val="xl112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color w:val="000000"/>
    </w:rPr>
  </w:style>
  <w:style w:type="paragraph" w:customStyle="1" w:styleId="xl113">
    <w:name w:val="xl113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</w:rPr>
  </w:style>
  <w:style w:type="paragraph" w:customStyle="1" w:styleId="xl114">
    <w:name w:val="xl114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i/>
      <w:iCs/>
      <w:color w:val="000000"/>
    </w:rPr>
  </w:style>
  <w:style w:type="paragraph" w:customStyle="1" w:styleId="xl115">
    <w:name w:val="xl115"/>
    <w:basedOn w:val="a"/>
    <w:rsid w:val="00FF57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2"/>
      <w:szCs w:val="22"/>
    </w:rPr>
  </w:style>
  <w:style w:type="paragraph" w:customStyle="1" w:styleId="xl116">
    <w:name w:val="xl116"/>
    <w:basedOn w:val="a"/>
    <w:rsid w:val="00FF57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2"/>
      <w:szCs w:val="22"/>
    </w:rPr>
  </w:style>
  <w:style w:type="paragraph" w:customStyle="1" w:styleId="xl117">
    <w:name w:val="xl117"/>
    <w:basedOn w:val="a"/>
    <w:rsid w:val="00FF57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2"/>
      <w:szCs w:val="22"/>
    </w:rPr>
  </w:style>
  <w:style w:type="paragraph" w:customStyle="1" w:styleId="xl118">
    <w:name w:val="xl118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color w:val="000000"/>
    </w:rPr>
  </w:style>
  <w:style w:type="paragraph" w:customStyle="1" w:styleId="xl119">
    <w:name w:val="xl119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color w:val="000000"/>
    </w:rPr>
  </w:style>
  <w:style w:type="paragraph" w:customStyle="1" w:styleId="xl120">
    <w:name w:val="xl120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color w:val="000000"/>
    </w:rPr>
  </w:style>
  <w:style w:type="paragraph" w:customStyle="1" w:styleId="xl121">
    <w:name w:val="xl121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</w:rPr>
  </w:style>
  <w:style w:type="paragraph" w:customStyle="1" w:styleId="xl122">
    <w:name w:val="xl122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color w:val="000000"/>
    </w:rPr>
  </w:style>
  <w:style w:type="paragraph" w:customStyle="1" w:styleId="xl123">
    <w:name w:val="xl123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2"/>
      <w:szCs w:val="22"/>
    </w:rPr>
  </w:style>
  <w:style w:type="paragraph" w:customStyle="1" w:styleId="xl124">
    <w:name w:val="xl124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2"/>
      <w:szCs w:val="22"/>
    </w:rPr>
  </w:style>
  <w:style w:type="paragraph" w:customStyle="1" w:styleId="xl125">
    <w:name w:val="xl125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2"/>
      <w:szCs w:val="22"/>
    </w:rPr>
  </w:style>
  <w:style w:type="paragraph" w:customStyle="1" w:styleId="xl126">
    <w:name w:val="xl126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2"/>
      <w:szCs w:val="22"/>
    </w:rPr>
  </w:style>
  <w:style w:type="paragraph" w:customStyle="1" w:styleId="xl127">
    <w:name w:val="xl127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2"/>
      <w:szCs w:val="22"/>
    </w:rPr>
  </w:style>
  <w:style w:type="paragraph" w:customStyle="1" w:styleId="xl128">
    <w:name w:val="xl128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2"/>
      <w:szCs w:val="22"/>
    </w:rPr>
  </w:style>
  <w:style w:type="paragraph" w:customStyle="1" w:styleId="xl129">
    <w:name w:val="xl129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2"/>
      <w:szCs w:val="22"/>
    </w:rPr>
  </w:style>
  <w:style w:type="paragraph" w:customStyle="1" w:styleId="xl130">
    <w:name w:val="xl130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color w:val="000000"/>
      <w:sz w:val="22"/>
      <w:szCs w:val="22"/>
    </w:rPr>
  </w:style>
  <w:style w:type="paragraph" w:customStyle="1" w:styleId="xl131">
    <w:name w:val="xl131"/>
    <w:basedOn w:val="a"/>
    <w:rsid w:val="00FF57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color w:val="000000"/>
    </w:rPr>
  </w:style>
  <w:style w:type="paragraph" w:customStyle="1" w:styleId="xl133">
    <w:name w:val="xl133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i/>
      <w:iCs/>
      <w:color w:val="000000"/>
    </w:rPr>
  </w:style>
  <w:style w:type="paragraph" w:customStyle="1" w:styleId="xl134">
    <w:name w:val="xl134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i/>
      <w:iCs/>
      <w:color w:val="000000"/>
    </w:rPr>
  </w:style>
  <w:style w:type="paragraph" w:customStyle="1" w:styleId="xl135">
    <w:name w:val="xl135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color w:val="000000"/>
    </w:rPr>
  </w:style>
  <w:style w:type="paragraph" w:customStyle="1" w:styleId="xl136">
    <w:name w:val="xl136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</w:rPr>
  </w:style>
  <w:style w:type="paragraph" w:customStyle="1" w:styleId="xl137">
    <w:name w:val="xl137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cs="Arial"/>
      <w:b/>
      <w:bCs/>
      <w:color w:val="000000"/>
      <w:sz w:val="22"/>
      <w:szCs w:val="22"/>
    </w:rPr>
  </w:style>
  <w:style w:type="paragraph" w:customStyle="1" w:styleId="xl138">
    <w:name w:val="xl138"/>
    <w:basedOn w:val="a"/>
    <w:rsid w:val="00FF5751"/>
    <w:pPr>
      <w:spacing w:before="100" w:beforeAutospacing="1" w:after="100" w:afterAutospacing="1"/>
      <w:jc w:val="center"/>
    </w:pPr>
    <w:rPr>
      <w:rFonts w:cs="Arial"/>
      <w:b/>
      <w:bCs/>
    </w:rPr>
  </w:style>
  <w:style w:type="paragraph" w:customStyle="1" w:styleId="xl139">
    <w:name w:val="xl139"/>
    <w:basedOn w:val="a"/>
    <w:rsid w:val="00FF57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2"/>
      <w:szCs w:val="22"/>
    </w:rPr>
  </w:style>
  <w:style w:type="paragraph" w:customStyle="1" w:styleId="xl140">
    <w:name w:val="xl140"/>
    <w:basedOn w:val="a"/>
    <w:rsid w:val="00FF5751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FF57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2"/>
      <w:szCs w:val="22"/>
    </w:rPr>
  </w:style>
  <w:style w:type="paragraph" w:customStyle="1" w:styleId="xl142">
    <w:name w:val="xl142"/>
    <w:basedOn w:val="a"/>
    <w:rsid w:val="00FF57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 w:val="22"/>
      <w:szCs w:val="22"/>
    </w:rPr>
  </w:style>
  <w:style w:type="paragraph" w:customStyle="1" w:styleId="xl143">
    <w:name w:val="xl143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2"/>
      <w:szCs w:val="22"/>
    </w:rPr>
  </w:style>
  <w:style w:type="paragraph" w:customStyle="1" w:styleId="xl144">
    <w:name w:val="xl144"/>
    <w:basedOn w:val="a"/>
    <w:rsid w:val="00FF57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2"/>
      <w:szCs w:val="22"/>
    </w:rPr>
  </w:style>
  <w:style w:type="paragraph" w:customStyle="1" w:styleId="xl145">
    <w:name w:val="xl145"/>
    <w:basedOn w:val="a"/>
    <w:rsid w:val="00FF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color w:val="000000"/>
      <w:sz w:val="22"/>
      <w:szCs w:val="22"/>
    </w:rPr>
  </w:style>
  <w:style w:type="paragraph" w:customStyle="1" w:styleId="xl146">
    <w:name w:val="xl146"/>
    <w:basedOn w:val="a"/>
    <w:rsid w:val="00B11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</w:rPr>
  </w:style>
  <w:style w:type="paragraph" w:customStyle="1" w:styleId="xl147">
    <w:name w:val="xl147"/>
    <w:basedOn w:val="a"/>
    <w:rsid w:val="00B11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8">
    <w:name w:val="xl148"/>
    <w:basedOn w:val="a"/>
    <w:rsid w:val="00B11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color w:val="000000"/>
    </w:rPr>
  </w:style>
  <w:style w:type="paragraph" w:customStyle="1" w:styleId="xl149">
    <w:name w:val="xl149"/>
    <w:basedOn w:val="a"/>
    <w:rsid w:val="00B11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i/>
      <w:iCs/>
      <w:color w:val="000000"/>
    </w:rPr>
  </w:style>
  <w:style w:type="paragraph" w:customStyle="1" w:styleId="xl150">
    <w:name w:val="xl150"/>
    <w:basedOn w:val="a"/>
    <w:rsid w:val="00B11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</w:rPr>
  </w:style>
  <w:style w:type="paragraph" w:customStyle="1" w:styleId="xl151">
    <w:name w:val="xl151"/>
    <w:basedOn w:val="a"/>
    <w:rsid w:val="00B1153B"/>
    <w:pPr>
      <w:spacing w:before="100" w:beforeAutospacing="1" w:after="100" w:afterAutospacing="1"/>
      <w:jc w:val="center"/>
    </w:pPr>
    <w:rPr>
      <w:rFonts w:cs="Arial"/>
      <w:b/>
      <w:bCs/>
    </w:rPr>
  </w:style>
  <w:style w:type="paragraph" w:customStyle="1" w:styleId="xl152">
    <w:name w:val="xl152"/>
    <w:basedOn w:val="a"/>
    <w:rsid w:val="00B115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</w:rPr>
  </w:style>
  <w:style w:type="paragraph" w:customStyle="1" w:styleId="xl153">
    <w:name w:val="xl153"/>
    <w:basedOn w:val="a"/>
    <w:rsid w:val="00B115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</w:rPr>
  </w:style>
  <w:style w:type="paragraph" w:styleId="a5">
    <w:name w:val="Balloon Text"/>
    <w:basedOn w:val="a"/>
    <w:link w:val="a6"/>
    <w:uiPriority w:val="99"/>
    <w:semiHidden/>
    <w:unhideWhenUsed/>
    <w:rsid w:val="004916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1671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04F0A"/>
  </w:style>
  <w:style w:type="paragraph" w:customStyle="1" w:styleId="xl154">
    <w:name w:val="xl154"/>
    <w:basedOn w:val="a"/>
    <w:rsid w:val="002578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</w:rPr>
  </w:style>
  <w:style w:type="paragraph" w:customStyle="1" w:styleId="xl155">
    <w:name w:val="xl155"/>
    <w:basedOn w:val="a"/>
    <w:rsid w:val="002578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</w:rPr>
  </w:style>
  <w:style w:type="paragraph" w:customStyle="1" w:styleId="xl156">
    <w:name w:val="xl156"/>
    <w:basedOn w:val="a"/>
    <w:rsid w:val="002578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color w:val="000000"/>
    </w:rPr>
  </w:style>
  <w:style w:type="paragraph" w:customStyle="1" w:styleId="xl157">
    <w:name w:val="xl157"/>
    <w:basedOn w:val="a"/>
    <w:rsid w:val="00CD0A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</w:rPr>
  </w:style>
  <w:style w:type="paragraph" w:customStyle="1" w:styleId="xl158">
    <w:name w:val="xl158"/>
    <w:basedOn w:val="a"/>
    <w:rsid w:val="00CD0A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</w:rPr>
  </w:style>
  <w:style w:type="paragraph" w:customStyle="1" w:styleId="xl159">
    <w:name w:val="xl159"/>
    <w:basedOn w:val="a"/>
    <w:rsid w:val="00CD0A52"/>
    <w:pPr>
      <w:spacing w:before="100" w:beforeAutospacing="1" w:after="100" w:afterAutospacing="1"/>
      <w:textAlignment w:val="center"/>
    </w:pPr>
    <w:rPr>
      <w:rFonts w:cs="Arial"/>
    </w:rPr>
  </w:style>
  <w:style w:type="paragraph" w:customStyle="1" w:styleId="xl160">
    <w:name w:val="xl160"/>
    <w:basedOn w:val="a"/>
    <w:rsid w:val="00CD0A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i/>
      <w:iCs/>
    </w:rPr>
  </w:style>
  <w:style w:type="paragraph" w:customStyle="1" w:styleId="xl161">
    <w:name w:val="xl161"/>
    <w:basedOn w:val="a"/>
    <w:rsid w:val="00CD0A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i/>
      <w:iCs/>
      <w:color w:val="000000"/>
    </w:rPr>
  </w:style>
  <w:style w:type="paragraph" w:customStyle="1" w:styleId="xl162">
    <w:name w:val="xl162"/>
    <w:basedOn w:val="a"/>
    <w:rsid w:val="00CD0A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cs="Arial"/>
      <w:i/>
      <w:iCs/>
      <w:color w:val="000000"/>
    </w:rPr>
  </w:style>
  <w:style w:type="paragraph" w:customStyle="1" w:styleId="xl163">
    <w:name w:val="xl163"/>
    <w:basedOn w:val="a"/>
    <w:rsid w:val="00CD0A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color w:val="000000"/>
    </w:rPr>
  </w:style>
  <w:style w:type="paragraph" w:customStyle="1" w:styleId="xl164">
    <w:name w:val="xl164"/>
    <w:basedOn w:val="a"/>
    <w:rsid w:val="00CD0A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color w:val="000000"/>
    </w:rPr>
  </w:style>
  <w:style w:type="paragraph" w:customStyle="1" w:styleId="xl165">
    <w:name w:val="xl165"/>
    <w:basedOn w:val="a"/>
    <w:rsid w:val="00CD0A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i/>
      <w:iCs/>
    </w:rPr>
  </w:style>
  <w:style w:type="paragraph" w:customStyle="1" w:styleId="xl166">
    <w:name w:val="xl166"/>
    <w:basedOn w:val="a"/>
    <w:rsid w:val="00CD0A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color w:val="000000"/>
    </w:rPr>
  </w:style>
  <w:style w:type="paragraph" w:customStyle="1" w:styleId="xl167">
    <w:name w:val="xl167"/>
    <w:basedOn w:val="a"/>
    <w:rsid w:val="00CD0A5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cs="Arial"/>
      <w:color w:val="000000"/>
    </w:rPr>
  </w:style>
  <w:style w:type="character" w:customStyle="1" w:styleId="10">
    <w:name w:val="Заголовок 1 Знак"/>
    <w:basedOn w:val="a0"/>
    <w:link w:val="1"/>
    <w:rsid w:val="000C257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C2577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C2577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0C2577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styleId="HTML">
    <w:name w:val="HTML Variable"/>
    <w:aliases w:val="!Ссылки в документе"/>
    <w:rsid w:val="000C2577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link w:val="a8"/>
    <w:semiHidden/>
    <w:rsid w:val="000C2577"/>
    <w:rPr>
      <w:rFonts w:ascii="Courier" w:hAnsi="Courier"/>
      <w:sz w:val="22"/>
      <w:szCs w:val="20"/>
    </w:rPr>
  </w:style>
  <w:style w:type="character" w:customStyle="1" w:styleId="a8">
    <w:name w:val="Текст примечания Знак"/>
    <w:basedOn w:val="a0"/>
    <w:link w:val="a7"/>
    <w:semiHidden/>
    <w:rsid w:val="000C2577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0C257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0C2577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0C2577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0C2577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0C2577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1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3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4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0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54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9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5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15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6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35630-6CE8-4B7C-B651-1FDCD35D7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59</TotalTime>
  <Pages>161</Pages>
  <Words>43152</Words>
  <Characters>245968</Characters>
  <Application>Microsoft Office Word</Application>
  <DocSecurity>0</DocSecurity>
  <Lines>2049</Lines>
  <Paragraphs>577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Ольга Андреевна</dc:creator>
  <cp:lastModifiedBy>Леонова Ольга Андреевна</cp:lastModifiedBy>
  <cp:revision>2</cp:revision>
  <cp:lastPrinted>2019-10-16T03:55:00Z</cp:lastPrinted>
  <dcterms:created xsi:type="dcterms:W3CDTF">2019-10-21T05:31:00Z</dcterms:created>
  <dcterms:modified xsi:type="dcterms:W3CDTF">2019-10-21T06:30:00Z</dcterms:modified>
</cp:coreProperties>
</file>